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A42" w:rsidRPr="006C6F55" w:rsidRDefault="00071A42" w:rsidP="00071A42">
      <w:pPr>
        <w:ind w:left="720" w:hanging="360"/>
        <w:jc w:val="center"/>
        <w:rPr>
          <w:b/>
        </w:rPr>
      </w:pPr>
    </w:p>
    <w:p w:rsidR="00071A42" w:rsidRPr="006C6F55" w:rsidRDefault="00071A42" w:rsidP="00071A42">
      <w:pPr>
        <w:ind w:left="720" w:hanging="360"/>
        <w:jc w:val="center"/>
        <w:rPr>
          <w:b/>
        </w:rPr>
      </w:pPr>
    </w:p>
    <w:p w:rsidR="00071A42" w:rsidRPr="006C6F55" w:rsidRDefault="00B0521E" w:rsidP="00B0521E">
      <w:pPr>
        <w:jc w:val="center"/>
        <w:rPr>
          <w:b/>
          <w:sz w:val="48"/>
          <w:szCs w:val="48"/>
        </w:rPr>
      </w:pPr>
      <w:r w:rsidRPr="006C6F55">
        <w:rPr>
          <w:b/>
          <w:sz w:val="48"/>
          <w:szCs w:val="48"/>
        </w:rPr>
        <w:t>MEMORIA PARCIAL DE ACTUACIÓN JUSTIFICATIVA PLAN CORRESPONSABLES</w:t>
      </w:r>
    </w:p>
    <w:p w:rsidR="00B0521E" w:rsidRPr="006C6F55" w:rsidRDefault="00B0521E" w:rsidP="00B0521E">
      <w:pPr>
        <w:jc w:val="center"/>
        <w:rPr>
          <w:b/>
          <w:sz w:val="48"/>
          <w:szCs w:val="48"/>
        </w:rPr>
      </w:pPr>
      <w:r w:rsidRPr="006C6F55">
        <w:rPr>
          <w:b/>
          <w:sz w:val="48"/>
          <w:szCs w:val="48"/>
        </w:rPr>
        <w:t xml:space="preserve">DECRETO </w:t>
      </w:r>
      <w:r w:rsidR="005E7CAC" w:rsidRPr="006C6F55">
        <w:rPr>
          <w:b/>
          <w:sz w:val="48"/>
          <w:szCs w:val="48"/>
        </w:rPr>
        <w:t>43</w:t>
      </w:r>
      <w:r w:rsidRPr="006C6F55">
        <w:rPr>
          <w:b/>
          <w:sz w:val="48"/>
          <w:szCs w:val="48"/>
        </w:rPr>
        <w:t>/202</w:t>
      </w:r>
      <w:r w:rsidR="005E7CAC" w:rsidRPr="006C6F55">
        <w:rPr>
          <w:b/>
          <w:sz w:val="48"/>
          <w:szCs w:val="48"/>
        </w:rPr>
        <w:t>4</w:t>
      </w:r>
    </w:p>
    <w:p w:rsidR="00B0521E" w:rsidRPr="006C6F55" w:rsidRDefault="00B0521E" w:rsidP="00B0521E"/>
    <w:p w:rsidR="00071A42" w:rsidRPr="006C6F55" w:rsidRDefault="00071A42" w:rsidP="00071A42">
      <w:pPr>
        <w:ind w:left="720"/>
      </w:pPr>
    </w:p>
    <w:p w:rsidR="00071A42" w:rsidRPr="006C6F55" w:rsidRDefault="00071A42" w:rsidP="00071A42"/>
    <w:p w:rsidR="00071A42" w:rsidRPr="006C6F55" w:rsidRDefault="00071A42" w:rsidP="00071A42"/>
    <w:p w:rsidR="00B0521E" w:rsidRPr="006C6F55" w:rsidRDefault="00B0521E" w:rsidP="00B0521E">
      <w:pPr>
        <w:pStyle w:val="Prrafodelista"/>
        <w:ind w:left="0"/>
        <w:jc w:val="both"/>
        <w:rPr>
          <w:rFonts w:cs="Arial"/>
        </w:rPr>
      </w:pPr>
      <w:r w:rsidRPr="006C6F55">
        <w:rPr>
          <w:rFonts w:cs="Arial"/>
        </w:rPr>
        <w:t xml:space="preserve">Según el Decreto </w:t>
      </w:r>
      <w:r w:rsidR="005E7CAC" w:rsidRPr="006C6F55">
        <w:rPr>
          <w:rFonts w:cs="Arial"/>
        </w:rPr>
        <w:t>43</w:t>
      </w:r>
      <w:r w:rsidRPr="006C6F55">
        <w:rPr>
          <w:rFonts w:cs="Arial"/>
        </w:rPr>
        <w:t>/202</w:t>
      </w:r>
      <w:r w:rsidR="005E7CAC" w:rsidRPr="006C6F55">
        <w:rPr>
          <w:rFonts w:cs="Arial"/>
        </w:rPr>
        <w:t>4</w:t>
      </w:r>
      <w:r w:rsidRPr="006C6F55">
        <w:rPr>
          <w:rFonts w:cs="Arial"/>
        </w:rPr>
        <w:t xml:space="preserve">, de </w:t>
      </w:r>
      <w:r w:rsidR="005E7CAC" w:rsidRPr="006C6F55">
        <w:rPr>
          <w:rFonts w:cs="Arial"/>
        </w:rPr>
        <w:t>3</w:t>
      </w:r>
      <w:r w:rsidRPr="006C6F55">
        <w:rPr>
          <w:rFonts w:cs="Arial"/>
        </w:rPr>
        <w:t>0 de ju</w:t>
      </w:r>
      <w:r w:rsidR="005E7CAC" w:rsidRPr="006C6F55">
        <w:rPr>
          <w:rFonts w:cs="Arial"/>
        </w:rPr>
        <w:t>l</w:t>
      </w:r>
      <w:r w:rsidRPr="006C6F55">
        <w:rPr>
          <w:rFonts w:cs="Arial"/>
        </w:rPr>
        <w:t xml:space="preserve">io, por el que se regula la concesión directa de subvenciones a municipios y a entidades de ámbito territorial inferior al municipio (EATIM) de Castilla-La Mancha para el desarrollo de actuaciones incluidas en el Plan Corresponsables, en su artículo 7 “Obligaciones de las entidades beneficiarias”, en su apartado </w:t>
      </w:r>
      <w:r w:rsidR="005E7CAC" w:rsidRPr="006C6F55">
        <w:rPr>
          <w:rFonts w:cs="Arial"/>
        </w:rPr>
        <w:t>g</w:t>
      </w:r>
      <w:r w:rsidRPr="006C6F55">
        <w:rPr>
          <w:rFonts w:cs="Arial"/>
        </w:rPr>
        <w:t xml:space="preserve">) indica que las entidades beneficiarias deberán: </w:t>
      </w:r>
    </w:p>
    <w:p w:rsidR="00B0521E" w:rsidRPr="006C6F55" w:rsidRDefault="00B0521E" w:rsidP="00B0521E">
      <w:pPr>
        <w:pStyle w:val="Prrafodelista"/>
        <w:ind w:left="0"/>
        <w:jc w:val="both"/>
        <w:rPr>
          <w:rFonts w:cs="Arial"/>
        </w:rPr>
      </w:pPr>
    </w:p>
    <w:p w:rsidR="00B0521E" w:rsidRPr="006C6F55" w:rsidRDefault="00B0521E" w:rsidP="00B0521E">
      <w:pPr>
        <w:pStyle w:val="Prrafodelista"/>
        <w:ind w:left="0"/>
        <w:jc w:val="both"/>
        <w:rPr>
          <w:rFonts w:cs="Arial"/>
        </w:rPr>
      </w:pPr>
      <w:r w:rsidRPr="006C6F55">
        <w:rPr>
          <w:rFonts w:cs="Arial"/>
          <w:u w:val="double"/>
        </w:rPr>
        <w:t>Presentar dos memorias</w:t>
      </w:r>
      <w:r w:rsidRPr="006C6F55">
        <w:rPr>
          <w:rFonts w:cs="Arial"/>
          <w:u w:val="single"/>
        </w:rPr>
        <w:t>:</w:t>
      </w:r>
      <w:r w:rsidRPr="006C6F55">
        <w:rPr>
          <w:rFonts w:cs="Arial"/>
        </w:rPr>
        <w:t xml:space="preserve"> una memoria técnica parcial </w:t>
      </w:r>
      <w:r w:rsidRPr="006C6F55">
        <w:rPr>
          <w:rFonts w:cs="Arial"/>
          <w:u w:val="single"/>
        </w:rPr>
        <w:t>antes del 15 de febrero de 202</w:t>
      </w:r>
      <w:r w:rsidR="005E7CAC" w:rsidRPr="006C6F55">
        <w:rPr>
          <w:rFonts w:cs="Arial"/>
          <w:u w:val="single"/>
        </w:rPr>
        <w:t>5</w:t>
      </w:r>
      <w:r w:rsidRPr="006C6F55">
        <w:rPr>
          <w:rFonts w:cs="Arial"/>
        </w:rPr>
        <w:t xml:space="preserve"> de las actuaciones realizadas, establecida en el artículo 17.</w:t>
      </w:r>
    </w:p>
    <w:p w:rsidR="00B0521E" w:rsidRPr="006C6F55" w:rsidRDefault="00B0521E" w:rsidP="00B0521E">
      <w:pPr>
        <w:pStyle w:val="Prrafodelista"/>
        <w:ind w:left="0"/>
        <w:jc w:val="both"/>
        <w:rPr>
          <w:rFonts w:cs="Arial"/>
        </w:rPr>
      </w:pPr>
    </w:p>
    <w:p w:rsidR="00B0521E" w:rsidRPr="006C6F55" w:rsidRDefault="00B0521E" w:rsidP="00B0521E">
      <w:pPr>
        <w:pStyle w:val="Prrafodelista"/>
        <w:ind w:left="0"/>
        <w:jc w:val="both"/>
        <w:rPr>
          <w:rFonts w:cs="Arial"/>
        </w:rPr>
      </w:pPr>
    </w:p>
    <w:p w:rsidR="00B0521E" w:rsidRPr="006C6F55" w:rsidRDefault="00B0521E" w:rsidP="00B0521E">
      <w:pPr>
        <w:pStyle w:val="Prrafodelista"/>
        <w:ind w:left="0"/>
        <w:jc w:val="center"/>
        <w:rPr>
          <w:rFonts w:cs="Arial"/>
          <w:b/>
        </w:rPr>
      </w:pPr>
      <w:r w:rsidRPr="006C6F55">
        <w:rPr>
          <w:rFonts w:cs="Arial"/>
          <w:b/>
        </w:rPr>
        <w:t>INSTRUCCIONES PARA COMPLETAR LA PRIMERA MEMORIA PARCIAL DEL PLAN CORRESPONSABLES 202</w:t>
      </w:r>
      <w:r w:rsidR="005E7CAC" w:rsidRPr="006C6F55">
        <w:rPr>
          <w:rFonts w:cs="Arial"/>
          <w:b/>
        </w:rPr>
        <w:t>4</w:t>
      </w:r>
      <w:r w:rsidRPr="006C6F55">
        <w:rPr>
          <w:rFonts w:cs="Arial"/>
          <w:b/>
        </w:rPr>
        <w:t>/202</w:t>
      </w:r>
      <w:r w:rsidR="005E7CAC" w:rsidRPr="006C6F55">
        <w:rPr>
          <w:rFonts w:cs="Arial"/>
          <w:b/>
        </w:rPr>
        <w:t>5</w:t>
      </w:r>
    </w:p>
    <w:p w:rsidR="003A783D" w:rsidRPr="006C6F55" w:rsidRDefault="003A783D" w:rsidP="00B0521E">
      <w:pPr>
        <w:pStyle w:val="Prrafodelista"/>
        <w:spacing w:line="276" w:lineRule="auto"/>
        <w:ind w:left="0"/>
        <w:jc w:val="center"/>
        <w:rPr>
          <w:rFonts w:cs="Arial"/>
          <w:b/>
        </w:rPr>
      </w:pPr>
    </w:p>
    <w:p w:rsidR="00B0521E" w:rsidRDefault="00B0521E" w:rsidP="00B0521E">
      <w:pPr>
        <w:pStyle w:val="Prrafodelista"/>
        <w:spacing w:line="276" w:lineRule="auto"/>
        <w:ind w:left="0"/>
        <w:rPr>
          <w:rFonts w:cs="Arial"/>
        </w:rPr>
      </w:pPr>
      <w:r w:rsidRPr="006C6F55">
        <w:rPr>
          <w:rFonts w:cs="Arial"/>
          <w:b/>
        </w:rPr>
        <w:t>ANEXO I.</w:t>
      </w:r>
      <w:r w:rsidRPr="006C6F55">
        <w:rPr>
          <w:rFonts w:cs="Arial"/>
        </w:rPr>
        <w:t xml:space="preserve"> Para los datos relativos a las actuaciones realizadas desde la entrada en vigor del Decreto </w:t>
      </w:r>
      <w:r w:rsidR="005E7CAC" w:rsidRPr="006C6F55">
        <w:rPr>
          <w:rFonts w:cs="Arial"/>
        </w:rPr>
        <w:t>43/2024, de 30 de julio</w:t>
      </w:r>
      <w:r w:rsidRPr="006C6F55">
        <w:rPr>
          <w:rFonts w:cs="Arial"/>
        </w:rPr>
        <w:t xml:space="preserve">, </w:t>
      </w:r>
      <w:r w:rsidRPr="00D508F3">
        <w:rPr>
          <w:rFonts w:cs="Arial"/>
          <w:b/>
        </w:rPr>
        <w:t xml:space="preserve">hasta el </w:t>
      </w:r>
      <w:r w:rsidR="00C40CAB" w:rsidRPr="00D508F3">
        <w:rPr>
          <w:rFonts w:cs="Arial"/>
          <w:b/>
        </w:rPr>
        <w:t xml:space="preserve">31 </w:t>
      </w:r>
      <w:r w:rsidRPr="00D508F3">
        <w:rPr>
          <w:rFonts w:cs="Arial"/>
          <w:b/>
        </w:rPr>
        <w:t>de diciembre de 202</w:t>
      </w:r>
      <w:r w:rsidR="00667A60" w:rsidRPr="00D508F3">
        <w:rPr>
          <w:rFonts w:cs="Arial"/>
          <w:b/>
        </w:rPr>
        <w:t>4</w:t>
      </w:r>
      <w:r w:rsidRPr="006C6F55">
        <w:rPr>
          <w:rFonts w:cs="Arial"/>
        </w:rPr>
        <w:t>.</w:t>
      </w:r>
    </w:p>
    <w:p w:rsidR="00A10AF3" w:rsidRPr="006C6F55" w:rsidRDefault="00A10AF3" w:rsidP="00B0521E">
      <w:pPr>
        <w:pStyle w:val="Prrafodelista"/>
        <w:spacing w:line="276" w:lineRule="auto"/>
        <w:ind w:left="0"/>
        <w:rPr>
          <w:rFonts w:cs="Arial"/>
        </w:rPr>
      </w:pPr>
    </w:p>
    <w:p w:rsidR="00B0521E" w:rsidRPr="006C6F55" w:rsidRDefault="00B0521E" w:rsidP="00B0521E">
      <w:pPr>
        <w:pStyle w:val="Prrafodelista"/>
        <w:numPr>
          <w:ilvl w:val="0"/>
          <w:numId w:val="13"/>
        </w:numPr>
        <w:spacing w:line="276" w:lineRule="auto"/>
        <w:rPr>
          <w:rFonts w:cs="Arial"/>
          <w:b/>
        </w:rPr>
      </w:pPr>
      <w:r w:rsidRPr="006C6F55">
        <w:rPr>
          <w:rFonts w:cs="Arial"/>
          <w:b/>
        </w:rPr>
        <w:t xml:space="preserve">ANEXO </w:t>
      </w:r>
      <w:r w:rsidR="006C6F55">
        <w:rPr>
          <w:rFonts w:cs="Arial"/>
          <w:b/>
        </w:rPr>
        <w:t>1</w:t>
      </w:r>
      <w:r w:rsidRPr="006C6F55">
        <w:rPr>
          <w:rFonts w:cs="Arial"/>
          <w:b/>
        </w:rPr>
        <w:t>.1.- ACTUACIONES DESARROLLADAS</w:t>
      </w:r>
    </w:p>
    <w:p w:rsidR="00B0521E" w:rsidRPr="006C6F55" w:rsidRDefault="00B0521E" w:rsidP="00B0521E">
      <w:pPr>
        <w:pStyle w:val="Prrafodelista"/>
        <w:spacing w:after="160" w:line="259" w:lineRule="auto"/>
        <w:jc w:val="both"/>
        <w:rPr>
          <w:rFonts w:cs="Arial"/>
        </w:rPr>
      </w:pPr>
      <w:r w:rsidRPr="006C6F55">
        <w:rPr>
          <w:rFonts w:cs="Arial"/>
        </w:rPr>
        <w:t>Indique el nombre de su Municipio/EAT</w:t>
      </w:r>
    </w:p>
    <w:p w:rsidR="00B0521E" w:rsidRDefault="00B0521E" w:rsidP="00B0521E">
      <w:pPr>
        <w:pStyle w:val="Prrafodelista"/>
        <w:spacing w:after="160" w:line="259" w:lineRule="auto"/>
        <w:jc w:val="both"/>
        <w:rPr>
          <w:rFonts w:cs="Arial"/>
        </w:rPr>
      </w:pPr>
      <w:r w:rsidRPr="006C6F55">
        <w:rPr>
          <w:rFonts w:cs="Arial"/>
        </w:rPr>
        <w:t>En caso de no haber realizado ninguna actividad, indique brevemente los motivos.</w:t>
      </w:r>
    </w:p>
    <w:p w:rsidR="00A10AF3" w:rsidRPr="006C6F55" w:rsidRDefault="00A10AF3" w:rsidP="00B0521E">
      <w:pPr>
        <w:pStyle w:val="Prrafodelista"/>
        <w:spacing w:after="160" w:line="259" w:lineRule="auto"/>
        <w:jc w:val="both"/>
        <w:rPr>
          <w:rFonts w:cs="Arial"/>
        </w:rPr>
      </w:pPr>
    </w:p>
    <w:p w:rsidR="00D45A4A" w:rsidRPr="00D20C92" w:rsidRDefault="00D45A4A" w:rsidP="00D45A4A">
      <w:pPr>
        <w:pStyle w:val="Prrafodelista"/>
        <w:numPr>
          <w:ilvl w:val="0"/>
          <w:numId w:val="18"/>
        </w:numPr>
        <w:spacing w:after="160" w:line="259" w:lineRule="auto"/>
        <w:jc w:val="both"/>
        <w:rPr>
          <w:rFonts w:cs="Arial"/>
        </w:rPr>
      </w:pPr>
      <w:r w:rsidRPr="006C6F55">
        <w:rPr>
          <w:rFonts w:cs="Arial"/>
          <w:b/>
        </w:rPr>
        <w:t xml:space="preserve">ANEXO </w:t>
      </w:r>
      <w:r w:rsidR="006C6F55">
        <w:rPr>
          <w:rFonts w:cs="Arial"/>
          <w:b/>
        </w:rPr>
        <w:t>1</w:t>
      </w:r>
      <w:r w:rsidRPr="006C6F55">
        <w:rPr>
          <w:rFonts w:cs="Arial"/>
          <w:b/>
        </w:rPr>
        <w:t>.</w:t>
      </w:r>
      <w:r w:rsidR="00A55D8E" w:rsidRPr="006C6F55">
        <w:rPr>
          <w:rFonts w:cs="Arial"/>
          <w:b/>
        </w:rPr>
        <w:t>2</w:t>
      </w:r>
      <w:r w:rsidRPr="006C6F55">
        <w:rPr>
          <w:rFonts w:cs="Arial"/>
          <w:b/>
        </w:rPr>
        <w:t>.- DATOS ESTADÍSTICOS DEL CONJUNTO DE ACTUACIONES.</w:t>
      </w:r>
    </w:p>
    <w:p w:rsidR="00D20C92" w:rsidRDefault="00D20C92" w:rsidP="00D20C92">
      <w:pPr>
        <w:pStyle w:val="Prrafodelista"/>
        <w:numPr>
          <w:ilvl w:val="1"/>
          <w:numId w:val="18"/>
        </w:numPr>
        <w:spacing w:after="160" w:line="259" w:lineRule="auto"/>
        <w:jc w:val="both"/>
        <w:rPr>
          <w:rFonts w:cs="Arial"/>
        </w:rPr>
      </w:pPr>
      <w:r>
        <w:rPr>
          <w:rFonts w:cs="Arial"/>
        </w:rPr>
        <w:t>1.2.1.- Datos generales</w:t>
      </w:r>
    </w:p>
    <w:p w:rsidR="00D20C92" w:rsidRDefault="00D20C92" w:rsidP="00D20C92">
      <w:pPr>
        <w:pStyle w:val="Prrafodelista"/>
        <w:numPr>
          <w:ilvl w:val="1"/>
          <w:numId w:val="18"/>
        </w:numPr>
        <w:spacing w:after="160" w:line="259" w:lineRule="auto"/>
        <w:jc w:val="both"/>
        <w:rPr>
          <w:rFonts w:cs="Arial"/>
        </w:rPr>
      </w:pPr>
      <w:r>
        <w:rPr>
          <w:rFonts w:cs="Arial"/>
        </w:rPr>
        <w:t>1.2.2.- Servicios de cuidados profesionales</w:t>
      </w:r>
    </w:p>
    <w:p w:rsidR="00D20C92" w:rsidRDefault="00D20C92" w:rsidP="00D20C92">
      <w:pPr>
        <w:pStyle w:val="Prrafodelista"/>
        <w:numPr>
          <w:ilvl w:val="1"/>
          <w:numId w:val="18"/>
        </w:numPr>
        <w:spacing w:after="160" w:line="259" w:lineRule="auto"/>
        <w:jc w:val="both"/>
        <w:rPr>
          <w:rFonts w:cs="Arial"/>
        </w:rPr>
      </w:pPr>
      <w:r>
        <w:rPr>
          <w:rFonts w:cs="Arial"/>
        </w:rPr>
        <w:t>1.2.3.- Creación de empleo de calidad</w:t>
      </w:r>
    </w:p>
    <w:p w:rsidR="00D20C92" w:rsidRPr="006C6F55" w:rsidRDefault="00D20C92" w:rsidP="00D20C92">
      <w:pPr>
        <w:pStyle w:val="Prrafodelista"/>
        <w:numPr>
          <w:ilvl w:val="1"/>
          <w:numId w:val="18"/>
        </w:numPr>
        <w:spacing w:after="160" w:line="259" w:lineRule="auto"/>
        <w:jc w:val="both"/>
        <w:rPr>
          <w:rFonts w:cs="Arial"/>
        </w:rPr>
      </w:pPr>
      <w:r>
        <w:rPr>
          <w:rFonts w:cs="Arial"/>
        </w:rPr>
        <w:t>1.2.4.- Valoración global del proyecto</w:t>
      </w:r>
    </w:p>
    <w:p w:rsidR="00D45A4A" w:rsidRPr="006C6F55" w:rsidRDefault="00D45A4A" w:rsidP="00D45A4A">
      <w:pPr>
        <w:pStyle w:val="Prrafodelista"/>
        <w:spacing w:after="160" w:line="259" w:lineRule="auto"/>
        <w:jc w:val="both"/>
        <w:rPr>
          <w:rFonts w:cs="Arial"/>
          <w:b/>
        </w:rPr>
      </w:pPr>
    </w:p>
    <w:p w:rsidR="00B0521E" w:rsidRPr="006C6F55" w:rsidRDefault="00B0521E" w:rsidP="00B0521E">
      <w:pPr>
        <w:pStyle w:val="Prrafodelista"/>
        <w:spacing w:line="276" w:lineRule="auto"/>
        <w:rPr>
          <w:rFonts w:cs="Arial"/>
        </w:rPr>
      </w:pPr>
    </w:p>
    <w:p w:rsidR="00B0521E" w:rsidRPr="006C6F55" w:rsidRDefault="00B0521E">
      <w:pPr>
        <w:spacing w:after="160" w:line="259" w:lineRule="auto"/>
        <w:rPr>
          <w:rFonts w:cs="Arial"/>
        </w:rPr>
      </w:pPr>
      <w:r w:rsidRPr="006C6F55">
        <w:rPr>
          <w:rFonts w:cs="Arial"/>
        </w:rPr>
        <w:br w:type="page"/>
      </w:r>
    </w:p>
    <w:p w:rsidR="00B0521E" w:rsidRPr="006C6F55" w:rsidRDefault="00B0521E" w:rsidP="00B0521E">
      <w:pPr>
        <w:pStyle w:val="Prrafodelista"/>
        <w:spacing w:line="276" w:lineRule="auto"/>
        <w:ind w:left="0"/>
        <w:jc w:val="center"/>
        <w:rPr>
          <w:rFonts w:cs="Arial"/>
          <w:b/>
          <w:u w:val="single"/>
        </w:rPr>
      </w:pPr>
      <w:r w:rsidRPr="006C6F55">
        <w:rPr>
          <w:rFonts w:cs="Arial"/>
          <w:b/>
          <w:u w:val="single"/>
        </w:rPr>
        <w:lastRenderedPageBreak/>
        <w:t xml:space="preserve">ANEXO </w:t>
      </w:r>
      <w:r w:rsidR="006C6F55">
        <w:rPr>
          <w:rFonts w:cs="Arial"/>
          <w:b/>
          <w:u w:val="single"/>
        </w:rPr>
        <w:t>1</w:t>
      </w:r>
      <w:r w:rsidRPr="006C6F55">
        <w:rPr>
          <w:rFonts w:cs="Arial"/>
          <w:b/>
          <w:u w:val="single"/>
        </w:rPr>
        <w:t>.- MEMORIA PARCIAL DE ACTUACIONES</w:t>
      </w:r>
    </w:p>
    <w:p w:rsidR="00B0521E" w:rsidRPr="006C6F55" w:rsidRDefault="00B0521E" w:rsidP="00B0521E">
      <w:pPr>
        <w:pStyle w:val="Prrafodelista"/>
        <w:spacing w:line="276" w:lineRule="auto"/>
        <w:ind w:left="0"/>
        <w:jc w:val="center"/>
        <w:rPr>
          <w:rFonts w:cs="Arial"/>
          <w:b/>
          <w:u w:val="single"/>
        </w:rPr>
      </w:pPr>
    </w:p>
    <w:p w:rsidR="00B0521E" w:rsidRPr="006C6F55" w:rsidRDefault="00B0521E" w:rsidP="00B0521E">
      <w:pPr>
        <w:pStyle w:val="Prrafodelista"/>
        <w:spacing w:line="276" w:lineRule="auto"/>
        <w:ind w:left="0"/>
        <w:jc w:val="both"/>
        <w:rPr>
          <w:rFonts w:cs="Arial"/>
          <w:b/>
          <w:u w:val="single"/>
        </w:rPr>
      </w:pPr>
      <w:r w:rsidRPr="006C6F55">
        <w:rPr>
          <w:rFonts w:cs="Arial"/>
          <w:b/>
        </w:rPr>
        <w:t xml:space="preserve">ANEXO I.1.- </w:t>
      </w:r>
      <w:r w:rsidRPr="006C6F55">
        <w:rPr>
          <w:rFonts w:cs="Arial"/>
        </w:rPr>
        <w:t xml:space="preserve">ACTUACIONES DESARROLLADAS </w:t>
      </w:r>
      <w:r w:rsidRPr="006C6F55">
        <w:rPr>
          <w:rFonts w:cs="Arial"/>
          <w:b/>
          <w:u w:val="single"/>
        </w:rPr>
        <w:t>HASTA EL 31 DE DICIEMBRE DE 202</w:t>
      </w:r>
      <w:r w:rsidR="00897644">
        <w:rPr>
          <w:rFonts w:cs="Arial"/>
          <w:b/>
          <w:u w:val="single"/>
        </w:rPr>
        <w:t>4</w:t>
      </w:r>
      <w:r w:rsidRPr="006C6F55">
        <w:rPr>
          <w:rFonts w:cs="Arial"/>
          <w:b/>
          <w:u w:val="single"/>
        </w:rPr>
        <w:t>.</w:t>
      </w:r>
    </w:p>
    <w:p w:rsidR="00B0521E" w:rsidRPr="006C6F55" w:rsidRDefault="00B0521E" w:rsidP="00B0521E">
      <w:pPr>
        <w:pStyle w:val="Prrafodelista"/>
        <w:spacing w:line="276" w:lineRule="auto"/>
        <w:ind w:left="0"/>
        <w:jc w:val="both"/>
        <w:rPr>
          <w:rFonts w:cs="Arial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14"/>
        <w:gridCol w:w="5380"/>
      </w:tblGrid>
      <w:tr w:rsidR="00B0521E" w:rsidRPr="006C6F55" w:rsidTr="00B0521E">
        <w:trPr>
          <w:trHeight w:val="664"/>
        </w:trPr>
        <w:tc>
          <w:tcPr>
            <w:tcW w:w="3114" w:type="dxa"/>
          </w:tcPr>
          <w:p w:rsidR="00B0521E" w:rsidRPr="006C6F55" w:rsidRDefault="00B0521E" w:rsidP="00B0521E">
            <w:pPr>
              <w:pStyle w:val="Prrafodelista"/>
              <w:spacing w:line="276" w:lineRule="auto"/>
              <w:ind w:left="0"/>
              <w:jc w:val="both"/>
              <w:rPr>
                <w:rFonts w:cs="Arial"/>
              </w:rPr>
            </w:pPr>
            <w:r w:rsidRPr="006C6F55">
              <w:rPr>
                <w:rFonts w:cs="Arial"/>
              </w:rPr>
              <w:t>AYUNTAMIENTO O EATIM:</w:t>
            </w:r>
          </w:p>
        </w:tc>
        <w:tc>
          <w:tcPr>
            <w:tcW w:w="5380" w:type="dxa"/>
          </w:tcPr>
          <w:p w:rsidR="00B0521E" w:rsidRPr="006C6F55" w:rsidRDefault="00B0521E" w:rsidP="00B0521E">
            <w:pPr>
              <w:pStyle w:val="Prrafodelista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</w:tr>
    </w:tbl>
    <w:p w:rsidR="00B0521E" w:rsidRPr="006C6F55" w:rsidRDefault="00B0521E" w:rsidP="00B0521E">
      <w:pPr>
        <w:pStyle w:val="Prrafodelista"/>
        <w:spacing w:line="276" w:lineRule="auto"/>
        <w:ind w:left="0"/>
        <w:jc w:val="both"/>
        <w:rPr>
          <w:rFonts w:cs="Arial"/>
          <w:b/>
        </w:rPr>
      </w:pPr>
    </w:p>
    <w:p w:rsidR="00510AC6" w:rsidRPr="006C6F55" w:rsidRDefault="00510AC6" w:rsidP="00B0521E">
      <w:pPr>
        <w:pStyle w:val="Prrafodelista"/>
        <w:spacing w:line="276" w:lineRule="auto"/>
        <w:ind w:left="0"/>
        <w:jc w:val="both"/>
        <w:rPr>
          <w:rFonts w:cs="Arial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0521E" w:rsidRPr="006C6F55" w:rsidTr="00510AC6">
        <w:trPr>
          <w:trHeight w:val="2587"/>
        </w:trPr>
        <w:tc>
          <w:tcPr>
            <w:tcW w:w="8494" w:type="dxa"/>
          </w:tcPr>
          <w:p w:rsidR="00B0521E" w:rsidRPr="006C6F55" w:rsidRDefault="00B0521E" w:rsidP="009D4A9A">
            <w:pPr>
              <w:pStyle w:val="Prrafodelista"/>
              <w:spacing w:line="276" w:lineRule="auto"/>
              <w:ind w:left="0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NOMBRE DE LAS ACTUACIONES QUE SE HAN DESARROLLADO.</w:t>
            </w:r>
            <w:r w:rsidR="00897644">
              <w:rPr>
                <w:rFonts w:cs="Arial"/>
                <w:b/>
              </w:rPr>
              <w:t xml:space="preserve"> </w:t>
            </w:r>
            <w:r w:rsidR="00897644">
              <w:rPr>
                <w:rFonts w:cs="Arial"/>
              </w:rPr>
              <w:t xml:space="preserve">(Cada una de la tipología de actuaciones, independientemente de que </w:t>
            </w:r>
            <w:r w:rsidR="001541AC">
              <w:rPr>
                <w:rFonts w:cs="Arial"/>
              </w:rPr>
              <w:t>estas</w:t>
            </w:r>
            <w:r w:rsidR="00897644">
              <w:rPr>
                <w:rFonts w:cs="Arial"/>
              </w:rPr>
              <w:t xml:space="preserve"> tenga</w:t>
            </w:r>
            <w:r w:rsidR="001541AC">
              <w:rPr>
                <w:rFonts w:cs="Arial"/>
              </w:rPr>
              <w:t>n</w:t>
            </w:r>
            <w:r w:rsidR="00897644">
              <w:rPr>
                <w:rFonts w:cs="Arial"/>
              </w:rPr>
              <w:t xml:space="preserve"> una o varias actividades</w:t>
            </w:r>
            <w:r w:rsidR="001541AC">
              <w:rPr>
                <w:rFonts w:cs="Arial"/>
              </w:rPr>
              <w:t xml:space="preserve">. Serían actuaciones, </w:t>
            </w:r>
            <w:r w:rsidR="00897644">
              <w:rPr>
                <w:rFonts w:cs="Arial"/>
              </w:rPr>
              <w:t>por ejemplo, Ludoteca, Campamento de verano, etc.)</w:t>
            </w:r>
            <w:r w:rsidR="00B431CD" w:rsidRPr="006C6F55">
              <w:rPr>
                <w:rFonts w:cs="Arial"/>
                <w:b/>
              </w:rPr>
              <w:t xml:space="preserve"> </w:t>
            </w:r>
          </w:p>
          <w:p w:rsidR="00B0521E" w:rsidRPr="006C6F55" w:rsidRDefault="00B0521E" w:rsidP="009D4A9A">
            <w:pPr>
              <w:pStyle w:val="Prrafodelista"/>
              <w:spacing w:line="276" w:lineRule="auto"/>
              <w:ind w:left="0"/>
              <w:rPr>
                <w:rFonts w:cs="Arial"/>
              </w:rPr>
            </w:pPr>
            <w:r w:rsidRPr="006C6F55">
              <w:rPr>
                <w:rFonts w:cs="Arial"/>
              </w:rPr>
              <w:t>1.-</w:t>
            </w:r>
          </w:p>
          <w:p w:rsidR="00B0521E" w:rsidRPr="006C6F55" w:rsidRDefault="00B0521E" w:rsidP="009D4A9A">
            <w:pPr>
              <w:pStyle w:val="Prrafodelista"/>
              <w:spacing w:line="276" w:lineRule="auto"/>
              <w:ind w:left="0"/>
              <w:rPr>
                <w:rFonts w:cs="Arial"/>
              </w:rPr>
            </w:pPr>
            <w:r w:rsidRPr="006C6F55">
              <w:rPr>
                <w:rFonts w:cs="Arial"/>
              </w:rPr>
              <w:t>2.-</w:t>
            </w:r>
          </w:p>
          <w:p w:rsidR="00B0521E" w:rsidRPr="006C6F55" w:rsidRDefault="00B0521E" w:rsidP="009D4A9A">
            <w:pPr>
              <w:pStyle w:val="Prrafodelista"/>
              <w:spacing w:line="276" w:lineRule="auto"/>
              <w:ind w:left="0"/>
              <w:rPr>
                <w:rFonts w:cs="Arial"/>
              </w:rPr>
            </w:pPr>
            <w:r w:rsidRPr="006C6F55">
              <w:rPr>
                <w:rFonts w:cs="Arial"/>
              </w:rPr>
              <w:t>3.-</w:t>
            </w:r>
          </w:p>
          <w:p w:rsidR="00B431CD" w:rsidRPr="006C6F55" w:rsidRDefault="00B431CD" w:rsidP="009D4A9A">
            <w:pPr>
              <w:pStyle w:val="Prrafodelista"/>
              <w:spacing w:line="276" w:lineRule="auto"/>
              <w:ind w:left="0"/>
              <w:rPr>
                <w:rFonts w:cs="Arial"/>
              </w:rPr>
            </w:pPr>
            <w:r w:rsidRPr="006C6F55">
              <w:rPr>
                <w:rFonts w:cs="Arial"/>
              </w:rPr>
              <w:t>4.-</w:t>
            </w:r>
          </w:p>
          <w:p w:rsidR="00B0521E" w:rsidRPr="006C6F55" w:rsidRDefault="00333AA9" w:rsidP="009D4A9A">
            <w:pPr>
              <w:pStyle w:val="Prrafodelista"/>
              <w:spacing w:line="276" w:lineRule="auto"/>
              <w:ind w:left="0"/>
              <w:rPr>
                <w:rFonts w:cs="Arial"/>
              </w:rPr>
            </w:pPr>
            <w:r>
              <w:rPr>
                <w:rFonts w:cs="Arial"/>
              </w:rPr>
              <w:t>…………</w:t>
            </w:r>
          </w:p>
        </w:tc>
        <w:bookmarkStart w:id="0" w:name="_GoBack"/>
        <w:bookmarkEnd w:id="0"/>
      </w:tr>
    </w:tbl>
    <w:p w:rsidR="00B0521E" w:rsidRPr="006C6F55" w:rsidRDefault="00B0521E" w:rsidP="009D4A9A">
      <w:pPr>
        <w:pStyle w:val="Prrafodelista"/>
        <w:spacing w:line="276" w:lineRule="auto"/>
        <w:ind w:left="0"/>
        <w:rPr>
          <w:rFonts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C6F55" w:rsidRPr="006C6F55" w:rsidTr="005225A3">
        <w:trPr>
          <w:trHeight w:val="351"/>
        </w:trPr>
        <w:tc>
          <w:tcPr>
            <w:tcW w:w="8494" w:type="dxa"/>
            <w:tcBorders>
              <w:bottom w:val="dotted" w:sz="4" w:space="0" w:color="auto"/>
            </w:tcBorders>
          </w:tcPr>
          <w:p w:rsidR="00B0521E" w:rsidRPr="006C6F55" w:rsidRDefault="00B0521E" w:rsidP="009D4A9A">
            <w:pPr>
              <w:pStyle w:val="Prrafodelista"/>
              <w:spacing w:line="276" w:lineRule="auto"/>
              <w:ind w:left="0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Si no se han realizado actuaciones</w:t>
            </w:r>
            <w:r w:rsidR="00143603" w:rsidRPr="006C6F55">
              <w:rPr>
                <w:rFonts w:cs="Arial"/>
                <w:b/>
              </w:rPr>
              <w:t>, indique el motivo:</w:t>
            </w:r>
          </w:p>
          <w:p w:rsidR="005225A3" w:rsidRPr="006C6F55" w:rsidRDefault="005225A3" w:rsidP="005225A3">
            <w:pPr>
              <w:spacing w:line="276" w:lineRule="auto"/>
              <w:rPr>
                <w:rFonts w:cs="Arial"/>
              </w:rPr>
            </w:pPr>
          </w:p>
        </w:tc>
      </w:tr>
      <w:tr w:rsidR="005225A3" w:rsidRPr="006C6F55" w:rsidTr="005225A3">
        <w:trPr>
          <w:trHeight w:val="1354"/>
        </w:trPr>
        <w:tc>
          <w:tcPr>
            <w:tcW w:w="8494" w:type="dxa"/>
            <w:tcBorders>
              <w:top w:val="dotted" w:sz="4" w:space="0" w:color="auto"/>
            </w:tcBorders>
          </w:tcPr>
          <w:p w:rsidR="0003450F" w:rsidRPr="006C6F55" w:rsidRDefault="0003450F" w:rsidP="0003450F">
            <w:pPr>
              <w:pStyle w:val="Prrafodelista"/>
              <w:spacing w:line="276" w:lineRule="auto"/>
              <w:rPr>
                <w:rFonts w:cs="Arial"/>
              </w:rPr>
            </w:pPr>
          </w:p>
          <w:p w:rsidR="005225A3" w:rsidRPr="006C6F55" w:rsidRDefault="005225A3" w:rsidP="005225A3">
            <w:pPr>
              <w:pStyle w:val="Prrafodelista"/>
              <w:numPr>
                <w:ilvl w:val="0"/>
                <w:numId w:val="21"/>
              </w:numPr>
              <w:spacing w:line="276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Se iniciará en fechas próximas                                </w:t>
            </w:r>
            <w:sdt>
              <w:sdtPr>
                <w:rPr>
                  <w:rFonts w:cs="Arial"/>
                </w:rPr>
                <w:id w:val="1925610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6C6F55">
              <w:rPr>
                <w:rFonts w:cs="Arial"/>
              </w:rPr>
              <w:t xml:space="preserve">                                                                </w:t>
            </w:r>
          </w:p>
          <w:p w:rsidR="005225A3" w:rsidRPr="006C6F55" w:rsidRDefault="005225A3" w:rsidP="005225A3">
            <w:pPr>
              <w:pStyle w:val="Prrafodelista"/>
              <w:numPr>
                <w:ilvl w:val="0"/>
                <w:numId w:val="21"/>
              </w:numPr>
              <w:spacing w:line="276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Dificultades para encontrar personal para las actuaciones de cuidados con las titulaciones necesarias                                             </w:t>
            </w:r>
            <w:sdt>
              <w:sdtPr>
                <w:rPr>
                  <w:rFonts w:cs="Arial"/>
                </w:rPr>
                <w:id w:val="-1677109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5225A3" w:rsidRPr="006C6F55" w:rsidRDefault="005225A3" w:rsidP="005225A3">
            <w:pPr>
              <w:pStyle w:val="Prrafodelista"/>
              <w:numPr>
                <w:ilvl w:val="0"/>
                <w:numId w:val="21"/>
              </w:numPr>
              <w:spacing w:line="276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Dificultades administrativas                                    </w:t>
            </w:r>
            <w:sdt>
              <w:sdtPr>
                <w:rPr>
                  <w:rFonts w:cs="Arial"/>
                </w:rPr>
                <w:id w:val="152495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5225A3" w:rsidRPr="006C6F55" w:rsidRDefault="005225A3" w:rsidP="005225A3">
            <w:pPr>
              <w:pStyle w:val="Prrafodelista"/>
              <w:numPr>
                <w:ilvl w:val="0"/>
                <w:numId w:val="21"/>
              </w:numPr>
              <w:spacing w:line="276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Falta de interés por parte de las familias              </w:t>
            </w:r>
            <w:sdt>
              <w:sdtPr>
                <w:rPr>
                  <w:rFonts w:cs="Arial"/>
                </w:rPr>
                <w:id w:val="1041549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03450F" w:rsidRPr="006C6F55" w:rsidRDefault="0003450F" w:rsidP="0003450F">
            <w:pPr>
              <w:pStyle w:val="Prrafodelista"/>
              <w:numPr>
                <w:ilvl w:val="0"/>
                <w:numId w:val="21"/>
              </w:numPr>
              <w:spacing w:line="276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No hay suficientes menores                                    </w:t>
            </w:r>
            <w:sdt>
              <w:sdtPr>
                <w:rPr>
                  <w:rFonts w:cs="Arial"/>
                </w:rPr>
                <w:id w:val="-1797899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5225A3" w:rsidRPr="006C6F55" w:rsidRDefault="005225A3" w:rsidP="005225A3">
            <w:pPr>
              <w:pStyle w:val="Prrafodelista"/>
              <w:numPr>
                <w:ilvl w:val="0"/>
                <w:numId w:val="21"/>
              </w:numPr>
              <w:spacing w:line="276" w:lineRule="auto"/>
              <w:rPr>
                <w:rFonts w:cs="Arial"/>
              </w:rPr>
            </w:pPr>
            <w:r w:rsidRPr="006C6F55">
              <w:rPr>
                <w:rFonts w:cs="Arial"/>
              </w:rPr>
              <w:t>Otros _____________________________________________________</w:t>
            </w:r>
          </w:p>
          <w:p w:rsidR="005225A3" w:rsidRPr="006C6F55" w:rsidRDefault="005225A3" w:rsidP="005225A3">
            <w:pPr>
              <w:spacing w:line="276" w:lineRule="auto"/>
              <w:rPr>
                <w:rFonts w:cs="Arial"/>
              </w:rPr>
            </w:pPr>
          </w:p>
          <w:p w:rsidR="005225A3" w:rsidRPr="006C6F55" w:rsidRDefault="005225A3" w:rsidP="005225A3">
            <w:pPr>
              <w:spacing w:line="276" w:lineRule="auto"/>
              <w:rPr>
                <w:rFonts w:cs="Arial"/>
              </w:rPr>
            </w:pPr>
          </w:p>
          <w:p w:rsidR="005225A3" w:rsidRPr="006C6F55" w:rsidRDefault="005225A3" w:rsidP="005225A3">
            <w:pPr>
              <w:spacing w:line="276" w:lineRule="auto"/>
              <w:rPr>
                <w:rFonts w:cs="Arial"/>
              </w:rPr>
            </w:pPr>
          </w:p>
          <w:p w:rsidR="005225A3" w:rsidRPr="006C6F55" w:rsidRDefault="005225A3" w:rsidP="005225A3">
            <w:pPr>
              <w:spacing w:line="276" w:lineRule="auto"/>
              <w:rPr>
                <w:rFonts w:cs="Arial"/>
              </w:rPr>
            </w:pPr>
          </w:p>
          <w:p w:rsidR="005225A3" w:rsidRPr="006C6F55" w:rsidRDefault="005225A3" w:rsidP="005225A3">
            <w:pPr>
              <w:spacing w:line="276" w:lineRule="auto"/>
              <w:rPr>
                <w:rFonts w:cs="Arial"/>
              </w:rPr>
            </w:pPr>
          </w:p>
          <w:p w:rsidR="005225A3" w:rsidRPr="006C6F55" w:rsidRDefault="005225A3" w:rsidP="005225A3">
            <w:pPr>
              <w:spacing w:line="276" w:lineRule="auto"/>
              <w:rPr>
                <w:rFonts w:cs="Arial"/>
              </w:rPr>
            </w:pPr>
          </w:p>
          <w:p w:rsidR="005225A3" w:rsidRPr="006C6F55" w:rsidRDefault="005225A3" w:rsidP="005225A3">
            <w:pPr>
              <w:spacing w:line="276" w:lineRule="auto"/>
              <w:rPr>
                <w:rFonts w:cs="Arial"/>
              </w:rPr>
            </w:pPr>
          </w:p>
          <w:p w:rsidR="005225A3" w:rsidRPr="006C6F55" w:rsidRDefault="005225A3" w:rsidP="005225A3">
            <w:pPr>
              <w:spacing w:line="276" w:lineRule="auto"/>
              <w:rPr>
                <w:rFonts w:cs="Arial"/>
              </w:rPr>
            </w:pPr>
          </w:p>
        </w:tc>
      </w:tr>
    </w:tbl>
    <w:p w:rsidR="00B0521E" w:rsidRPr="006C6F55" w:rsidRDefault="00B0521E" w:rsidP="009D4A9A">
      <w:pPr>
        <w:pStyle w:val="Prrafodelista"/>
        <w:spacing w:line="276" w:lineRule="auto"/>
        <w:ind w:left="0"/>
        <w:rPr>
          <w:rFonts w:cs="Arial"/>
        </w:rPr>
      </w:pPr>
    </w:p>
    <w:p w:rsidR="00B0521E" w:rsidRPr="006C6F55" w:rsidRDefault="00B0521E" w:rsidP="009D4A9A">
      <w:pPr>
        <w:pStyle w:val="Prrafodelista"/>
        <w:spacing w:line="276" w:lineRule="auto"/>
        <w:ind w:left="0"/>
        <w:rPr>
          <w:rFonts w:cs="Arial"/>
        </w:rPr>
      </w:pPr>
    </w:p>
    <w:p w:rsidR="00897644" w:rsidRDefault="00897644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:rsidR="003F5110" w:rsidRPr="006C6F55" w:rsidRDefault="00A55D8E" w:rsidP="00897644">
      <w:pPr>
        <w:spacing w:after="160" w:line="259" w:lineRule="auto"/>
        <w:jc w:val="center"/>
        <w:rPr>
          <w:rFonts w:cs="Arial"/>
        </w:rPr>
      </w:pPr>
      <w:r w:rsidRPr="006C6F55">
        <w:rPr>
          <w:rFonts w:cs="Arial"/>
          <w:b/>
        </w:rPr>
        <w:lastRenderedPageBreak/>
        <w:t xml:space="preserve">ANEXO </w:t>
      </w:r>
      <w:r w:rsidR="006C6F55">
        <w:rPr>
          <w:rFonts w:cs="Arial"/>
          <w:b/>
        </w:rPr>
        <w:t>1</w:t>
      </w:r>
      <w:r w:rsidRPr="006C6F55">
        <w:rPr>
          <w:rFonts w:cs="Arial"/>
          <w:b/>
        </w:rPr>
        <w:t>.2.- DATOS ESTADÍSTICOS DEL CONJUNTO DE ACTUACIONES</w:t>
      </w:r>
    </w:p>
    <w:tbl>
      <w:tblPr>
        <w:tblStyle w:val="Tablaconcuadrcula"/>
        <w:tblW w:w="8494" w:type="dxa"/>
        <w:tblLook w:val="04A0" w:firstRow="1" w:lastRow="0" w:firstColumn="1" w:lastColumn="0" w:noHBand="0" w:noVBand="1"/>
      </w:tblPr>
      <w:tblGrid>
        <w:gridCol w:w="562"/>
        <w:gridCol w:w="5100"/>
        <w:gridCol w:w="2271"/>
        <w:gridCol w:w="561"/>
      </w:tblGrid>
      <w:tr w:rsidR="006C6F55" w:rsidRPr="006C6F55" w:rsidTr="002725D9">
        <w:trPr>
          <w:trHeight w:val="564"/>
        </w:trPr>
        <w:tc>
          <w:tcPr>
            <w:tcW w:w="8494" w:type="dxa"/>
            <w:gridSpan w:val="4"/>
          </w:tcPr>
          <w:p w:rsidR="00A55781" w:rsidRPr="006C6F55" w:rsidRDefault="006C6F55" w:rsidP="00A55781">
            <w:pPr>
              <w:spacing w:after="160" w:line="259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A55781" w:rsidRPr="006C6F55">
              <w:rPr>
                <w:rFonts w:cs="Arial"/>
                <w:b/>
              </w:rPr>
              <w:t xml:space="preserve">.2.1.- DATOS GENERALES </w:t>
            </w:r>
            <w:r w:rsidR="00AB4262" w:rsidRPr="006C6F55">
              <w:rPr>
                <w:rFonts w:cs="Arial"/>
                <w:b/>
              </w:rPr>
              <w:t>DEL CONJUNTO DE ACTUACIONES</w:t>
            </w:r>
          </w:p>
        </w:tc>
      </w:tr>
      <w:tr w:rsidR="006C6F55" w:rsidRPr="006C6F55" w:rsidTr="002725D9">
        <w:trPr>
          <w:trHeight w:val="678"/>
        </w:trPr>
        <w:tc>
          <w:tcPr>
            <w:tcW w:w="8494" w:type="dxa"/>
            <w:gridSpan w:val="4"/>
            <w:shd w:val="clear" w:color="auto" w:fill="DBDBDB" w:themeFill="accent3" w:themeFillTint="66"/>
          </w:tcPr>
          <w:p w:rsidR="00A55781" w:rsidRPr="006C6F55" w:rsidRDefault="008038D9" w:rsidP="00A55781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1</w:t>
            </w:r>
            <w:r w:rsidR="00A55781" w:rsidRPr="006C6F55">
              <w:rPr>
                <w:rFonts w:cs="Arial"/>
                <w:b/>
              </w:rPr>
              <w:t xml:space="preserve">.- Objetivos específicos para todo el proyecto:     </w:t>
            </w:r>
          </w:p>
        </w:tc>
      </w:tr>
      <w:tr w:rsidR="006C6F55" w:rsidRPr="006C6F55" w:rsidTr="002725D9">
        <w:trPr>
          <w:trHeight w:val="486"/>
        </w:trPr>
        <w:tc>
          <w:tcPr>
            <w:tcW w:w="562" w:type="dxa"/>
            <w:tcBorders>
              <w:right w:val="dotted" w:sz="4" w:space="0" w:color="auto"/>
            </w:tcBorders>
          </w:tcPr>
          <w:p w:rsidR="00A55781" w:rsidRPr="006C6F55" w:rsidRDefault="00135416" w:rsidP="00A55781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7371" w:type="dxa"/>
            <w:gridSpan w:val="2"/>
            <w:tcBorders>
              <w:left w:val="dotted" w:sz="4" w:space="0" w:color="auto"/>
            </w:tcBorders>
          </w:tcPr>
          <w:p w:rsidR="00A55781" w:rsidRPr="006C6F55" w:rsidRDefault="00A55781" w:rsidP="00A55781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Facilitar a las mujeres el acceso al mercado laboral</w:t>
            </w:r>
          </w:p>
        </w:tc>
        <w:sdt>
          <w:sdtPr>
            <w:rPr>
              <w:rFonts w:cs="Arial"/>
              <w:sz w:val="24"/>
            </w:rPr>
            <w:id w:val="584111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1" w:type="dxa"/>
              </w:tcPr>
              <w:p w:rsidR="00A55781" w:rsidRPr="006C6F55" w:rsidRDefault="00A55781" w:rsidP="00A55781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6C6F5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tc>
          </w:sdtContent>
        </w:sdt>
      </w:tr>
      <w:tr w:rsidR="006C6F55" w:rsidRPr="006C6F55" w:rsidTr="002725D9">
        <w:trPr>
          <w:trHeight w:val="790"/>
        </w:trPr>
        <w:tc>
          <w:tcPr>
            <w:tcW w:w="562" w:type="dxa"/>
            <w:tcBorders>
              <w:right w:val="dotted" w:sz="4" w:space="0" w:color="auto"/>
            </w:tcBorders>
          </w:tcPr>
          <w:p w:rsidR="00A55781" w:rsidRPr="006C6F55" w:rsidRDefault="00135416" w:rsidP="00A55781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7371" w:type="dxa"/>
            <w:gridSpan w:val="2"/>
            <w:tcBorders>
              <w:left w:val="dotted" w:sz="4" w:space="0" w:color="auto"/>
            </w:tcBorders>
          </w:tcPr>
          <w:p w:rsidR="00A55781" w:rsidRPr="006C6F55" w:rsidRDefault="00A55781" w:rsidP="00A55781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Facilitar el cuidado de menores como un derecho en el principio de la igualdad entre mujeres y hombre, con el fin de promocionar las mismas oportunidades de desarrollo profesional y personal</w:t>
            </w:r>
          </w:p>
        </w:tc>
        <w:tc>
          <w:tcPr>
            <w:tcW w:w="561" w:type="dxa"/>
          </w:tcPr>
          <w:sdt>
            <w:sdtPr>
              <w:rPr>
                <w:rFonts w:cs="Arial"/>
                <w:sz w:val="24"/>
              </w:rPr>
              <w:id w:val="-9606477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55781" w:rsidRPr="006C6F55" w:rsidRDefault="00A55781" w:rsidP="00A55781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6C6F5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6C6F55" w:rsidRPr="006C6F55" w:rsidTr="002725D9">
        <w:trPr>
          <w:trHeight w:val="709"/>
        </w:trPr>
        <w:tc>
          <w:tcPr>
            <w:tcW w:w="562" w:type="dxa"/>
            <w:tcBorders>
              <w:right w:val="dotted" w:sz="4" w:space="0" w:color="auto"/>
            </w:tcBorders>
          </w:tcPr>
          <w:p w:rsidR="00A55781" w:rsidRPr="006C6F55" w:rsidRDefault="00135416" w:rsidP="00A55781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3</w:t>
            </w:r>
          </w:p>
        </w:tc>
        <w:tc>
          <w:tcPr>
            <w:tcW w:w="7371" w:type="dxa"/>
            <w:gridSpan w:val="2"/>
            <w:tcBorders>
              <w:left w:val="dotted" w:sz="4" w:space="0" w:color="auto"/>
            </w:tcBorders>
          </w:tcPr>
          <w:p w:rsidR="00A55781" w:rsidRPr="006C6F55" w:rsidRDefault="00A55781" w:rsidP="00A55781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Facilitar una distribución de las tareas y los tiempos de cuidados en el ámbito domiciliario.</w:t>
            </w:r>
          </w:p>
        </w:tc>
        <w:tc>
          <w:tcPr>
            <w:tcW w:w="561" w:type="dxa"/>
          </w:tcPr>
          <w:sdt>
            <w:sdtPr>
              <w:rPr>
                <w:rFonts w:cs="Arial"/>
                <w:sz w:val="24"/>
              </w:rPr>
              <w:id w:val="-20024217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55781" w:rsidRPr="006C6F55" w:rsidRDefault="00A55781" w:rsidP="00A55781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6C6F5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6C6F55" w:rsidRPr="006C6F55" w:rsidTr="002725D9">
        <w:trPr>
          <w:trHeight w:val="790"/>
        </w:trPr>
        <w:tc>
          <w:tcPr>
            <w:tcW w:w="562" w:type="dxa"/>
            <w:tcBorders>
              <w:right w:val="dotted" w:sz="4" w:space="0" w:color="auto"/>
            </w:tcBorders>
          </w:tcPr>
          <w:p w:rsidR="00A55781" w:rsidRPr="006C6F55" w:rsidRDefault="00135416" w:rsidP="00A55781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4</w:t>
            </w:r>
          </w:p>
        </w:tc>
        <w:tc>
          <w:tcPr>
            <w:tcW w:w="7371" w:type="dxa"/>
            <w:gridSpan w:val="2"/>
            <w:tcBorders>
              <w:left w:val="dotted" w:sz="4" w:space="0" w:color="auto"/>
            </w:tcBorders>
          </w:tcPr>
          <w:p w:rsidR="00A55781" w:rsidRPr="006C6F55" w:rsidRDefault="00A55781" w:rsidP="00A55781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Fomentar la corresponsabilidad en las labores domésticas y en la atención a la familia</w:t>
            </w:r>
          </w:p>
        </w:tc>
        <w:tc>
          <w:tcPr>
            <w:tcW w:w="561" w:type="dxa"/>
          </w:tcPr>
          <w:sdt>
            <w:sdtPr>
              <w:rPr>
                <w:rFonts w:cs="Arial"/>
                <w:sz w:val="24"/>
              </w:rPr>
              <w:id w:val="-1211494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55781" w:rsidRPr="006C6F55" w:rsidRDefault="00A55781" w:rsidP="00A55781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6C6F5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6C6F55" w:rsidRPr="006C6F55" w:rsidTr="002725D9">
        <w:trPr>
          <w:trHeight w:val="580"/>
        </w:trPr>
        <w:tc>
          <w:tcPr>
            <w:tcW w:w="562" w:type="dxa"/>
            <w:tcBorders>
              <w:right w:val="dotted" w:sz="4" w:space="0" w:color="auto"/>
            </w:tcBorders>
          </w:tcPr>
          <w:p w:rsidR="00A55781" w:rsidRPr="006C6F55" w:rsidRDefault="00135416" w:rsidP="00A55781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5</w:t>
            </w:r>
          </w:p>
        </w:tc>
        <w:tc>
          <w:tcPr>
            <w:tcW w:w="7371" w:type="dxa"/>
            <w:gridSpan w:val="2"/>
            <w:tcBorders>
              <w:left w:val="dotted" w:sz="4" w:space="0" w:color="auto"/>
            </w:tcBorders>
          </w:tcPr>
          <w:p w:rsidR="00A55781" w:rsidRPr="006C6F55" w:rsidRDefault="00A55781" w:rsidP="00A55781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Promover la conciliación laboral, familiar y personal</w:t>
            </w:r>
          </w:p>
        </w:tc>
        <w:tc>
          <w:tcPr>
            <w:tcW w:w="561" w:type="dxa"/>
          </w:tcPr>
          <w:sdt>
            <w:sdtPr>
              <w:rPr>
                <w:rFonts w:cs="Arial"/>
                <w:sz w:val="24"/>
              </w:rPr>
              <w:id w:val="-1831356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55781" w:rsidRPr="006C6F55" w:rsidRDefault="00A55781" w:rsidP="00A55781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6C6F5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6C6F55" w:rsidRPr="006C6F55" w:rsidTr="002725D9">
        <w:trPr>
          <w:trHeight w:val="454"/>
        </w:trPr>
        <w:tc>
          <w:tcPr>
            <w:tcW w:w="562" w:type="dxa"/>
            <w:tcBorders>
              <w:right w:val="dotted" w:sz="4" w:space="0" w:color="auto"/>
            </w:tcBorders>
          </w:tcPr>
          <w:p w:rsidR="00A55781" w:rsidRPr="006C6F55" w:rsidRDefault="00135416" w:rsidP="00A55781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6</w:t>
            </w:r>
          </w:p>
        </w:tc>
        <w:tc>
          <w:tcPr>
            <w:tcW w:w="7371" w:type="dxa"/>
            <w:gridSpan w:val="2"/>
            <w:tcBorders>
              <w:left w:val="dotted" w:sz="4" w:space="0" w:color="auto"/>
            </w:tcBorders>
          </w:tcPr>
          <w:p w:rsidR="00A55781" w:rsidRPr="006C6F55" w:rsidRDefault="00A55781" w:rsidP="00A55781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Ofrecer actuaciones que mejoran los servicios de conciliación del municipio.</w:t>
            </w:r>
          </w:p>
        </w:tc>
        <w:tc>
          <w:tcPr>
            <w:tcW w:w="561" w:type="dxa"/>
          </w:tcPr>
          <w:sdt>
            <w:sdtPr>
              <w:rPr>
                <w:rFonts w:cs="Arial"/>
                <w:sz w:val="24"/>
              </w:rPr>
              <w:id w:val="19953673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55781" w:rsidRPr="006C6F55" w:rsidRDefault="00A55781" w:rsidP="00A55781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6C6F5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6C6F55" w:rsidRPr="006C6F55" w:rsidTr="002725D9">
        <w:trPr>
          <w:trHeight w:val="790"/>
        </w:trPr>
        <w:tc>
          <w:tcPr>
            <w:tcW w:w="562" w:type="dxa"/>
            <w:tcBorders>
              <w:right w:val="dotted" w:sz="4" w:space="0" w:color="auto"/>
            </w:tcBorders>
          </w:tcPr>
          <w:p w:rsidR="00A55781" w:rsidRPr="006C6F55" w:rsidRDefault="00135416" w:rsidP="00A55781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7</w:t>
            </w:r>
          </w:p>
        </w:tc>
        <w:tc>
          <w:tcPr>
            <w:tcW w:w="7371" w:type="dxa"/>
            <w:gridSpan w:val="2"/>
            <w:tcBorders>
              <w:left w:val="dotted" w:sz="4" w:space="0" w:color="auto"/>
            </w:tcBorders>
          </w:tcPr>
          <w:p w:rsidR="00A55781" w:rsidRPr="006C6F55" w:rsidRDefault="00A55781" w:rsidP="00A55781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Garantizar el acceso de las familias participantes que conforman los grupos prioritarios.</w:t>
            </w:r>
          </w:p>
        </w:tc>
        <w:tc>
          <w:tcPr>
            <w:tcW w:w="561" w:type="dxa"/>
          </w:tcPr>
          <w:sdt>
            <w:sdtPr>
              <w:rPr>
                <w:rFonts w:cs="Arial"/>
                <w:sz w:val="24"/>
              </w:rPr>
              <w:id w:val="-11775043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55781" w:rsidRPr="006C6F55" w:rsidRDefault="00A55781" w:rsidP="00A55781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6C6F5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6C6F55" w:rsidRPr="006C6F55" w:rsidTr="002725D9">
        <w:trPr>
          <w:trHeight w:val="445"/>
        </w:trPr>
        <w:tc>
          <w:tcPr>
            <w:tcW w:w="562" w:type="dxa"/>
            <w:tcBorders>
              <w:right w:val="dotted" w:sz="4" w:space="0" w:color="auto"/>
            </w:tcBorders>
          </w:tcPr>
          <w:p w:rsidR="00A55781" w:rsidRPr="006C6F55" w:rsidRDefault="00135416" w:rsidP="00A55781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8</w:t>
            </w:r>
          </w:p>
        </w:tc>
        <w:tc>
          <w:tcPr>
            <w:tcW w:w="7371" w:type="dxa"/>
            <w:gridSpan w:val="2"/>
            <w:tcBorders>
              <w:left w:val="dotted" w:sz="4" w:space="0" w:color="auto"/>
            </w:tcBorders>
          </w:tcPr>
          <w:p w:rsidR="00A55781" w:rsidRPr="006C6F55" w:rsidRDefault="00A55781" w:rsidP="00A55781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Crear empleo de calidad en el sector cuidados</w:t>
            </w:r>
          </w:p>
        </w:tc>
        <w:tc>
          <w:tcPr>
            <w:tcW w:w="561" w:type="dxa"/>
          </w:tcPr>
          <w:sdt>
            <w:sdtPr>
              <w:rPr>
                <w:rFonts w:cs="Arial"/>
                <w:sz w:val="24"/>
              </w:rPr>
              <w:id w:val="-7444964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55781" w:rsidRPr="006C6F55" w:rsidRDefault="00A55781" w:rsidP="00A55781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6C6F5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6C6F55" w:rsidRPr="006C6F55" w:rsidTr="002725D9">
        <w:trPr>
          <w:trHeight w:val="509"/>
        </w:trPr>
        <w:tc>
          <w:tcPr>
            <w:tcW w:w="562" w:type="dxa"/>
            <w:tcBorders>
              <w:right w:val="dotted" w:sz="4" w:space="0" w:color="auto"/>
            </w:tcBorders>
          </w:tcPr>
          <w:p w:rsidR="00A55781" w:rsidRPr="006C6F55" w:rsidRDefault="00135416" w:rsidP="00A55781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9</w:t>
            </w:r>
          </w:p>
        </w:tc>
        <w:tc>
          <w:tcPr>
            <w:tcW w:w="7932" w:type="dxa"/>
            <w:gridSpan w:val="3"/>
            <w:tcBorders>
              <w:left w:val="dotted" w:sz="4" w:space="0" w:color="auto"/>
            </w:tcBorders>
          </w:tcPr>
          <w:p w:rsidR="00A55781" w:rsidRPr="006C6F55" w:rsidRDefault="00A55781" w:rsidP="00B431CD">
            <w:pPr>
              <w:spacing w:after="160" w:line="259" w:lineRule="auto"/>
              <w:rPr>
                <w:rFonts w:cs="Arial"/>
                <w:sz w:val="24"/>
              </w:rPr>
            </w:pPr>
            <w:r w:rsidRPr="006C6F55">
              <w:rPr>
                <w:rFonts w:cs="Arial"/>
              </w:rPr>
              <w:t>Otros (especificar)</w:t>
            </w:r>
          </w:p>
        </w:tc>
      </w:tr>
      <w:tr w:rsidR="006C6F55" w:rsidRPr="006C6F55" w:rsidTr="002725D9">
        <w:trPr>
          <w:trHeight w:val="485"/>
        </w:trPr>
        <w:tc>
          <w:tcPr>
            <w:tcW w:w="8494" w:type="dxa"/>
            <w:gridSpan w:val="4"/>
            <w:shd w:val="clear" w:color="auto" w:fill="D9D9D9" w:themeFill="background1" w:themeFillShade="D9"/>
          </w:tcPr>
          <w:p w:rsidR="00A55781" w:rsidRPr="006C6F55" w:rsidRDefault="008038D9" w:rsidP="00A55781">
            <w:pPr>
              <w:spacing w:after="160" w:line="259" w:lineRule="auto"/>
              <w:rPr>
                <w:rFonts w:cs="Arial"/>
                <w:sz w:val="24"/>
              </w:rPr>
            </w:pPr>
            <w:r w:rsidRPr="006C6F55">
              <w:rPr>
                <w:rFonts w:cs="Arial"/>
                <w:b/>
              </w:rPr>
              <w:t>2</w:t>
            </w:r>
            <w:r w:rsidR="00A55781" w:rsidRPr="006C6F55">
              <w:rPr>
                <w:rFonts w:cs="Arial"/>
                <w:b/>
              </w:rPr>
              <w:t xml:space="preserve">.- Vías de financiación </w:t>
            </w:r>
            <w:r w:rsidR="00897644">
              <w:rPr>
                <w:rFonts w:cs="Arial"/>
                <w:b/>
              </w:rPr>
              <w:t xml:space="preserve">adicionales a la subvención </w:t>
            </w:r>
            <w:r w:rsidR="00A55781" w:rsidRPr="006C6F55">
              <w:rPr>
                <w:rFonts w:cs="Arial"/>
                <w:b/>
              </w:rPr>
              <w:t>e importe de cada una de ellas:</w:t>
            </w:r>
            <w:r w:rsidR="00A55781" w:rsidRPr="006C6F55">
              <w:rPr>
                <w:rFonts w:cs="Arial"/>
              </w:rPr>
              <w:t xml:space="preserve">  </w:t>
            </w:r>
          </w:p>
        </w:tc>
      </w:tr>
      <w:tr w:rsidR="006C6F55" w:rsidRPr="006C6F55" w:rsidTr="002725D9">
        <w:trPr>
          <w:trHeight w:val="421"/>
        </w:trPr>
        <w:tc>
          <w:tcPr>
            <w:tcW w:w="5662" w:type="dxa"/>
            <w:gridSpan w:val="2"/>
          </w:tcPr>
          <w:p w:rsidR="00A55781" w:rsidRPr="006C6F55" w:rsidRDefault="00A55781" w:rsidP="00A55781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Vía de financiación</w:t>
            </w:r>
            <w:r w:rsidR="00B431CD" w:rsidRPr="006C6F55">
              <w:rPr>
                <w:rFonts w:cs="Arial"/>
                <w:b/>
              </w:rPr>
              <w:t xml:space="preserve"> adicionales a la subvención</w:t>
            </w:r>
          </w:p>
        </w:tc>
        <w:tc>
          <w:tcPr>
            <w:tcW w:w="2832" w:type="dxa"/>
            <w:gridSpan w:val="2"/>
          </w:tcPr>
          <w:p w:rsidR="00A55781" w:rsidRPr="006C6F55" w:rsidRDefault="00A55781" w:rsidP="00897644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Importe</w:t>
            </w:r>
          </w:p>
        </w:tc>
      </w:tr>
      <w:tr w:rsidR="006C6F55" w:rsidRPr="006C6F55" w:rsidTr="002725D9">
        <w:trPr>
          <w:trHeight w:val="467"/>
        </w:trPr>
        <w:tc>
          <w:tcPr>
            <w:tcW w:w="5662" w:type="dxa"/>
            <w:gridSpan w:val="2"/>
          </w:tcPr>
          <w:p w:rsidR="00A55781" w:rsidRPr="006C6F55" w:rsidRDefault="00A55781" w:rsidP="00A55781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</w:rPr>
              <w:t xml:space="preserve">Fondos propios                                          </w:t>
            </w:r>
          </w:p>
        </w:tc>
        <w:tc>
          <w:tcPr>
            <w:tcW w:w="2832" w:type="dxa"/>
            <w:gridSpan w:val="2"/>
          </w:tcPr>
          <w:p w:rsidR="00A55781" w:rsidRPr="006C6F55" w:rsidRDefault="00A55781" w:rsidP="00A55781">
            <w:pPr>
              <w:spacing w:after="160" w:line="259" w:lineRule="auto"/>
              <w:rPr>
                <w:rFonts w:cs="Arial"/>
                <w:b/>
              </w:rPr>
            </w:pPr>
          </w:p>
        </w:tc>
      </w:tr>
      <w:tr w:rsidR="006C6F55" w:rsidRPr="006C6F55" w:rsidTr="002725D9">
        <w:trPr>
          <w:trHeight w:val="559"/>
        </w:trPr>
        <w:tc>
          <w:tcPr>
            <w:tcW w:w="5662" w:type="dxa"/>
            <w:gridSpan w:val="2"/>
          </w:tcPr>
          <w:p w:rsidR="00A55781" w:rsidRPr="006C6F55" w:rsidRDefault="00897644" w:rsidP="00A55781">
            <w:pPr>
              <w:spacing w:after="160" w:line="259" w:lineRule="auto"/>
              <w:rPr>
                <w:rFonts w:cs="Arial"/>
                <w:b/>
              </w:rPr>
            </w:pPr>
            <w:r>
              <w:rPr>
                <w:rFonts w:cs="Arial"/>
              </w:rPr>
              <w:t>C</w:t>
            </w:r>
            <w:r w:rsidR="00A55781" w:rsidRPr="006C6F55">
              <w:rPr>
                <w:rFonts w:cs="Arial"/>
              </w:rPr>
              <w:t>obrad</w:t>
            </w:r>
            <w:r>
              <w:rPr>
                <w:rFonts w:cs="Arial"/>
              </w:rPr>
              <w:t>o</w:t>
            </w:r>
            <w:r w:rsidR="00A55781" w:rsidRPr="006C6F55">
              <w:rPr>
                <w:rFonts w:cs="Arial"/>
              </w:rPr>
              <w:t xml:space="preserve"> a las familias </w:t>
            </w:r>
            <w:r>
              <w:rPr>
                <w:rFonts w:cs="Arial"/>
              </w:rPr>
              <w:t>po</w:t>
            </w:r>
            <w:r w:rsidR="001541AC">
              <w:rPr>
                <w:rFonts w:cs="Arial"/>
              </w:rPr>
              <w:t>r</w:t>
            </w:r>
            <w:r>
              <w:rPr>
                <w:rFonts w:cs="Arial"/>
              </w:rPr>
              <w:t xml:space="preserve"> </w:t>
            </w:r>
            <w:r w:rsidR="001541AC">
              <w:rPr>
                <w:rFonts w:cs="Arial"/>
              </w:rPr>
              <w:t>tasas</w:t>
            </w:r>
            <w:r>
              <w:rPr>
                <w:rFonts w:cs="Arial"/>
              </w:rPr>
              <w:t xml:space="preserve"> </w:t>
            </w:r>
            <w:r w:rsidR="002725D9">
              <w:rPr>
                <w:rFonts w:cs="Arial"/>
              </w:rPr>
              <w:t xml:space="preserve">(importe </w:t>
            </w:r>
            <w:proofErr w:type="gramStart"/>
            <w:r w:rsidR="00A24734">
              <w:rPr>
                <w:rFonts w:cs="Arial"/>
              </w:rPr>
              <w:t>total)</w:t>
            </w:r>
            <w:r w:rsidR="00A55781" w:rsidRPr="006C6F55">
              <w:rPr>
                <w:rFonts w:cs="Arial"/>
              </w:rPr>
              <w:t xml:space="preserve">   </w:t>
            </w:r>
            <w:proofErr w:type="gramEnd"/>
            <w:r w:rsidR="00A55781" w:rsidRPr="006C6F55">
              <w:rPr>
                <w:rFonts w:cs="Arial"/>
              </w:rPr>
              <w:t xml:space="preserve">       </w:t>
            </w:r>
          </w:p>
        </w:tc>
        <w:tc>
          <w:tcPr>
            <w:tcW w:w="2832" w:type="dxa"/>
            <w:gridSpan w:val="2"/>
          </w:tcPr>
          <w:p w:rsidR="00A55781" w:rsidRPr="006C6F55" w:rsidRDefault="00A55781" w:rsidP="00A55781">
            <w:pPr>
              <w:spacing w:after="160" w:line="259" w:lineRule="auto"/>
              <w:rPr>
                <w:rFonts w:cs="Arial"/>
                <w:b/>
              </w:rPr>
            </w:pPr>
          </w:p>
        </w:tc>
      </w:tr>
      <w:tr w:rsidR="006C6F55" w:rsidRPr="006C6F55" w:rsidTr="002725D9">
        <w:trPr>
          <w:trHeight w:val="581"/>
        </w:trPr>
        <w:tc>
          <w:tcPr>
            <w:tcW w:w="5662" w:type="dxa"/>
            <w:gridSpan w:val="2"/>
          </w:tcPr>
          <w:p w:rsidR="00A55781" w:rsidRPr="006C6F55" w:rsidRDefault="00A55781" w:rsidP="00A55781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Otros (especificar)          </w:t>
            </w:r>
          </w:p>
          <w:p w:rsidR="00AB4262" w:rsidRPr="006C6F55" w:rsidRDefault="00AB4262" w:rsidP="00A55781">
            <w:pPr>
              <w:spacing w:after="160" w:line="259" w:lineRule="auto"/>
              <w:rPr>
                <w:rFonts w:cs="Arial"/>
                <w:b/>
              </w:rPr>
            </w:pPr>
          </w:p>
        </w:tc>
        <w:tc>
          <w:tcPr>
            <w:tcW w:w="2832" w:type="dxa"/>
            <w:gridSpan w:val="2"/>
          </w:tcPr>
          <w:p w:rsidR="00A55781" w:rsidRPr="006C6F55" w:rsidRDefault="00A55781" w:rsidP="00A55781">
            <w:pPr>
              <w:spacing w:after="160" w:line="259" w:lineRule="auto"/>
              <w:rPr>
                <w:rFonts w:cs="Arial"/>
                <w:b/>
              </w:rPr>
            </w:pPr>
          </w:p>
        </w:tc>
      </w:tr>
    </w:tbl>
    <w:p w:rsidR="002725D9" w:rsidRDefault="002725D9"/>
    <w:p w:rsidR="002725D9" w:rsidRDefault="002725D9">
      <w:pPr>
        <w:spacing w:after="160" w:line="259" w:lineRule="auto"/>
      </w:pPr>
      <w:r>
        <w:br w:type="page"/>
      </w:r>
    </w:p>
    <w:tbl>
      <w:tblPr>
        <w:tblStyle w:val="Tablaconcuadrcula"/>
        <w:tblW w:w="8500" w:type="dxa"/>
        <w:tblLook w:val="04A0" w:firstRow="1" w:lastRow="0" w:firstColumn="1" w:lastColumn="0" w:noHBand="0" w:noVBand="1"/>
      </w:tblPr>
      <w:tblGrid>
        <w:gridCol w:w="5636"/>
        <w:gridCol w:w="407"/>
        <w:gridCol w:w="867"/>
        <w:gridCol w:w="740"/>
        <w:gridCol w:w="844"/>
        <w:gridCol w:w="6"/>
      </w:tblGrid>
      <w:tr w:rsidR="006C6F55" w:rsidRPr="006C6F55" w:rsidTr="00AB4262">
        <w:trPr>
          <w:gridAfter w:val="1"/>
          <w:wAfter w:w="6" w:type="dxa"/>
        </w:trPr>
        <w:tc>
          <w:tcPr>
            <w:tcW w:w="8494" w:type="dxa"/>
            <w:gridSpan w:val="5"/>
            <w:shd w:val="clear" w:color="auto" w:fill="DBDBDB" w:themeFill="accent3" w:themeFillTint="66"/>
          </w:tcPr>
          <w:p w:rsidR="003862B5" w:rsidRPr="006C6F55" w:rsidRDefault="00DB2F5B" w:rsidP="003862B5">
            <w:pPr>
              <w:spacing w:after="160" w:line="259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1</w:t>
            </w:r>
            <w:r w:rsidR="00CA7D8B" w:rsidRPr="006C6F55">
              <w:rPr>
                <w:rFonts w:cs="Arial"/>
                <w:b/>
              </w:rPr>
              <w:t>.2.</w:t>
            </w:r>
            <w:r w:rsidR="00613B27" w:rsidRPr="006C6F55">
              <w:rPr>
                <w:rFonts w:cs="Arial"/>
                <w:b/>
              </w:rPr>
              <w:t>2</w:t>
            </w:r>
            <w:r w:rsidR="00AB4262" w:rsidRPr="006C6F55">
              <w:rPr>
                <w:rFonts w:cs="Arial"/>
                <w:b/>
              </w:rPr>
              <w:t xml:space="preserve">   </w:t>
            </w:r>
            <w:r w:rsidR="00613B27" w:rsidRPr="006C6F55">
              <w:rPr>
                <w:rFonts w:cs="Arial"/>
                <w:b/>
              </w:rPr>
              <w:t>SERVICIOS DE CUIDADOS PROFESIONAL</w:t>
            </w:r>
          </w:p>
        </w:tc>
      </w:tr>
      <w:tr w:rsidR="006C6F55" w:rsidRPr="006C6F55" w:rsidTr="00990FAF">
        <w:trPr>
          <w:gridAfter w:val="1"/>
          <w:wAfter w:w="6" w:type="dxa"/>
          <w:trHeight w:val="2812"/>
        </w:trPr>
        <w:tc>
          <w:tcPr>
            <w:tcW w:w="5648" w:type="dxa"/>
            <w:tcBorders>
              <w:right w:val="single" w:sz="4" w:space="0" w:color="auto"/>
            </w:tcBorders>
          </w:tcPr>
          <w:p w:rsidR="00D50A31" w:rsidRPr="006C6F55" w:rsidRDefault="008038D9" w:rsidP="00D5447B">
            <w:pPr>
              <w:spacing w:after="160" w:line="259" w:lineRule="auto"/>
              <w:jc w:val="both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1</w:t>
            </w:r>
            <w:r w:rsidR="004E1798" w:rsidRPr="006C6F55">
              <w:rPr>
                <w:rFonts w:cs="Arial"/>
                <w:b/>
              </w:rPr>
              <w:t>.</w:t>
            </w:r>
            <w:r w:rsidR="00D50A31" w:rsidRPr="006C6F55">
              <w:rPr>
                <w:rFonts w:cs="Arial"/>
                <w:b/>
              </w:rPr>
              <w:t xml:space="preserve">- Tipo de Servicio de Cuidados:   </w:t>
            </w:r>
          </w:p>
          <w:p w:rsidR="002B7EA0" w:rsidRPr="006C6F55" w:rsidRDefault="00D50A31" w:rsidP="005D03BB">
            <w:pPr>
              <w:spacing w:after="160" w:line="259" w:lineRule="auto"/>
              <w:jc w:val="both"/>
              <w:rPr>
                <w:rFonts w:cs="Arial"/>
              </w:rPr>
            </w:pPr>
            <w:r w:rsidRPr="006C6F55">
              <w:rPr>
                <w:rFonts w:cs="Arial"/>
              </w:rPr>
              <w:t xml:space="preserve">   </w:t>
            </w:r>
            <w:r w:rsidR="002B7EA0" w:rsidRPr="006C6F55">
              <w:rPr>
                <w:rFonts w:cs="Arial"/>
              </w:rPr>
              <w:t xml:space="preserve">- </w:t>
            </w:r>
            <w:r w:rsidRPr="006C6F55">
              <w:rPr>
                <w:rFonts w:cs="Arial"/>
              </w:rPr>
              <w:t xml:space="preserve">Ampliación de horario escolar (mañana o tarde)                 </w:t>
            </w:r>
          </w:p>
          <w:p w:rsidR="00D50A31" w:rsidRPr="006C6F55" w:rsidRDefault="00D50A31" w:rsidP="005D03BB">
            <w:pPr>
              <w:spacing w:after="160" w:line="259" w:lineRule="auto"/>
              <w:jc w:val="both"/>
              <w:rPr>
                <w:rFonts w:cs="Arial"/>
              </w:rPr>
            </w:pPr>
            <w:r w:rsidRPr="006C6F55">
              <w:rPr>
                <w:rFonts w:cs="Arial"/>
              </w:rPr>
              <w:t xml:space="preserve">   - Días no lectivos </w:t>
            </w:r>
            <w:r w:rsidRPr="006C6F55">
              <w:rPr>
                <w:rFonts w:cs="Arial"/>
                <w:sz w:val="20"/>
                <w:szCs w:val="20"/>
              </w:rPr>
              <w:t xml:space="preserve">(fuera de períodos de vacaciones escolares)          </w:t>
            </w:r>
          </w:p>
          <w:p w:rsidR="002B7EA0" w:rsidRPr="006C6F55" w:rsidRDefault="00D50A31" w:rsidP="00D50A31">
            <w:pPr>
              <w:spacing w:after="160" w:line="259" w:lineRule="auto"/>
              <w:jc w:val="both"/>
              <w:rPr>
                <w:rFonts w:cs="Arial"/>
              </w:rPr>
            </w:pPr>
            <w:r w:rsidRPr="006C6F55">
              <w:rPr>
                <w:rFonts w:cs="Arial"/>
              </w:rPr>
              <w:t xml:space="preserve">   -</w:t>
            </w:r>
            <w:r w:rsidR="002B7EA0" w:rsidRPr="006C6F55">
              <w:rPr>
                <w:rFonts w:cs="Arial"/>
              </w:rPr>
              <w:t xml:space="preserve"> Vacaciones escolares (verano, Navidad, Semana Santa, etc.)</w:t>
            </w:r>
          </w:p>
          <w:p w:rsidR="00D50A31" w:rsidRPr="006C6F55" w:rsidRDefault="002B7EA0" w:rsidP="002B7EA0">
            <w:pPr>
              <w:spacing w:after="160" w:line="259" w:lineRule="auto"/>
              <w:jc w:val="both"/>
              <w:rPr>
                <w:rFonts w:cs="Arial"/>
              </w:rPr>
            </w:pPr>
            <w:r w:rsidRPr="006C6F55">
              <w:rPr>
                <w:rFonts w:cs="Arial"/>
              </w:rPr>
              <w:t xml:space="preserve">   - </w:t>
            </w:r>
            <w:r w:rsidR="00D50A31" w:rsidRPr="006C6F55">
              <w:rPr>
                <w:rFonts w:cs="Arial"/>
              </w:rPr>
              <w:t xml:space="preserve">Fin de semana               </w:t>
            </w:r>
          </w:p>
          <w:p w:rsidR="00D50A31" w:rsidRPr="006C6F55" w:rsidRDefault="00D50A31" w:rsidP="00D50A31">
            <w:pPr>
              <w:spacing w:after="160" w:line="259" w:lineRule="auto"/>
              <w:jc w:val="both"/>
              <w:rPr>
                <w:rFonts w:cs="Arial"/>
              </w:rPr>
            </w:pPr>
            <w:r w:rsidRPr="006C6F55">
              <w:rPr>
                <w:rFonts w:cs="Arial"/>
              </w:rPr>
              <w:t xml:space="preserve">   - Cuidados en domicilio                             </w:t>
            </w:r>
          </w:p>
          <w:p w:rsidR="00D50A31" w:rsidRPr="006C6F55" w:rsidRDefault="00D50A31" w:rsidP="00D50A31">
            <w:pPr>
              <w:spacing w:after="160" w:line="259" w:lineRule="auto"/>
              <w:jc w:val="both"/>
              <w:rPr>
                <w:rFonts w:cs="Arial"/>
              </w:rPr>
            </w:pPr>
            <w:r w:rsidRPr="006C6F55">
              <w:rPr>
                <w:rFonts w:cs="Arial"/>
              </w:rPr>
              <w:t xml:space="preserve">   - Otr</w:t>
            </w:r>
            <w:r w:rsidR="005A45E0" w:rsidRPr="006C6F55">
              <w:rPr>
                <w:rFonts w:cs="Arial"/>
              </w:rPr>
              <w:t>o</w:t>
            </w:r>
            <w:r w:rsidRPr="006C6F55">
              <w:rPr>
                <w:rFonts w:cs="Arial"/>
              </w:rPr>
              <w:t>s (especificar c</w:t>
            </w:r>
            <w:r w:rsidR="00151E26" w:rsidRPr="006C6F55">
              <w:rPr>
                <w:rFonts w:cs="Arial"/>
              </w:rPr>
              <w:t>uá</w:t>
            </w:r>
            <w:r w:rsidRPr="006C6F55">
              <w:rPr>
                <w:rFonts w:cs="Arial"/>
              </w:rPr>
              <w:t xml:space="preserve">les):       </w:t>
            </w:r>
          </w:p>
        </w:tc>
        <w:tc>
          <w:tcPr>
            <w:tcW w:w="2846" w:type="dxa"/>
            <w:gridSpan w:val="4"/>
            <w:tcBorders>
              <w:left w:val="single" w:sz="4" w:space="0" w:color="auto"/>
            </w:tcBorders>
          </w:tcPr>
          <w:p w:rsidR="00D50A31" w:rsidRPr="006C6F55" w:rsidRDefault="00D50A31" w:rsidP="005D03BB">
            <w:pPr>
              <w:spacing w:after="160" w:line="259" w:lineRule="auto"/>
              <w:jc w:val="both"/>
              <w:rPr>
                <w:rFonts w:cs="Arial"/>
              </w:rPr>
            </w:pPr>
          </w:p>
          <w:p w:rsidR="00D50A31" w:rsidRPr="006C6F55" w:rsidRDefault="00D50A31" w:rsidP="005D03BB">
            <w:pPr>
              <w:spacing w:after="160" w:line="259" w:lineRule="auto"/>
              <w:jc w:val="both"/>
              <w:rPr>
                <w:rFonts w:cs="Arial"/>
              </w:rPr>
            </w:pPr>
            <w:r w:rsidRPr="006C6F55">
              <w:rPr>
                <w:rFonts w:cs="Arial"/>
              </w:rPr>
              <w:t xml:space="preserve">     </w:t>
            </w:r>
            <w:sdt>
              <w:sdtPr>
                <w:rPr>
                  <w:rFonts w:cs="Arial"/>
                </w:rPr>
                <w:id w:val="10493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D50A31" w:rsidRPr="006C6F55" w:rsidRDefault="00D50A31" w:rsidP="00D50A31">
            <w:pPr>
              <w:spacing w:after="160" w:line="259" w:lineRule="auto"/>
              <w:jc w:val="both"/>
              <w:rPr>
                <w:rFonts w:cs="Arial"/>
              </w:rPr>
            </w:pPr>
            <w:r w:rsidRPr="006C6F55">
              <w:rPr>
                <w:rFonts w:cs="Arial"/>
              </w:rPr>
              <w:t xml:space="preserve">    </w:t>
            </w:r>
            <w:r w:rsidR="005A45E0" w:rsidRPr="006C6F55"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id w:val="1528060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D50A31" w:rsidRPr="006C6F55" w:rsidRDefault="00D50A31" w:rsidP="00D50A31">
            <w:pPr>
              <w:spacing w:after="160" w:line="259" w:lineRule="auto"/>
              <w:jc w:val="both"/>
              <w:rPr>
                <w:rFonts w:cs="Arial"/>
              </w:rPr>
            </w:pPr>
            <w:r w:rsidRPr="006C6F55">
              <w:rPr>
                <w:rFonts w:cs="Arial"/>
              </w:rPr>
              <w:t xml:space="preserve">     </w:t>
            </w:r>
            <w:sdt>
              <w:sdtPr>
                <w:rPr>
                  <w:rFonts w:cs="Arial"/>
                </w:rPr>
                <w:id w:val="-169244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D50A31" w:rsidRPr="006C6F55" w:rsidRDefault="00D50A31" w:rsidP="00D50A31">
            <w:pPr>
              <w:spacing w:after="160" w:line="259" w:lineRule="auto"/>
              <w:jc w:val="both"/>
              <w:rPr>
                <w:rFonts w:cs="Arial"/>
              </w:rPr>
            </w:pPr>
            <w:r w:rsidRPr="006C6F55">
              <w:rPr>
                <w:rFonts w:cs="Arial"/>
              </w:rPr>
              <w:t xml:space="preserve">     </w:t>
            </w:r>
            <w:sdt>
              <w:sdtPr>
                <w:rPr>
                  <w:rFonts w:cs="Arial"/>
                </w:rPr>
                <w:id w:val="-2079741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2B7EA0" w:rsidRPr="006C6F55" w:rsidRDefault="002B7EA0" w:rsidP="002B7EA0">
            <w:pPr>
              <w:spacing w:after="160" w:line="259" w:lineRule="auto"/>
              <w:jc w:val="both"/>
              <w:rPr>
                <w:rFonts w:cs="Arial"/>
              </w:rPr>
            </w:pPr>
            <w:r w:rsidRPr="006C6F55">
              <w:rPr>
                <w:rFonts w:cs="Arial"/>
              </w:rPr>
              <w:t xml:space="preserve">     </w:t>
            </w:r>
            <w:sdt>
              <w:sdtPr>
                <w:rPr>
                  <w:rFonts w:cs="Arial"/>
                </w:rPr>
                <w:id w:val="-1855100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D50A31" w:rsidRPr="006C6F55" w:rsidRDefault="00D50A31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</w:tr>
      <w:tr w:rsidR="006C6F55" w:rsidRPr="006C6F55" w:rsidTr="00AB4262">
        <w:trPr>
          <w:gridAfter w:val="1"/>
          <w:wAfter w:w="6" w:type="dxa"/>
          <w:trHeight w:val="445"/>
        </w:trPr>
        <w:tc>
          <w:tcPr>
            <w:tcW w:w="8494" w:type="dxa"/>
            <w:gridSpan w:val="5"/>
            <w:shd w:val="clear" w:color="auto" w:fill="D9D9D9" w:themeFill="background1" w:themeFillShade="D9"/>
          </w:tcPr>
          <w:p w:rsidR="008B6FEE" w:rsidRPr="006C6F55" w:rsidRDefault="008038D9" w:rsidP="003F5110">
            <w:pPr>
              <w:spacing w:after="160" w:line="259" w:lineRule="auto"/>
              <w:jc w:val="both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2</w:t>
            </w:r>
            <w:r w:rsidR="008B6FEE" w:rsidRPr="006C6F55">
              <w:rPr>
                <w:rFonts w:cs="Arial"/>
                <w:b/>
              </w:rPr>
              <w:t>- Localización donde se ha</w:t>
            </w:r>
            <w:r w:rsidR="00131251">
              <w:rPr>
                <w:rFonts w:cs="Arial"/>
                <w:b/>
              </w:rPr>
              <w:t xml:space="preserve">n desarrollado las actuaciones </w:t>
            </w:r>
          </w:p>
        </w:tc>
      </w:tr>
      <w:tr w:rsidR="006C6F55" w:rsidRPr="006C6F55" w:rsidTr="00AB4262">
        <w:trPr>
          <w:gridAfter w:val="1"/>
          <w:wAfter w:w="6" w:type="dxa"/>
          <w:trHeight w:val="379"/>
        </w:trPr>
        <w:tc>
          <w:tcPr>
            <w:tcW w:w="8494" w:type="dxa"/>
            <w:gridSpan w:val="5"/>
          </w:tcPr>
          <w:p w:rsidR="008B6FEE" w:rsidRPr="006C6F55" w:rsidRDefault="008B6FEE" w:rsidP="003F5110">
            <w:pPr>
              <w:spacing w:after="160" w:line="259" w:lineRule="auto"/>
              <w:jc w:val="both"/>
              <w:rPr>
                <w:rFonts w:cs="Arial"/>
                <w:b/>
              </w:rPr>
            </w:pPr>
            <w:r w:rsidRPr="006C6F55">
              <w:rPr>
                <w:rFonts w:cs="Arial"/>
              </w:rPr>
              <w:t xml:space="preserve">En domicilio                </w:t>
            </w:r>
            <w:sdt>
              <w:sdtPr>
                <w:rPr>
                  <w:rFonts w:cs="Arial"/>
                </w:rPr>
                <w:id w:val="-1340306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6C6F55" w:rsidRPr="006C6F55" w:rsidTr="00AB4262">
        <w:trPr>
          <w:gridAfter w:val="1"/>
          <w:wAfter w:w="6" w:type="dxa"/>
          <w:trHeight w:val="379"/>
        </w:trPr>
        <w:tc>
          <w:tcPr>
            <w:tcW w:w="8494" w:type="dxa"/>
            <w:gridSpan w:val="5"/>
          </w:tcPr>
          <w:p w:rsidR="008B6FEE" w:rsidRPr="006C6F55" w:rsidRDefault="008B6FEE" w:rsidP="003F5110">
            <w:pPr>
              <w:spacing w:after="160" w:line="259" w:lineRule="auto"/>
              <w:jc w:val="both"/>
              <w:rPr>
                <w:rFonts w:cs="Arial"/>
                <w:b/>
              </w:rPr>
            </w:pPr>
            <w:r w:rsidRPr="006C6F55">
              <w:rPr>
                <w:rFonts w:cs="Arial"/>
              </w:rPr>
              <w:t xml:space="preserve">Espacio público          </w:t>
            </w:r>
            <w:sdt>
              <w:sdtPr>
                <w:rPr>
                  <w:rFonts w:cs="Arial"/>
                </w:rPr>
                <w:id w:val="392549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6C6F55" w:rsidRPr="006C6F55" w:rsidTr="00AB4262">
        <w:trPr>
          <w:gridAfter w:val="1"/>
          <w:wAfter w:w="6" w:type="dxa"/>
          <w:trHeight w:val="420"/>
        </w:trPr>
        <w:tc>
          <w:tcPr>
            <w:tcW w:w="8494" w:type="dxa"/>
            <w:gridSpan w:val="5"/>
          </w:tcPr>
          <w:p w:rsidR="00155A38" w:rsidRPr="006C6F55" w:rsidRDefault="00155A38" w:rsidP="003540A2">
            <w:r w:rsidRPr="006C6F55">
              <w:rPr>
                <w:rFonts w:cs="Arial"/>
                <w:b/>
              </w:rPr>
              <w:t xml:space="preserve">3- Coste del servicio para las personas usuarias, en su caso </w:t>
            </w:r>
            <w:r w:rsidRPr="005D42F6">
              <w:rPr>
                <w:rFonts w:cs="Arial"/>
              </w:rPr>
              <w:t xml:space="preserve">(Concretar si las familias usuarias deben abonar </w:t>
            </w:r>
            <w:r w:rsidR="00131251">
              <w:rPr>
                <w:rFonts w:cs="Arial"/>
              </w:rPr>
              <w:t>tasas</w:t>
            </w:r>
            <w:r w:rsidRPr="005D42F6">
              <w:rPr>
                <w:rFonts w:cs="Arial"/>
              </w:rPr>
              <w:t xml:space="preserve">. En su caso, </w:t>
            </w:r>
            <w:r w:rsidRPr="002725D9">
              <w:rPr>
                <w:rFonts w:cs="Arial"/>
                <w:u w:val="single"/>
              </w:rPr>
              <w:t>indicar cómo se establece el</w:t>
            </w:r>
            <w:r w:rsidRPr="002725D9">
              <w:rPr>
                <w:rFonts w:cs="Arial"/>
                <w:b/>
                <w:u w:val="single"/>
              </w:rPr>
              <w:t xml:space="preserve"> </w:t>
            </w:r>
            <w:r w:rsidRPr="002725D9">
              <w:rPr>
                <w:rFonts w:cs="Arial"/>
                <w:u w:val="single"/>
              </w:rPr>
              <w:t>pago</w:t>
            </w:r>
            <w:r w:rsidRPr="006C6F55">
              <w:rPr>
                <w:rFonts w:cs="Arial"/>
                <w:b/>
              </w:rPr>
              <w:t xml:space="preserve"> </w:t>
            </w:r>
            <w:r w:rsidRPr="002725D9">
              <w:rPr>
                <w:rFonts w:cs="Arial"/>
                <w:u w:val="single"/>
              </w:rPr>
              <w:t>y criterios</w:t>
            </w:r>
            <w:r w:rsidRPr="005D42F6">
              <w:rPr>
                <w:rFonts w:cs="Arial"/>
              </w:rPr>
              <w:t>)</w:t>
            </w:r>
            <w:r w:rsidR="002725D9">
              <w:rPr>
                <w:rFonts w:cs="Arial"/>
              </w:rPr>
              <w:t xml:space="preserve"> </w:t>
            </w:r>
            <w:r w:rsidR="002725D9">
              <w:rPr>
                <w:rFonts w:cs="Arial"/>
                <w:b/>
              </w:rPr>
              <w:t>Importe por menor y actuación</w:t>
            </w:r>
            <w:r w:rsidRPr="006C6F55">
              <w:rPr>
                <w:rFonts w:cs="Arial"/>
                <w:b/>
              </w:rPr>
              <w:t xml:space="preserve">   </w:t>
            </w:r>
          </w:p>
        </w:tc>
      </w:tr>
      <w:tr w:rsidR="006C6F55" w:rsidRPr="006C6F55" w:rsidTr="00AB4262">
        <w:trPr>
          <w:gridAfter w:val="1"/>
          <w:wAfter w:w="6" w:type="dxa"/>
          <w:trHeight w:val="691"/>
        </w:trPr>
        <w:tc>
          <w:tcPr>
            <w:tcW w:w="8494" w:type="dxa"/>
            <w:gridSpan w:val="5"/>
          </w:tcPr>
          <w:p w:rsidR="00155A38" w:rsidRPr="006C6F55" w:rsidRDefault="00155A38" w:rsidP="003540A2">
            <w:pPr>
              <w:rPr>
                <w:rFonts w:cs="Arial"/>
                <w:b/>
              </w:rPr>
            </w:pPr>
          </w:p>
        </w:tc>
      </w:tr>
      <w:tr w:rsidR="006C6F55" w:rsidRPr="006C6F55" w:rsidTr="00AB4262">
        <w:trPr>
          <w:gridAfter w:val="1"/>
          <w:wAfter w:w="6" w:type="dxa"/>
          <w:trHeight w:val="274"/>
        </w:trPr>
        <w:tc>
          <w:tcPr>
            <w:tcW w:w="8494" w:type="dxa"/>
            <w:gridSpan w:val="5"/>
            <w:shd w:val="clear" w:color="auto" w:fill="DBDBDB" w:themeFill="accent3" w:themeFillTint="66"/>
          </w:tcPr>
          <w:p w:rsidR="001D5061" w:rsidRPr="006C6F55" w:rsidRDefault="009506B3" w:rsidP="009506B3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DATOS DE MENORES PARTICIPANTES</w:t>
            </w:r>
          </w:p>
        </w:tc>
      </w:tr>
      <w:tr w:rsidR="006C6F55" w:rsidRPr="006C6F55" w:rsidTr="00990FAF">
        <w:trPr>
          <w:gridAfter w:val="1"/>
          <w:wAfter w:w="6" w:type="dxa"/>
        </w:trPr>
        <w:tc>
          <w:tcPr>
            <w:tcW w:w="6056" w:type="dxa"/>
            <w:gridSpan w:val="2"/>
          </w:tcPr>
          <w:p w:rsidR="00352FD4" w:rsidRPr="006C6F55" w:rsidRDefault="008038D9" w:rsidP="009506B3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4</w:t>
            </w:r>
            <w:r w:rsidR="00352FD4" w:rsidRPr="006C6F55">
              <w:rPr>
                <w:rFonts w:cs="Arial"/>
                <w:b/>
              </w:rPr>
              <w:t>.- Número de plazas ofertadas</w:t>
            </w:r>
            <w:r w:rsidR="00392D1F" w:rsidRPr="006C6F55">
              <w:rPr>
                <w:rFonts w:cs="Arial"/>
                <w:b/>
              </w:rPr>
              <w:t xml:space="preserve"> </w:t>
            </w:r>
          </w:p>
        </w:tc>
        <w:tc>
          <w:tcPr>
            <w:tcW w:w="2438" w:type="dxa"/>
            <w:gridSpan w:val="3"/>
          </w:tcPr>
          <w:p w:rsidR="00352FD4" w:rsidRPr="006C6F55" w:rsidRDefault="00352FD4" w:rsidP="009506B3">
            <w:pPr>
              <w:spacing w:after="160" w:line="259" w:lineRule="auto"/>
              <w:rPr>
                <w:rFonts w:cs="Arial"/>
                <w:b/>
              </w:rPr>
            </w:pPr>
          </w:p>
        </w:tc>
      </w:tr>
      <w:tr w:rsidR="006C6F55" w:rsidRPr="006C6F55" w:rsidTr="00990FAF">
        <w:trPr>
          <w:gridAfter w:val="1"/>
          <w:wAfter w:w="6" w:type="dxa"/>
        </w:trPr>
        <w:tc>
          <w:tcPr>
            <w:tcW w:w="6056" w:type="dxa"/>
            <w:gridSpan w:val="2"/>
          </w:tcPr>
          <w:p w:rsidR="00352FD4" w:rsidRPr="006C6F55" w:rsidRDefault="008038D9" w:rsidP="009506B3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5</w:t>
            </w:r>
            <w:r w:rsidR="00352FD4" w:rsidRPr="006C6F55">
              <w:rPr>
                <w:rFonts w:cs="Arial"/>
                <w:b/>
              </w:rPr>
              <w:t>.- Número de solicitudes</w:t>
            </w:r>
            <w:r w:rsidR="00392D1F" w:rsidRPr="006C6F55">
              <w:rPr>
                <w:rFonts w:cs="Arial"/>
                <w:b/>
              </w:rPr>
              <w:t xml:space="preserve"> </w:t>
            </w:r>
          </w:p>
        </w:tc>
        <w:tc>
          <w:tcPr>
            <w:tcW w:w="2438" w:type="dxa"/>
            <w:gridSpan w:val="3"/>
          </w:tcPr>
          <w:p w:rsidR="00352FD4" w:rsidRPr="006C6F55" w:rsidRDefault="00352FD4" w:rsidP="009506B3">
            <w:pPr>
              <w:spacing w:after="160" w:line="259" w:lineRule="auto"/>
              <w:rPr>
                <w:rFonts w:cs="Arial"/>
                <w:b/>
              </w:rPr>
            </w:pPr>
          </w:p>
        </w:tc>
      </w:tr>
      <w:tr w:rsidR="006C6F55" w:rsidRPr="006C6F55" w:rsidTr="00AB4262">
        <w:trPr>
          <w:gridAfter w:val="1"/>
          <w:wAfter w:w="6" w:type="dxa"/>
        </w:trPr>
        <w:tc>
          <w:tcPr>
            <w:tcW w:w="8494" w:type="dxa"/>
            <w:gridSpan w:val="5"/>
            <w:shd w:val="clear" w:color="auto" w:fill="auto"/>
          </w:tcPr>
          <w:p w:rsidR="00BA2977" w:rsidRPr="006C6F55" w:rsidRDefault="008038D9" w:rsidP="00AC1456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6</w:t>
            </w:r>
            <w:r w:rsidR="00ED3F6E" w:rsidRPr="006C6F55">
              <w:rPr>
                <w:rFonts w:cs="Arial"/>
                <w:b/>
              </w:rPr>
              <w:t xml:space="preserve">.- </w:t>
            </w:r>
            <w:r w:rsidR="00AC1456" w:rsidRPr="006C6F55">
              <w:rPr>
                <w:rFonts w:cs="Arial"/>
                <w:b/>
              </w:rPr>
              <w:t xml:space="preserve">Datos estadísticos de </w:t>
            </w:r>
            <w:r w:rsidR="00B50B37" w:rsidRPr="006C6F55">
              <w:rPr>
                <w:rFonts w:cs="Arial"/>
                <w:b/>
              </w:rPr>
              <w:t xml:space="preserve">las y los </w:t>
            </w:r>
            <w:r w:rsidR="00AC1456" w:rsidRPr="006C6F55">
              <w:rPr>
                <w:rFonts w:cs="Arial"/>
                <w:b/>
              </w:rPr>
              <w:t>menores</w:t>
            </w:r>
            <w:r w:rsidR="00897644">
              <w:rPr>
                <w:rFonts w:cs="Arial"/>
                <w:b/>
              </w:rPr>
              <w:t xml:space="preserve"> participante</w:t>
            </w:r>
            <w:r w:rsidR="001E5DC1">
              <w:rPr>
                <w:rFonts w:cs="Arial"/>
                <w:b/>
              </w:rPr>
              <w:t>s</w:t>
            </w:r>
            <w:r w:rsidR="00AC1456" w:rsidRPr="006C6F55">
              <w:rPr>
                <w:rFonts w:cs="Arial"/>
                <w:b/>
              </w:rPr>
              <w:t>:</w:t>
            </w:r>
            <w:r w:rsidR="00392D1F" w:rsidRPr="006C6F55">
              <w:rPr>
                <w:rFonts w:cs="Arial"/>
                <w:b/>
              </w:rPr>
              <w:t xml:space="preserve"> </w:t>
            </w:r>
          </w:p>
        </w:tc>
      </w:tr>
      <w:tr w:rsidR="0056332A" w:rsidRPr="006C6F55" w:rsidTr="00990FAF">
        <w:tc>
          <w:tcPr>
            <w:tcW w:w="6056" w:type="dxa"/>
            <w:gridSpan w:val="2"/>
          </w:tcPr>
          <w:p w:rsidR="0056332A" w:rsidRPr="00990FAF" w:rsidRDefault="0056332A" w:rsidP="00ED3F6E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990FAF">
              <w:rPr>
                <w:rFonts w:cs="Arial"/>
                <w:b/>
              </w:rPr>
              <w:t xml:space="preserve">          Edad</w:t>
            </w:r>
          </w:p>
        </w:tc>
        <w:tc>
          <w:tcPr>
            <w:tcW w:w="867" w:type="dxa"/>
          </w:tcPr>
          <w:p w:rsidR="0056332A" w:rsidRPr="00990FAF" w:rsidRDefault="0056332A" w:rsidP="00ED3F6E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990FAF">
              <w:rPr>
                <w:rFonts w:cs="Arial"/>
                <w:b/>
              </w:rPr>
              <w:t>Niñas</w:t>
            </w:r>
          </w:p>
        </w:tc>
        <w:tc>
          <w:tcPr>
            <w:tcW w:w="727" w:type="dxa"/>
          </w:tcPr>
          <w:p w:rsidR="0056332A" w:rsidRPr="00990FAF" w:rsidRDefault="0056332A" w:rsidP="00ED3F6E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990FAF">
              <w:rPr>
                <w:rFonts w:cs="Arial"/>
                <w:b/>
              </w:rPr>
              <w:t>Niños</w:t>
            </w:r>
          </w:p>
        </w:tc>
        <w:tc>
          <w:tcPr>
            <w:tcW w:w="850" w:type="dxa"/>
            <w:gridSpan w:val="2"/>
          </w:tcPr>
          <w:p w:rsidR="0056332A" w:rsidRPr="00990FAF" w:rsidRDefault="0056332A" w:rsidP="00ED3F6E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990FAF">
              <w:rPr>
                <w:rFonts w:cs="Arial"/>
                <w:b/>
              </w:rPr>
              <w:t>TOTAL</w:t>
            </w:r>
          </w:p>
        </w:tc>
      </w:tr>
      <w:tr w:rsidR="0056332A" w:rsidRPr="006C6F55" w:rsidTr="00990FAF">
        <w:trPr>
          <w:trHeight w:val="271"/>
        </w:trPr>
        <w:tc>
          <w:tcPr>
            <w:tcW w:w="6056" w:type="dxa"/>
            <w:gridSpan w:val="2"/>
          </w:tcPr>
          <w:p w:rsidR="0056332A" w:rsidRPr="006C6F55" w:rsidRDefault="0056332A" w:rsidP="009506B3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                              Menores de 3 años</w:t>
            </w:r>
          </w:p>
        </w:tc>
        <w:tc>
          <w:tcPr>
            <w:tcW w:w="867" w:type="dxa"/>
          </w:tcPr>
          <w:p w:rsidR="0056332A" w:rsidRPr="006C6F55" w:rsidRDefault="0056332A" w:rsidP="009506B3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727" w:type="dxa"/>
          </w:tcPr>
          <w:p w:rsidR="0056332A" w:rsidRPr="006C6F55" w:rsidRDefault="0056332A" w:rsidP="009506B3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850" w:type="dxa"/>
            <w:gridSpan w:val="2"/>
          </w:tcPr>
          <w:p w:rsidR="0056332A" w:rsidRPr="006C6F55" w:rsidRDefault="0056332A" w:rsidP="009506B3">
            <w:pPr>
              <w:spacing w:after="160" w:line="259" w:lineRule="auto"/>
              <w:rPr>
                <w:rFonts w:cs="Arial"/>
              </w:rPr>
            </w:pPr>
          </w:p>
        </w:tc>
      </w:tr>
      <w:tr w:rsidR="0056332A" w:rsidRPr="006C6F55" w:rsidTr="00990FAF">
        <w:trPr>
          <w:trHeight w:val="269"/>
        </w:trPr>
        <w:tc>
          <w:tcPr>
            <w:tcW w:w="6056" w:type="dxa"/>
            <w:gridSpan w:val="2"/>
          </w:tcPr>
          <w:p w:rsidR="0056332A" w:rsidRPr="006C6F55" w:rsidRDefault="0056332A" w:rsidP="009506B3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                              De 3 a 6 años</w:t>
            </w:r>
          </w:p>
        </w:tc>
        <w:tc>
          <w:tcPr>
            <w:tcW w:w="867" w:type="dxa"/>
          </w:tcPr>
          <w:p w:rsidR="0056332A" w:rsidRPr="006C6F55" w:rsidRDefault="0056332A" w:rsidP="009506B3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727" w:type="dxa"/>
          </w:tcPr>
          <w:p w:rsidR="0056332A" w:rsidRPr="006C6F55" w:rsidRDefault="0056332A" w:rsidP="009506B3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850" w:type="dxa"/>
            <w:gridSpan w:val="2"/>
          </w:tcPr>
          <w:p w:rsidR="0056332A" w:rsidRPr="006C6F55" w:rsidRDefault="0056332A" w:rsidP="009506B3">
            <w:pPr>
              <w:spacing w:after="160" w:line="259" w:lineRule="auto"/>
              <w:rPr>
                <w:rFonts w:cs="Arial"/>
              </w:rPr>
            </w:pPr>
          </w:p>
        </w:tc>
      </w:tr>
      <w:tr w:rsidR="0056332A" w:rsidRPr="006C6F55" w:rsidTr="00990FAF">
        <w:trPr>
          <w:trHeight w:val="269"/>
        </w:trPr>
        <w:tc>
          <w:tcPr>
            <w:tcW w:w="6056" w:type="dxa"/>
            <w:gridSpan w:val="2"/>
          </w:tcPr>
          <w:p w:rsidR="0056332A" w:rsidRPr="006C6F55" w:rsidRDefault="0056332A" w:rsidP="009506B3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                              De 7 a 9 años</w:t>
            </w:r>
          </w:p>
        </w:tc>
        <w:tc>
          <w:tcPr>
            <w:tcW w:w="867" w:type="dxa"/>
          </w:tcPr>
          <w:p w:rsidR="0056332A" w:rsidRPr="006C6F55" w:rsidRDefault="0056332A" w:rsidP="009506B3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727" w:type="dxa"/>
          </w:tcPr>
          <w:p w:rsidR="0056332A" w:rsidRPr="006C6F55" w:rsidRDefault="0056332A" w:rsidP="009506B3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850" w:type="dxa"/>
            <w:gridSpan w:val="2"/>
          </w:tcPr>
          <w:p w:rsidR="0056332A" w:rsidRPr="006C6F55" w:rsidRDefault="0056332A" w:rsidP="009506B3">
            <w:pPr>
              <w:spacing w:after="160" w:line="259" w:lineRule="auto"/>
              <w:rPr>
                <w:rFonts w:cs="Arial"/>
              </w:rPr>
            </w:pPr>
          </w:p>
        </w:tc>
      </w:tr>
      <w:tr w:rsidR="0056332A" w:rsidRPr="006C6F55" w:rsidTr="00990FAF">
        <w:trPr>
          <w:trHeight w:val="269"/>
        </w:trPr>
        <w:tc>
          <w:tcPr>
            <w:tcW w:w="6056" w:type="dxa"/>
            <w:gridSpan w:val="2"/>
          </w:tcPr>
          <w:p w:rsidR="0056332A" w:rsidRPr="006C6F55" w:rsidRDefault="0056332A" w:rsidP="009506B3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                             De 10 a 12 años</w:t>
            </w:r>
          </w:p>
        </w:tc>
        <w:tc>
          <w:tcPr>
            <w:tcW w:w="867" w:type="dxa"/>
          </w:tcPr>
          <w:p w:rsidR="0056332A" w:rsidRPr="006C6F55" w:rsidRDefault="0056332A" w:rsidP="009506B3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727" w:type="dxa"/>
          </w:tcPr>
          <w:p w:rsidR="0056332A" w:rsidRPr="006C6F55" w:rsidRDefault="0056332A" w:rsidP="009506B3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850" w:type="dxa"/>
            <w:gridSpan w:val="2"/>
          </w:tcPr>
          <w:p w:rsidR="0056332A" w:rsidRPr="006C6F55" w:rsidRDefault="0056332A" w:rsidP="009506B3">
            <w:pPr>
              <w:spacing w:after="160" w:line="259" w:lineRule="auto"/>
              <w:rPr>
                <w:rFonts w:cs="Arial"/>
              </w:rPr>
            </w:pPr>
          </w:p>
        </w:tc>
      </w:tr>
      <w:tr w:rsidR="0056332A" w:rsidRPr="006C6F55" w:rsidTr="00990FAF">
        <w:trPr>
          <w:trHeight w:val="133"/>
        </w:trPr>
        <w:tc>
          <w:tcPr>
            <w:tcW w:w="6056" w:type="dxa"/>
            <w:gridSpan w:val="2"/>
          </w:tcPr>
          <w:p w:rsidR="0056332A" w:rsidRPr="006C6F55" w:rsidRDefault="0056332A" w:rsidP="009506B3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                             De 13 a 16 años</w:t>
            </w:r>
          </w:p>
        </w:tc>
        <w:tc>
          <w:tcPr>
            <w:tcW w:w="867" w:type="dxa"/>
          </w:tcPr>
          <w:p w:rsidR="0056332A" w:rsidRPr="006C6F55" w:rsidRDefault="0056332A" w:rsidP="009506B3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727" w:type="dxa"/>
          </w:tcPr>
          <w:p w:rsidR="0056332A" w:rsidRPr="006C6F55" w:rsidRDefault="0056332A" w:rsidP="009506B3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850" w:type="dxa"/>
            <w:gridSpan w:val="2"/>
          </w:tcPr>
          <w:p w:rsidR="0056332A" w:rsidRPr="006C6F55" w:rsidRDefault="0056332A" w:rsidP="009506B3">
            <w:pPr>
              <w:spacing w:after="160" w:line="259" w:lineRule="auto"/>
              <w:rPr>
                <w:rFonts w:cs="Arial"/>
              </w:rPr>
            </w:pPr>
          </w:p>
        </w:tc>
      </w:tr>
      <w:tr w:rsidR="0056332A" w:rsidRPr="006C6F55" w:rsidTr="00990FAF">
        <w:trPr>
          <w:trHeight w:val="211"/>
        </w:trPr>
        <w:tc>
          <w:tcPr>
            <w:tcW w:w="6056" w:type="dxa"/>
            <w:gridSpan w:val="2"/>
          </w:tcPr>
          <w:p w:rsidR="0056332A" w:rsidRPr="006C6F55" w:rsidRDefault="0056332A" w:rsidP="00ED3F6E">
            <w:pPr>
              <w:spacing w:after="160" w:line="259" w:lineRule="auto"/>
              <w:jc w:val="right"/>
              <w:rPr>
                <w:rFonts w:cs="Arial"/>
              </w:rPr>
            </w:pPr>
            <w:r w:rsidRPr="006C6F55">
              <w:rPr>
                <w:rFonts w:cs="Arial"/>
              </w:rPr>
              <w:t>TOTAL</w:t>
            </w:r>
          </w:p>
        </w:tc>
        <w:tc>
          <w:tcPr>
            <w:tcW w:w="867" w:type="dxa"/>
          </w:tcPr>
          <w:p w:rsidR="0056332A" w:rsidRPr="006C6F55" w:rsidRDefault="0056332A" w:rsidP="009506B3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727" w:type="dxa"/>
          </w:tcPr>
          <w:p w:rsidR="0056332A" w:rsidRPr="006C6F55" w:rsidRDefault="0056332A" w:rsidP="009506B3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850" w:type="dxa"/>
            <w:gridSpan w:val="2"/>
          </w:tcPr>
          <w:p w:rsidR="0056332A" w:rsidRPr="006C6F55" w:rsidRDefault="0056332A" w:rsidP="009506B3">
            <w:pPr>
              <w:spacing w:after="160" w:line="259" w:lineRule="auto"/>
              <w:rPr>
                <w:rFonts w:cs="Arial"/>
              </w:rPr>
            </w:pPr>
          </w:p>
        </w:tc>
      </w:tr>
      <w:tr w:rsidR="00990FAF" w:rsidRPr="006C6F55" w:rsidTr="00990FAF">
        <w:trPr>
          <w:gridAfter w:val="1"/>
          <w:wAfter w:w="6" w:type="dxa"/>
          <w:trHeight w:val="684"/>
        </w:trPr>
        <w:tc>
          <w:tcPr>
            <w:tcW w:w="6056" w:type="dxa"/>
            <w:gridSpan w:val="2"/>
          </w:tcPr>
          <w:p w:rsidR="00990FAF" w:rsidRPr="006C6F55" w:rsidRDefault="00990FAF" w:rsidP="00990FAF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 xml:space="preserve">7.- </w:t>
            </w:r>
            <w:r>
              <w:rPr>
                <w:rFonts w:cs="Arial"/>
                <w:b/>
              </w:rPr>
              <w:t>De los datos anteriores</w:t>
            </w:r>
            <w:r w:rsidRPr="006C6F55">
              <w:rPr>
                <w:rFonts w:cs="Arial"/>
                <w:b/>
              </w:rPr>
              <w:t xml:space="preserve">, </w:t>
            </w:r>
            <w:r>
              <w:rPr>
                <w:rFonts w:cs="Arial"/>
                <w:b/>
              </w:rPr>
              <w:t xml:space="preserve">indicar las </w:t>
            </w:r>
            <w:r w:rsidRPr="006C6F55">
              <w:rPr>
                <w:rFonts w:cs="Arial"/>
                <w:b/>
              </w:rPr>
              <w:t>personas con discapacidad</w:t>
            </w:r>
          </w:p>
        </w:tc>
        <w:tc>
          <w:tcPr>
            <w:tcW w:w="867" w:type="dxa"/>
          </w:tcPr>
          <w:p w:rsidR="00990FAF" w:rsidRPr="00990FAF" w:rsidRDefault="00990FAF" w:rsidP="00990FAF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990FAF">
              <w:rPr>
                <w:rFonts w:cs="Arial"/>
                <w:b/>
              </w:rPr>
              <w:t>Niñas</w:t>
            </w:r>
          </w:p>
        </w:tc>
        <w:tc>
          <w:tcPr>
            <w:tcW w:w="727" w:type="dxa"/>
          </w:tcPr>
          <w:p w:rsidR="00990FAF" w:rsidRPr="00990FAF" w:rsidRDefault="00990FAF" w:rsidP="00990FAF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990FAF">
              <w:rPr>
                <w:rFonts w:cs="Arial"/>
                <w:b/>
              </w:rPr>
              <w:t>Niños</w:t>
            </w:r>
          </w:p>
        </w:tc>
        <w:tc>
          <w:tcPr>
            <w:tcW w:w="844" w:type="dxa"/>
          </w:tcPr>
          <w:p w:rsidR="00990FAF" w:rsidRPr="00990FAF" w:rsidRDefault="00990FAF" w:rsidP="00990FAF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990FAF">
              <w:rPr>
                <w:rFonts w:cs="Arial"/>
                <w:b/>
              </w:rPr>
              <w:t>TOTAL</w:t>
            </w:r>
          </w:p>
        </w:tc>
      </w:tr>
      <w:tr w:rsidR="00990FAF" w:rsidRPr="006C6F55" w:rsidTr="00990FAF">
        <w:trPr>
          <w:gridAfter w:val="1"/>
          <w:wAfter w:w="6" w:type="dxa"/>
          <w:trHeight w:val="369"/>
        </w:trPr>
        <w:tc>
          <w:tcPr>
            <w:tcW w:w="6056" w:type="dxa"/>
            <w:gridSpan w:val="2"/>
          </w:tcPr>
          <w:p w:rsidR="00990FAF" w:rsidRPr="006C6F55" w:rsidRDefault="00990FAF" w:rsidP="00990FAF">
            <w:pPr>
              <w:spacing w:after="160" w:line="259" w:lineRule="auto"/>
              <w:jc w:val="right"/>
              <w:rPr>
                <w:rFonts w:cs="Arial"/>
              </w:rPr>
            </w:pPr>
          </w:p>
        </w:tc>
        <w:tc>
          <w:tcPr>
            <w:tcW w:w="867" w:type="dxa"/>
          </w:tcPr>
          <w:p w:rsidR="00990FAF" w:rsidRPr="006C6F55" w:rsidRDefault="00990FAF" w:rsidP="00990FAF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727" w:type="dxa"/>
          </w:tcPr>
          <w:p w:rsidR="00990FAF" w:rsidRPr="006C6F55" w:rsidRDefault="00990FAF" w:rsidP="00990FAF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844" w:type="dxa"/>
          </w:tcPr>
          <w:p w:rsidR="00990FAF" w:rsidRPr="006C6F55" w:rsidRDefault="00990FAF" w:rsidP="00990FAF">
            <w:pPr>
              <w:spacing w:after="160" w:line="259" w:lineRule="auto"/>
              <w:rPr>
                <w:rFonts w:cs="Arial"/>
              </w:rPr>
            </w:pPr>
          </w:p>
        </w:tc>
      </w:tr>
    </w:tbl>
    <w:p w:rsidR="001E5DC1" w:rsidRPr="006C6F55" w:rsidRDefault="001E5DC1" w:rsidP="00613B27">
      <w:pPr>
        <w:spacing w:after="160" w:line="259" w:lineRule="auto"/>
        <w:jc w:val="both"/>
        <w:rPr>
          <w:rFonts w:cs="Arial"/>
        </w:rPr>
      </w:pPr>
    </w:p>
    <w:tbl>
      <w:tblPr>
        <w:tblStyle w:val="Tablaconcuadrcula"/>
        <w:tblW w:w="8642" w:type="dxa"/>
        <w:tblLayout w:type="fixed"/>
        <w:tblLook w:val="04A0" w:firstRow="1" w:lastRow="0" w:firstColumn="1" w:lastColumn="0" w:noHBand="0" w:noVBand="1"/>
      </w:tblPr>
      <w:tblGrid>
        <w:gridCol w:w="704"/>
        <w:gridCol w:w="6804"/>
        <w:gridCol w:w="1134"/>
      </w:tblGrid>
      <w:tr w:rsidR="006C6F55" w:rsidRPr="006C6F55" w:rsidTr="0056332A">
        <w:trPr>
          <w:trHeight w:val="590"/>
        </w:trPr>
        <w:tc>
          <w:tcPr>
            <w:tcW w:w="8642" w:type="dxa"/>
            <w:gridSpan w:val="3"/>
            <w:shd w:val="clear" w:color="auto" w:fill="DBDBDB" w:themeFill="accent3" w:themeFillTint="66"/>
          </w:tcPr>
          <w:p w:rsidR="00ED3F6E" w:rsidRPr="006C6F55" w:rsidRDefault="00613B27" w:rsidP="00ED3F6E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6C6F55">
              <w:rPr>
                <w:rFonts w:cs="Arial"/>
              </w:rPr>
              <w:lastRenderedPageBreak/>
              <w:br w:type="page"/>
            </w:r>
            <w:r w:rsidR="00ED3F6E" w:rsidRPr="006C6F55">
              <w:rPr>
                <w:rFonts w:cs="Arial"/>
                <w:b/>
              </w:rPr>
              <w:t xml:space="preserve">DATOS DE FAMILIAS </w:t>
            </w:r>
            <w:r w:rsidR="00527FC9" w:rsidRPr="006C6F55">
              <w:rPr>
                <w:rFonts w:cs="Arial"/>
                <w:b/>
              </w:rPr>
              <w:t>USUARIAS POR TIPOLOGÍAS</w:t>
            </w:r>
          </w:p>
        </w:tc>
      </w:tr>
      <w:tr w:rsidR="00990FAF" w:rsidRPr="006C6F55" w:rsidTr="00990FAF">
        <w:trPr>
          <w:trHeight w:val="540"/>
        </w:trPr>
        <w:tc>
          <w:tcPr>
            <w:tcW w:w="7508" w:type="dxa"/>
            <w:gridSpan w:val="2"/>
          </w:tcPr>
          <w:p w:rsidR="00990FAF" w:rsidRDefault="00990FAF" w:rsidP="009506B3">
            <w:pPr>
              <w:spacing w:after="160" w:line="259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</w:t>
            </w:r>
            <w:r w:rsidRPr="006C6F55">
              <w:rPr>
                <w:rFonts w:cs="Arial"/>
                <w:b/>
              </w:rPr>
              <w:t xml:space="preserve">.- </w:t>
            </w:r>
            <w:r>
              <w:rPr>
                <w:rFonts w:cs="Arial"/>
                <w:b/>
              </w:rPr>
              <w:t>Número total de familias</w:t>
            </w:r>
          </w:p>
        </w:tc>
        <w:tc>
          <w:tcPr>
            <w:tcW w:w="1134" w:type="dxa"/>
          </w:tcPr>
          <w:p w:rsidR="00990FAF" w:rsidRPr="006C6F55" w:rsidRDefault="00990FAF" w:rsidP="009506B3">
            <w:pPr>
              <w:spacing w:after="160" w:line="259" w:lineRule="auto"/>
              <w:rPr>
                <w:rFonts w:cs="Arial"/>
                <w:b/>
              </w:rPr>
            </w:pPr>
          </w:p>
        </w:tc>
      </w:tr>
      <w:tr w:rsidR="00990FAF" w:rsidRPr="006C6F55" w:rsidTr="00BA1FB9">
        <w:trPr>
          <w:trHeight w:val="540"/>
        </w:trPr>
        <w:tc>
          <w:tcPr>
            <w:tcW w:w="8642" w:type="dxa"/>
            <w:gridSpan w:val="3"/>
          </w:tcPr>
          <w:p w:rsidR="00990FAF" w:rsidRDefault="00990FAF" w:rsidP="009506B3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 xml:space="preserve">Familias con carácter de grupo prioritario. Número de cada uno de los siguientes grupos: </w:t>
            </w:r>
          </w:p>
        </w:tc>
      </w:tr>
      <w:tr w:rsidR="006C6F55" w:rsidRPr="006C6F55" w:rsidTr="0056332A">
        <w:trPr>
          <w:trHeight w:val="239"/>
        </w:trPr>
        <w:tc>
          <w:tcPr>
            <w:tcW w:w="704" w:type="dxa"/>
            <w:tcBorders>
              <w:right w:val="dotted" w:sz="4" w:space="0" w:color="auto"/>
            </w:tcBorders>
          </w:tcPr>
          <w:p w:rsidR="00A20313" w:rsidRPr="006C6F55" w:rsidRDefault="00A20313" w:rsidP="00A20313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   </w:t>
            </w:r>
            <w:r w:rsidR="000B5D93">
              <w:rPr>
                <w:rFonts w:cs="Arial"/>
              </w:rPr>
              <w:t>1</w:t>
            </w:r>
          </w:p>
        </w:tc>
        <w:tc>
          <w:tcPr>
            <w:tcW w:w="6804" w:type="dxa"/>
            <w:tcBorders>
              <w:left w:val="dotted" w:sz="4" w:space="0" w:color="auto"/>
            </w:tcBorders>
          </w:tcPr>
          <w:p w:rsidR="00A20313" w:rsidRPr="006C6F55" w:rsidRDefault="00A20313" w:rsidP="00A20313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Familias numerosas  </w:t>
            </w:r>
          </w:p>
        </w:tc>
        <w:tc>
          <w:tcPr>
            <w:tcW w:w="1134" w:type="dxa"/>
          </w:tcPr>
          <w:p w:rsidR="00A20313" w:rsidRPr="006C6F55" w:rsidRDefault="00A20313" w:rsidP="00A20313">
            <w:pPr>
              <w:spacing w:after="160" w:line="259" w:lineRule="auto"/>
              <w:rPr>
                <w:rFonts w:cs="Arial"/>
                <w:strike/>
              </w:rPr>
            </w:pPr>
          </w:p>
        </w:tc>
      </w:tr>
      <w:tr w:rsidR="006C6F55" w:rsidRPr="006C6F55" w:rsidTr="0056332A">
        <w:trPr>
          <w:trHeight w:val="236"/>
        </w:trPr>
        <w:tc>
          <w:tcPr>
            <w:tcW w:w="704" w:type="dxa"/>
            <w:tcBorders>
              <w:right w:val="dotted" w:sz="4" w:space="0" w:color="auto"/>
            </w:tcBorders>
          </w:tcPr>
          <w:p w:rsidR="00A20313" w:rsidRPr="006C6F55" w:rsidRDefault="00A20313" w:rsidP="00A20313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 </w:t>
            </w:r>
            <w:r w:rsidR="000B5D93">
              <w:rPr>
                <w:rFonts w:cs="Arial"/>
              </w:rPr>
              <w:t xml:space="preserve">  2</w:t>
            </w:r>
          </w:p>
        </w:tc>
        <w:tc>
          <w:tcPr>
            <w:tcW w:w="6804" w:type="dxa"/>
            <w:tcBorders>
              <w:left w:val="dotted" w:sz="4" w:space="0" w:color="auto"/>
            </w:tcBorders>
          </w:tcPr>
          <w:p w:rsidR="00A20313" w:rsidRPr="006C6F55" w:rsidRDefault="00A20313" w:rsidP="00A20313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Monomarentales  </w:t>
            </w:r>
          </w:p>
        </w:tc>
        <w:tc>
          <w:tcPr>
            <w:tcW w:w="1134" w:type="dxa"/>
          </w:tcPr>
          <w:p w:rsidR="00A20313" w:rsidRPr="006C6F55" w:rsidRDefault="00A20313" w:rsidP="00A20313">
            <w:pPr>
              <w:spacing w:after="160" w:line="259" w:lineRule="auto"/>
              <w:rPr>
                <w:rFonts w:cs="Arial"/>
              </w:rPr>
            </w:pPr>
          </w:p>
        </w:tc>
      </w:tr>
      <w:tr w:rsidR="006C6F55" w:rsidRPr="006C6F55" w:rsidTr="0056332A">
        <w:trPr>
          <w:trHeight w:val="236"/>
        </w:trPr>
        <w:tc>
          <w:tcPr>
            <w:tcW w:w="704" w:type="dxa"/>
            <w:tcBorders>
              <w:right w:val="dotted" w:sz="4" w:space="0" w:color="auto"/>
            </w:tcBorders>
          </w:tcPr>
          <w:p w:rsidR="00A20313" w:rsidRPr="006C6F55" w:rsidRDefault="00A20313" w:rsidP="00A20313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 </w:t>
            </w:r>
            <w:r w:rsidR="000B5D93">
              <w:rPr>
                <w:rFonts w:cs="Arial"/>
              </w:rPr>
              <w:t xml:space="preserve">  3</w:t>
            </w:r>
          </w:p>
        </w:tc>
        <w:tc>
          <w:tcPr>
            <w:tcW w:w="6804" w:type="dxa"/>
            <w:tcBorders>
              <w:left w:val="dotted" w:sz="4" w:space="0" w:color="auto"/>
            </w:tcBorders>
          </w:tcPr>
          <w:p w:rsidR="00A20313" w:rsidRPr="006C6F55" w:rsidRDefault="00A20313" w:rsidP="00A20313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Monoparentales </w:t>
            </w:r>
          </w:p>
        </w:tc>
        <w:tc>
          <w:tcPr>
            <w:tcW w:w="1134" w:type="dxa"/>
          </w:tcPr>
          <w:p w:rsidR="00A20313" w:rsidRPr="006C6F55" w:rsidRDefault="00A20313" w:rsidP="00A20313">
            <w:pPr>
              <w:spacing w:after="160" w:line="259" w:lineRule="auto"/>
              <w:rPr>
                <w:rFonts w:cs="Arial"/>
              </w:rPr>
            </w:pPr>
          </w:p>
        </w:tc>
      </w:tr>
      <w:tr w:rsidR="006C6F55" w:rsidRPr="006C6F55" w:rsidTr="0056332A">
        <w:trPr>
          <w:trHeight w:val="236"/>
        </w:trPr>
        <w:tc>
          <w:tcPr>
            <w:tcW w:w="704" w:type="dxa"/>
            <w:tcBorders>
              <w:right w:val="dotted" w:sz="4" w:space="0" w:color="auto"/>
            </w:tcBorders>
          </w:tcPr>
          <w:p w:rsidR="00A20313" w:rsidRPr="006C6F55" w:rsidRDefault="00A20313" w:rsidP="00A20313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 </w:t>
            </w:r>
            <w:r w:rsidR="000B5D93">
              <w:rPr>
                <w:rFonts w:cs="Arial"/>
              </w:rPr>
              <w:t xml:space="preserve">  4</w:t>
            </w:r>
          </w:p>
        </w:tc>
        <w:tc>
          <w:tcPr>
            <w:tcW w:w="6804" w:type="dxa"/>
            <w:tcBorders>
              <w:left w:val="dotted" w:sz="4" w:space="0" w:color="auto"/>
            </w:tcBorders>
          </w:tcPr>
          <w:p w:rsidR="00A20313" w:rsidRPr="006C6F55" w:rsidRDefault="00A20313" w:rsidP="00A20313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Víctimas de violencia de género u otras formas de violencia contra las mujeres</w:t>
            </w:r>
          </w:p>
        </w:tc>
        <w:tc>
          <w:tcPr>
            <w:tcW w:w="1134" w:type="dxa"/>
          </w:tcPr>
          <w:p w:rsidR="00A20313" w:rsidRPr="006C6F55" w:rsidRDefault="00A20313" w:rsidP="00A20313">
            <w:pPr>
              <w:spacing w:after="160" w:line="259" w:lineRule="auto"/>
              <w:rPr>
                <w:rFonts w:cs="Arial"/>
              </w:rPr>
            </w:pPr>
          </w:p>
        </w:tc>
      </w:tr>
      <w:tr w:rsidR="006C6F55" w:rsidRPr="006C6F55" w:rsidTr="0056332A">
        <w:trPr>
          <w:trHeight w:val="236"/>
        </w:trPr>
        <w:tc>
          <w:tcPr>
            <w:tcW w:w="704" w:type="dxa"/>
            <w:tcBorders>
              <w:right w:val="dotted" w:sz="4" w:space="0" w:color="auto"/>
            </w:tcBorders>
          </w:tcPr>
          <w:p w:rsidR="00A20313" w:rsidRPr="006C6F55" w:rsidRDefault="00A20313" w:rsidP="00A20313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 </w:t>
            </w:r>
            <w:r w:rsidR="000B5D93">
              <w:rPr>
                <w:rFonts w:cs="Arial"/>
              </w:rPr>
              <w:t xml:space="preserve"> </w:t>
            </w:r>
            <w:r w:rsidRPr="006C6F55">
              <w:rPr>
                <w:rFonts w:cs="Arial"/>
              </w:rPr>
              <w:t xml:space="preserve"> </w:t>
            </w:r>
            <w:r w:rsidR="000B5D93">
              <w:rPr>
                <w:rFonts w:cs="Arial"/>
              </w:rPr>
              <w:t>5</w:t>
            </w:r>
          </w:p>
        </w:tc>
        <w:tc>
          <w:tcPr>
            <w:tcW w:w="6804" w:type="dxa"/>
            <w:tcBorders>
              <w:left w:val="dotted" w:sz="4" w:space="0" w:color="auto"/>
            </w:tcBorders>
          </w:tcPr>
          <w:p w:rsidR="00A20313" w:rsidRPr="006C6F55" w:rsidRDefault="00A20313" w:rsidP="00A20313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Familias refugiadas</w:t>
            </w:r>
          </w:p>
        </w:tc>
        <w:tc>
          <w:tcPr>
            <w:tcW w:w="1134" w:type="dxa"/>
          </w:tcPr>
          <w:p w:rsidR="00A20313" w:rsidRPr="006C6F55" w:rsidRDefault="00A20313" w:rsidP="00A20313">
            <w:pPr>
              <w:spacing w:after="160" w:line="259" w:lineRule="auto"/>
              <w:rPr>
                <w:rFonts w:cs="Arial"/>
              </w:rPr>
            </w:pPr>
          </w:p>
        </w:tc>
      </w:tr>
      <w:tr w:rsidR="006C6F55" w:rsidRPr="006C6F55" w:rsidTr="0056332A">
        <w:trPr>
          <w:trHeight w:val="236"/>
        </w:trPr>
        <w:tc>
          <w:tcPr>
            <w:tcW w:w="704" w:type="dxa"/>
            <w:tcBorders>
              <w:right w:val="dotted" w:sz="4" w:space="0" w:color="auto"/>
            </w:tcBorders>
          </w:tcPr>
          <w:p w:rsidR="00A20313" w:rsidRPr="006C6F55" w:rsidRDefault="00A20313" w:rsidP="00A20313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 </w:t>
            </w:r>
            <w:r w:rsidR="000B5D93">
              <w:rPr>
                <w:rFonts w:cs="Arial"/>
              </w:rPr>
              <w:t xml:space="preserve">  6</w:t>
            </w:r>
            <w:r w:rsidRPr="006C6F55">
              <w:rPr>
                <w:rFonts w:cs="Arial"/>
              </w:rPr>
              <w:t xml:space="preserve">  </w:t>
            </w:r>
          </w:p>
        </w:tc>
        <w:tc>
          <w:tcPr>
            <w:tcW w:w="6804" w:type="dxa"/>
            <w:tcBorders>
              <w:left w:val="dotted" w:sz="4" w:space="0" w:color="auto"/>
            </w:tcBorders>
          </w:tcPr>
          <w:p w:rsidR="00A20313" w:rsidRPr="006C6F55" w:rsidRDefault="00A20313" w:rsidP="00A20313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Familias con otras cargas de cuidados</w:t>
            </w:r>
          </w:p>
        </w:tc>
        <w:tc>
          <w:tcPr>
            <w:tcW w:w="1134" w:type="dxa"/>
          </w:tcPr>
          <w:p w:rsidR="00A20313" w:rsidRPr="006C6F55" w:rsidRDefault="00A20313" w:rsidP="00A20313">
            <w:pPr>
              <w:spacing w:after="160" w:line="259" w:lineRule="auto"/>
              <w:rPr>
                <w:rFonts w:cs="Arial"/>
              </w:rPr>
            </w:pPr>
          </w:p>
        </w:tc>
      </w:tr>
      <w:tr w:rsidR="006C6F55" w:rsidRPr="006C6F55" w:rsidTr="0056332A">
        <w:trPr>
          <w:trHeight w:val="236"/>
        </w:trPr>
        <w:tc>
          <w:tcPr>
            <w:tcW w:w="704" w:type="dxa"/>
            <w:tcBorders>
              <w:right w:val="dotted" w:sz="4" w:space="0" w:color="auto"/>
            </w:tcBorders>
          </w:tcPr>
          <w:p w:rsidR="00A20313" w:rsidRPr="006C6F55" w:rsidRDefault="000B5D93" w:rsidP="00A2031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7</w:t>
            </w:r>
          </w:p>
        </w:tc>
        <w:tc>
          <w:tcPr>
            <w:tcW w:w="6804" w:type="dxa"/>
            <w:tcBorders>
              <w:left w:val="dotted" w:sz="4" w:space="0" w:color="auto"/>
            </w:tcBorders>
          </w:tcPr>
          <w:p w:rsidR="00A20313" w:rsidRPr="006C6F55" w:rsidRDefault="00A20313" w:rsidP="00A20313">
            <w:pPr>
              <w:spacing w:after="160" w:line="259" w:lineRule="auto"/>
              <w:rPr>
                <w:rFonts w:cs="Arial"/>
                <w:strike/>
              </w:rPr>
            </w:pPr>
            <w:r w:rsidRPr="006C6F55">
              <w:rPr>
                <w:rFonts w:cs="Arial"/>
              </w:rPr>
              <w:t xml:space="preserve">Familias en situación de vulnerabilidad </w:t>
            </w:r>
          </w:p>
        </w:tc>
        <w:tc>
          <w:tcPr>
            <w:tcW w:w="1134" w:type="dxa"/>
          </w:tcPr>
          <w:p w:rsidR="00A20313" w:rsidRPr="006C6F55" w:rsidRDefault="00A20313" w:rsidP="00A20313">
            <w:pPr>
              <w:spacing w:after="160" w:line="259" w:lineRule="auto"/>
              <w:rPr>
                <w:rFonts w:cs="Arial"/>
              </w:rPr>
            </w:pPr>
          </w:p>
        </w:tc>
      </w:tr>
      <w:tr w:rsidR="006C6F55" w:rsidRPr="006C6F55" w:rsidTr="0056332A">
        <w:trPr>
          <w:trHeight w:val="236"/>
        </w:trPr>
        <w:tc>
          <w:tcPr>
            <w:tcW w:w="704" w:type="dxa"/>
            <w:tcBorders>
              <w:right w:val="dotted" w:sz="4" w:space="0" w:color="auto"/>
            </w:tcBorders>
          </w:tcPr>
          <w:p w:rsidR="00A20313" w:rsidRPr="006C6F55" w:rsidRDefault="000B5D93" w:rsidP="00A2031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8</w:t>
            </w:r>
          </w:p>
        </w:tc>
        <w:tc>
          <w:tcPr>
            <w:tcW w:w="6804" w:type="dxa"/>
            <w:tcBorders>
              <w:left w:val="dotted" w:sz="4" w:space="0" w:color="auto"/>
            </w:tcBorders>
          </w:tcPr>
          <w:p w:rsidR="00A20313" w:rsidRPr="006C6F55" w:rsidRDefault="00A20313" w:rsidP="00A20313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Mujeres con acreditación del grado de discapacidad  </w:t>
            </w:r>
          </w:p>
        </w:tc>
        <w:tc>
          <w:tcPr>
            <w:tcW w:w="1134" w:type="dxa"/>
          </w:tcPr>
          <w:p w:rsidR="00A20313" w:rsidRPr="006C6F55" w:rsidRDefault="00A20313" w:rsidP="00A20313">
            <w:pPr>
              <w:spacing w:after="160" w:line="259" w:lineRule="auto"/>
              <w:rPr>
                <w:rFonts w:cs="Arial"/>
              </w:rPr>
            </w:pPr>
          </w:p>
        </w:tc>
      </w:tr>
      <w:tr w:rsidR="006C6F55" w:rsidRPr="006C6F55" w:rsidTr="0056332A">
        <w:trPr>
          <w:trHeight w:val="239"/>
        </w:trPr>
        <w:tc>
          <w:tcPr>
            <w:tcW w:w="704" w:type="dxa"/>
            <w:tcBorders>
              <w:right w:val="dotted" w:sz="4" w:space="0" w:color="auto"/>
            </w:tcBorders>
          </w:tcPr>
          <w:p w:rsidR="00A20313" w:rsidRPr="006C6F55" w:rsidRDefault="000B5D93" w:rsidP="00A2031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9</w:t>
            </w:r>
          </w:p>
        </w:tc>
        <w:tc>
          <w:tcPr>
            <w:tcW w:w="6804" w:type="dxa"/>
            <w:tcBorders>
              <w:left w:val="dotted" w:sz="4" w:space="0" w:color="auto"/>
            </w:tcBorders>
          </w:tcPr>
          <w:p w:rsidR="00A20313" w:rsidRPr="006C6F55" w:rsidRDefault="00A20313" w:rsidP="00A20313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Otras: __________________</w:t>
            </w:r>
          </w:p>
        </w:tc>
        <w:tc>
          <w:tcPr>
            <w:tcW w:w="1134" w:type="dxa"/>
          </w:tcPr>
          <w:p w:rsidR="00A20313" w:rsidRPr="006C6F55" w:rsidRDefault="00A20313" w:rsidP="00A20313">
            <w:pPr>
              <w:spacing w:after="160" w:line="259" w:lineRule="auto"/>
              <w:rPr>
                <w:rFonts w:cs="Arial"/>
              </w:rPr>
            </w:pPr>
          </w:p>
        </w:tc>
      </w:tr>
    </w:tbl>
    <w:p w:rsidR="001A1870" w:rsidRDefault="001A1870"/>
    <w:p w:rsidR="00104276" w:rsidRDefault="00104276">
      <w:pPr>
        <w:spacing w:after="160" w:line="259" w:lineRule="auto"/>
      </w:pPr>
      <w:r>
        <w:br w:type="page"/>
      </w:r>
    </w:p>
    <w:tbl>
      <w:tblPr>
        <w:tblStyle w:val="Tablaconcuadrcula"/>
        <w:tblW w:w="8642" w:type="dxa"/>
        <w:tblLayout w:type="fixed"/>
        <w:tblLook w:val="04A0" w:firstRow="1" w:lastRow="0" w:firstColumn="1" w:lastColumn="0" w:noHBand="0" w:noVBand="1"/>
      </w:tblPr>
      <w:tblGrid>
        <w:gridCol w:w="5665"/>
        <w:gridCol w:w="993"/>
        <w:gridCol w:w="567"/>
        <w:gridCol w:w="567"/>
        <w:gridCol w:w="283"/>
        <w:gridCol w:w="567"/>
      </w:tblGrid>
      <w:tr w:rsidR="006C6F55" w:rsidRPr="006C6F55" w:rsidTr="000B5D93">
        <w:trPr>
          <w:trHeight w:val="557"/>
        </w:trPr>
        <w:tc>
          <w:tcPr>
            <w:tcW w:w="8642" w:type="dxa"/>
            <w:gridSpan w:val="6"/>
            <w:shd w:val="clear" w:color="auto" w:fill="DBDBDB" w:themeFill="accent3" w:themeFillTint="66"/>
          </w:tcPr>
          <w:p w:rsidR="00613B27" w:rsidRPr="006C6F55" w:rsidRDefault="00D144B0" w:rsidP="00705D8E">
            <w:pPr>
              <w:spacing w:after="160" w:line="259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1</w:t>
            </w:r>
            <w:r w:rsidR="008038D9" w:rsidRPr="006C6F55">
              <w:rPr>
                <w:rFonts w:cs="Arial"/>
                <w:b/>
              </w:rPr>
              <w:t xml:space="preserve">.2.3.- </w:t>
            </w:r>
            <w:r w:rsidR="00613B27" w:rsidRPr="006C6F55">
              <w:rPr>
                <w:rFonts w:cs="Arial"/>
                <w:b/>
              </w:rPr>
              <w:t>CREACIÓN DE EMPLEO DE CALIDAD</w:t>
            </w:r>
          </w:p>
        </w:tc>
      </w:tr>
      <w:tr w:rsidR="006C6F55" w:rsidRPr="006C6F55" w:rsidTr="000B5D93">
        <w:trPr>
          <w:trHeight w:val="236"/>
        </w:trPr>
        <w:tc>
          <w:tcPr>
            <w:tcW w:w="8642" w:type="dxa"/>
            <w:gridSpan w:val="6"/>
            <w:shd w:val="clear" w:color="auto" w:fill="auto"/>
          </w:tcPr>
          <w:p w:rsidR="00163D3A" w:rsidRPr="006C6F55" w:rsidRDefault="008038D9" w:rsidP="00AC1456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1</w:t>
            </w:r>
            <w:r w:rsidR="00163D3A" w:rsidRPr="006C6F55">
              <w:rPr>
                <w:rFonts w:cs="Arial"/>
                <w:b/>
              </w:rPr>
              <w:t>.- Número total de personas empleadas a través del proyecto por edad y sexo</w:t>
            </w:r>
            <w:r w:rsidR="00653B45" w:rsidRPr="006C6F55">
              <w:rPr>
                <w:rFonts w:cs="Arial"/>
                <w:b/>
              </w:rPr>
              <w:t xml:space="preserve"> </w:t>
            </w:r>
            <w:r w:rsidR="001E5DC1">
              <w:rPr>
                <w:rFonts w:cs="Arial"/>
              </w:rPr>
              <w:t xml:space="preserve">(tanto de personas empleadas directamente o a través de subcontratación) </w:t>
            </w:r>
          </w:p>
        </w:tc>
      </w:tr>
      <w:tr w:rsidR="00990FAF" w:rsidRPr="006C6F55" w:rsidTr="00990FAF">
        <w:trPr>
          <w:trHeight w:val="104"/>
        </w:trPr>
        <w:tc>
          <w:tcPr>
            <w:tcW w:w="5665" w:type="dxa"/>
          </w:tcPr>
          <w:p w:rsidR="00990FAF" w:rsidRPr="00990FAF" w:rsidRDefault="00990FAF" w:rsidP="0056332A">
            <w:pPr>
              <w:spacing w:after="160" w:line="259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                                    </w:t>
            </w:r>
            <w:r w:rsidRPr="00990FAF">
              <w:rPr>
                <w:rFonts w:cs="Arial"/>
                <w:b/>
              </w:rPr>
              <w:t>Tramo de edad</w:t>
            </w:r>
          </w:p>
        </w:tc>
        <w:tc>
          <w:tcPr>
            <w:tcW w:w="993" w:type="dxa"/>
          </w:tcPr>
          <w:p w:rsidR="00990FAF" w:rsidRPr="00990FAF" w:rsidRDefault="00990FAF" w:rsidP="00163D3A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990FAF">
              <w:rPr>
                <w:rFonts w:cs="Arial"/>
                <w:b/>
              </w:rPr>
              <w:t>Mujeres</w:t>
            </w:r>
          </w:p>
        </w:tc>
        <w:tc>
          <w:tcPr>
            <w:tcW w:w="1134" w:type="dxa"/>
            <w:gridSpan w:val="2"/>
          </w:tcPr>
          <w:p w:rsidR="00990FAF" w:rsidRPr="00990FAF" w:rsidRDefault="00990FAF" w:rsidP="00163D3A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990FAF">
              <w:rPr>
                <w:rFonts w:cs="Arial"/>
                <w:b/>
              </w:rPr>
              <w:t>Hombres</w:t>
            </w:r>
          </w:p>
        </w:tc>
        <w:tc>
          <w:tcPr>
            <w:tcW w:w="850" w:type="dxa"/>
            <w:gridSpan w:val="2"/>
          </w:tcPr>
          <w:p w:rsidR="00990FAF" w:rsidRDefault="00990FAF" w:rsidP="00163D3A">
            <w:pPr>
              <w:spacing w:after="160" w:line="259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TOTAL</w:t>
            </w:r>
          </w:p>
          <w:p w:rsidR="00990FAF" w:rsidRPr="006C6F55" w:rsidRDefault="00990FAF" w:rsidP="00163D3A">
            <w:pPr>
              <w:spacing w:after="160" w:line="259" w:lineRule="auto"/>
              <w:jc w:val="center"/>
              <w:rPr>
                <w:rFonts w:cs="Arial"/>
                <w:b/>
              </w:rPr>
            </w:pPr>
          </w:p>
        </w:tc>
      </w:tr>
      <w:tr w:rsidR="00990FAF" w:rsidRPr="006C6F55" w:rsidTr="00990FAF">
        <w:trPr>
          <w:trHeight w:val="100"/>
        </w:trPr>
        <w:tc>
          <w:tcPr>
            <w:tcW w:w="5665" w:type="dxa"/>
          </w:tcPr>
          <w:p w:rsidR="00990FAF" w:rsidRPr="006C6F55" w:rsidRDefault="00990FAF" w:rsidP="00163D3A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                            Menores de 30 años</w:t>
            </w:r>
          </w:p>
        </w:tc>
        <w:tc>
          <w:tcPr>
            <w:tcW w:w="993" w:type="dxa"/>
          </w:tcPr>
          <w:p w:rsidR="00990FAF" w:rsidRPr="006C6F55" w:rsidRDefault="00990FAF" w:rsidP="00163D3A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990FAF" w:rsidRPr="006C6F55" w:rsidRDefault="00990FAF" w:rsidP="00163D3A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850" w:type="dxa"/>
            <w:gridSpan w:val="2"/>
          </w:tcPr>
          <w:p w:rsidR="00990FAF" w:rsidRPr="006C6F55" w:rsidRDefault="00990FAF" w:rsidP="00163D3A">
            <w:pPr>
              <w:spacing w:after="160" w:line="259" w:lineRule="auto"/>
              <w:rPr>
                <w:rFonts w:cs="Arial"/>
              </w:rPr>
            </w:pPr>
          </w:p>
        </w:tc>
      </w:tr>
      <w:tr w:rsidR="00990FAF" w:rsidRPr="006C6F55" w:rsidTr="00990FAF">
        <w:trPr>
          <w:trHeight w:val="100"/>
        </w:trPr>
        <w:tc>
          <w:tcPr>
            <w:tcW w:w="5665" w:type="dxa"/>
          </w:tcPr>
          <w:p w:rsidR="00990FAF" w:rsidRPr="006C6F55" w:rsidRDefault="00990FAF" w:rsidP="00163D3A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                            De 30 a 45 años</w:t>
            </w:r>
          </w:p>
        </w:tc>
        <w:tc>
          <w:tcPr>
            <w:tcW w:w="993" w:type="dxa"/>
          </w:tcPr>
          <w:p w:rsidR="00990FAF" w:rsidRPr="006C6F55" w:rsidRDefault="00990FAF" w:rsidP="00163D3A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990FAF" w:rsidRPr="006C6F55" w:rsidRDefault="00990FAF" w:rsidP="00163D3A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850" w:type="dxa"/>
            <w:gridSpan w:val="2"/>
          </w:tcPr>
          <w:p w:rsidR="00990FAF" w:rsidRPr="006C6F55" w:rsidRDefault="00990FAF" w:rsidP="00163D3A">
            <w:pPr>
              <w:spacing w:after="160" w:line="259" w:lineRule="auto"/>
              <w:rPr>
                <w:rFonts w:cs="Arial"/>
              </w:rPr>
            </w:pPr>
          </w:p>
        </w:tc>
      </w:tr>
      <w:tr w:rsidR="00990FAF" w:rsidRPr="006C6F55" w:rsidTr="00990FAF">
        <w:trPr>
          <w:trHeight w:val="100"/>
        </w:trPr>
        <w:tc>
          <w:tcPr>
            <w:tcW w:w="5665" w:type="dxa"/>
          </w:tcPr>
          <w:p w:rsidR="00990FAF" w:rsidRPr="006C6F55" w:rsidRDefault="00990FAF" w:rsidP="00163D3A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                            Mayores de 45</w:t>
            </w:r>
          </w:p>
        </w:tc>
        <w:tc>
          <w:tcPr>
            <w:tcW w:w="993" w:type="dxa"/>
          </w:tcPr>
          <w:p w:rsidR="00990FAF" w:rsidRPr="006C6F55" w:rsidRDefault="00990FAF" w:rsidP="00163D3A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990FAF" w:rsidRPr="006C6F55" w:rsidRDefault="00990FAF" w:rsidP="00163D3A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850" w:type="dxa"/>
            <w:gridSpan w:val="2"/>
          </w:tcPr>
          <w:p w:rsidR="00990FAF" w:rsidRPr="006C6F55" w:rsidRDefault="00990FAF" w:rsidP="00163D3A">
            <w:pPr>
              <w:spacing w:after="160" w:line="259" w:lineRule="auto"/>
              <w:rPr>
                <w:rFonts w:cs="Arial"/>
              </w:rPr>
            </w:pPr>
          </w:p>
        </w:tc>
      </w:tr>
      <w:tr w:rsidR="00990FAF" w:rsidRPr="006C6F55" w:rsidTr="00990FAF">
        <w:trPr>
          <w:trHeight w:val="100"/>
        </w:trPr>
        <w:tc>
          <w:tcPr>
            <w:tcW w:w="5665" w:type="dxa"/>
          </w:tcPr>
          <w:p w:rsidR="00990FAF" w:rsidRPr="006C6F55" w:rsidRDefault="00990FAF" w:rsidP="00163D3A">
            <w:pPr>
              <w:spacing w:after="160" w:line="259" w:lineRule="auto"/>
              <w:jc w:val="right"/>
              <w:rPr>
                <w:rFonts w:cs="Arial"/>
              </w:rPr>
            </w:pPr>
            <w:r w:rsidRPr="006C6F55">
              <w:rPr>
                <w:rFonts w:cs="Arial"/>
              </w:rPr>
              <w:t>TOTAL</w:t>
            </w:r>
          </w:p>
        </w:tc>
        <w:tc>
          <w:tcPr>
            <w:tcW w:w="993" w:type="dxa"/>
          </w:tcPr>
          <w:p w:rsidR="00990FAF" w:rsidRPr="006C6F55" w:rsidRDefault="00990FAF" w:rsidP="00163D3A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990FAF" w:rsidRPr="006C6F55" w:rsidRDefault="00990FAF" w:rsidP="00163D3A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850" w:type="dxa"/>
            <w:gridSpan w:val="2"/>
          </w:tcPr>
          <w:p w:rsidR="00990FAF" w:rsidRPr="006C6F55" w:rsidRDefault="00990FAF" w:rsidP="00163D3A">
            <w:pPr>
              <w:spacing w:after="160" w:line="259" w:lineRule="auto"/>
              <w:rPr>
                <w:rFonts w:cs="Arial"/>
              </w:rPr>
            </w:pPr>
          </w:p>
        </w:tc>
      </w:tr>
      <w:tr w:rsidR="006C6F55" w:rsidRPr="006C6F55" w:rsidTr="00990FAF">
        <w:trPr>
          <w:trHeight w:val="556"/>
        </w:trPr>
        <w:tc>
          <w:tcPr>
            <w:tcW w:w="5665" w:type="dxa"/>
            <w:shd w:val="clear" w:color="auto" w:fill="auto"/>
          </w:tcPr>
          <w:p w:rsidR="00D31325" w:rsidRPr="006C6F55" w:rsidRDefault="00426653" w:rsidP="00963D2B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2</w:t>
            </w:r>
            <w:r w:rsidR="00D31325" w:rsidRPr="006C6F55">
              <w:rPr>
                <w:rFonts w:cs="Arial"/>
                <w:b/>
              </w:rPr>
              <w:t xml:space="preserve">.- Número de </w:t>
            </w:r>
            <w:r w:rsidR="009932C9" w:rsidRPr="006C6F55">
              <w:rPr>
                <w:rFonts w:cs="Arial"/>
                <w:b/>
              </w:rPr>
              <w:t xml:space="preserve">personas </w:t>
            </w:r>
            <w:r w:rsidR="00D31325" w:rsidRPr="006C6F55">
              <w:rPr>
                <w:rFonts w:cs="Arial"/>
                <w:b/>
              </w:rPr>
              <w:t>empleadas con las siguientes características, desagregadas por sexos:</w:t>
            </w:r>
            <w:r w:rsidR="009932C9" w:rsidRPr="006C6F55">
              <w:rPr>
                <w:rFonts w:cs="Arial"/>
                <w:b/>
              </w:rPr>
              <w:t xml:space="preserve">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D31325" w:rsidRPr="006C6F55" w:rsidRDefault="009932C9" w:rsidP="00990FAF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Mujeres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D31325" w:rsidRPr="006C6F55" w:rsidRDefault="009932C9" w:rsidP="00990FAF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Hombres</w:t>
            </w:r>
          </w:p>
        </w:tc>
      </w:tr>
      <w:tr w:rsidR="006C6F55" w:rsidRPr="006C6F55" w:rsidTr="00990FAF">
        <w:trPr>
          <w:trHeight w:val="270"/>
        </w:trPr>
        <w:tc>
          <w:tcPr>
            <w:tcW w:w="5665" w:type="dxa"/>
          </w:tcPr>
          <w:p w:rsidR="009932C9" w:rsidRPr="006C6F55" w:rsidRDefault="009932C9" w:rsidP="00A665EE">
            <w:pPr>
              <w:spacing w:after="160" w:line="259" w:lineRule="auto"/>
              <w:jc w:val="both"/>
              <w:rPr>
                <w:rFonts w:cs="Arial"/>
              </w:rPr>
            </w:pPr>
            <w:r w:rsidRPr="006C6F55">
              <w:rPr>
                <w:rFonts w:cs="Arial"/>
              </w:rPr>
              <w:t>Desempleadas de larga duración:</w:t>
            </w:r>
          </w:p>
        </w:tc>
        <w:tc>
          <w:tcPr>
            <w:tcW w:w="1560" w:type="dxa"/>
            <w:gridSpan w:val="2"/>
          </w:tcPr>
          <w:p w:rsidR="009932C9" w:rsidRPr="006C6F55" w:rsidRDefault="009932C9" w:rsidP="00963D2B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417" w:type="dxa"/>
            <w:gridSpan w:val="3"/>
          </w:tcPr>
          <w:p w:rsidR="009932C9" w:rsidRPr="006C6F55" w:rsidRDefault="009932C9" w:rsidP="00963D2B">
            <w:pPr>
              <w:spacing w:after="160" w:line="259" w:lineRule="auto"/>
              <w:rPr>
                <w:rFonts w:cs="Arial"/>
              </w:rPr>
            </w:pPr>
          </w:p>
        </w:tc>
      </w:tr>
      <w:tr w:rsidR="006C6F55" w:rsidRPr="006C6F55" w:rsidTr="00990FAF">
        <w:trPr>
          <w:trHeight w:val="270"/>
        </w:trPr>
        <w:tc>
          <w:tcPr>
            <w:tcW w:w="5665" w:type="dxa"/>
          </w:tcPr>
          <w:p w:rsidR="009932C9" w:rsidRPr="006C6F55" w:rsidRDefault="009932C9" w:rsidP="00A665EE">
            <w:pPr>
              <w:spacing w:after="160" w:line="259" w:lineRule="auto"/>
              <w:jc w:val="both"/>
              <w:rPr>
                <w:rFonts w:cs="Arial"/>
              </w:rPr>
            </w:pPr>
            <w:r w:rsidRPr="006C6F55">
              <w:rPr>
                <w:rFonts w:cs="Arial"/>
              </w:rPr>
              <w:t>Refugiadas:</w:t>
            </w:r>
          </w:p>
        </w:tc>
        <w:tc>
          <w:tcPr>
            <w:tcW w:w="1560" w:type="dxa"/>
            <w:gridSpan w:val="2"/>
          </w:tcPr>
          <w:p w:rsidR="009932C9" w:rsidRPr="006C6F55" w:rsidRDefault="009932C9" w:rsidP="00963D2B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417" w:type="dxa"/>
            <w:gridSpan w:val="3"/>
          </w:tcPr>
          <w:p w:rsidR="009932C9" w:rsidRPr="006C6F55" w:rsidRDefault="009932C9" w:rsidP="00963D2B">
            <w:pPr>
              <w:spacing w:after="160" w:line="259" w:lineRule="auto"/>
              <w:rPr>
                <w:rFonts w:cs="Arial"/>
              </w:rPr>
            </w:pPr>
          </w:p>
        </w:tc>
      </w:tr>
      <w:tr w:rsidR="006C6F55" w:rsidRPr="006C6F55" w:rsidTr="00990FAF">
        <w:trPr>
          <w:trHeight w:val="270"/>
        </w:trPr>
        <w:tc>
          <w:tcPr>
            <w:tcW w:w="5665" w:type="dxa"/>
          </w:tcPr>
          <w:p w:rsidR="009932C9" w:rsidRPr="006C6F55" w:rsidRDefault="009932C9" w:rsidP="00963D2B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Mujeres víctimas de violencia de género</w:t>
            </w:r>
            <w:r w:rsidR="00896FAA" w:rsidRPr="006C6F55">
              <w:rPr>
                <w:rFonts w:cs="Arial"/>
              </w:rPr>
              <w:t xml:space="preserve"> u otros tipos de violencia</w:t>
            </w:r>
            <w:r w:rsidRPr="006C6F55">
              <w:rPr>
                <w:rFonts w:cs="Arial"/>
              </w:rPr>
              <w:t>:</w:t>
            </w:r>
          </w:p>
        </w:tc>
        <w:tc>
          <w:tcPr>
            <w:tcW w:w="2977" w:type="dxa"/>
            <w:gridSpan w:val="5"/>
          </w:tcPr>
          <w:p w:rsidR="009932C9" w:rsidRPr="006C6F55" w:rsidRDefault="009932C9" w:rsidP="00963D2B">
            <w:pPr>
              <w:spacing w:after="160" w:line="259" w:lineRule="auto"/>
              <w:rPr>
                <w:rFonts w:cs="Arial"/>
              </w:rPr>
            </w:pPr>
          </w:p>
        </w:tc>
      </w:tr>
      <w:tr w:rsidR="006C6F55" w:rsidRPr="006C6F55" w:rsidTr="00990FAF">
        <w:trPr>
          <w:trHeight w:val="550"/>
        </w:trPr>
        <w:tc>
          <w:tcPr>
            <w:tcW w:w="5665" w:type="dxa"/>
            <w:shd w:val="clear" w:color="auto" w:fill="auto"/>
          </w:tcPr>
          <w:p w:rsidR="004310FE" w:rsidRPr="006C6F55" w:rsidRDefault="00426653" w:rsidP="004310FE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3</w:t>
            </w:r>
            <w:r w:rsidR="004310FE" w:rsidRPr="006C6F55">
              <w:rPr>
                <w:rFonts w:cs="Arial"/>
                <w:b/>
              </w:rPr>
              <w:t>.- Número de personas empleadas por tipo de contrato desagregadas por sexo</w:t>
            </w:r>
            <w:r w:rsidR="00D144B0">
              <w:rPr>
                <w:rFonts w:cs="Arial"/>
                <w:b/>
              </w:rPr>
              <w:t xml:space="preserve">:  </w:t>
            </w:r>
          </w:p>
        </w:tc>
        <w:tc>
          <w:tcPr>
            <w:tcW w:w="1560" w:type="dxa"/>
            <w:gridSpan w:val="2"/>
          </w:tcPr>
          <w:p w:rsidR="004310FE" w:rsidRPr="006C6F55" w:rsidRDefault="004310FE" w:rsidP="00990FAF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Mujeres</w:t>
            </w:r>
          </w:p>
        </w:tc>
        <w:tc>
          <w:tcPr>
            <w:tcW w:w="1417" w:type="dxa"/>
            <w:gridSpan w:val="3"/>
          </w:tcPr>
          <w:p w:rsidR="004310FE" w:rsidRPr="006C6F55" w:rsidRDefault="004310FE" w:rsidP="00990FAF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Hombres</w:t>
            </w:r>
          </w:p>
        </w:tc>
      </w:tr>
      <w:tr w:rsidR="006C6F55" w:rsidRPr="006C6F55" w:rsidTr="00990FAF">
        <w:trPr>
          <w:trHeight w:val="270"/>
        </w:trPr>
        <w:tc>
          <w:tcPr>
            <w:tcW w:w="5665" w:type="dxa"/>
          </w:tcPr>
          <w:p w:rsidR="004310FE" w:rsidRPr="006C6F55" w:rsidRDefault="004310FE" w:rsidP="004310FE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Indefinido</w:t>
            </w:r>
          </w:p>
        </w:tc>
        <w:tc>
          <w:tcPr>
            <w:tcW w:w="1560" w:type="dxa"/>
            <w:gridSpan w:val="2"/>
          </w:tcPr>
          <w:p w:rsidR="004310FE" w:rsidRPr="006C6F55" w:rsidRDefault="004310FE" w:rsidP="004310FE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417" w:type="dxa"/>
            <w:gridSpan w:val="3"/>
          </w:tcPr>
          <w:p w:rsidR="004310FE" w:rsidRPr="006C6F55" w:rsidRDefault="004310FE" w:rsidP="004310FE">
            <w:pPr>
              <w:spacing w:after="160" w:line="259" w:lineRule="auto"/>
              <w:rPr>
                <w:rFonts w:cs="Arial"/>
              </w:rPr>
            </w:pPr>
          </w:p>
        </w:tc>
      </w:tr>
      <w:tr w:rsidR="006C6F55" w:rsidRPr="006C6F55" w:rsidTr="00990FAF">
        <w:trPr>
          <w:trHeight w:val="270"/>
        </w:trPr>
        <w:tc>
          <w:tcPr>
            <w:tcW w:w="5665" w:type="dxa"/>
          </w:tcPr>
          <w:p w:rsidR="004310FE" w:rsidRPr="006C6F55" w:rsidRDefault="004310FE" w:rsidP="004310FE">
            <w:pPr>
              <w:spacing w:after="160" w:line="259" w:lineRule="auto"/>
              <w:jc w:val="both"/>
              <w:rPr>
                <w:rFonts w:cs="Arial"/>
              </w:rPr>
            </w:pPr>
            <w:r w:rsidRPr="006C6F55">
              <w:rPr>
                <w:rFonts w:cs="Arial"/>
              </w:rPr>
              <w:t>Temporal</w:t>
            </w:r>
          </w:p>
        </w:tc>
        <w:tc>
          <w:tcPr>
            <w:tcW w:w="1560" w:type="dxa"/>
            <w:gridSpan w:val="2"/>
          </w:tcPr>
          <w:p w:rsidR="004310FE" w:rsidRPr="006C6F55" w:rsidRDefault="004310FE" w:rsidP="004310FE">
            <w:pPr>
              <w:spacing w:after="160" w:line="259" w:lineRule="auto"/>
              <w:jc w:val="both"/>
              <w:rPr>
                <w:rFonts w:cs="Arial"/>
              </w:rPr>
            </w:pPr>
          </w:p>
        </w:tc>
        <w:tc>
          <w:tcPr>
            <w:tcW w:w="1417" w:type="dxa"/>
            <w:gridSpan w:val="3"/>
          </w:tcPr>
          <w:p w:rsidR="004310FE" w:rsidRPr="006C6F55" w:rsidRDefault="004310FE" w:rsidP="004310FE">
            <w:pPr>
              <w:spacing w:after="160" w:line="259" w:lineRule="auto"/>
              <w:jc w:val="both"/>
              <w:rPr>
                <w:rFonts w:cs="Arial"/>
              </w:rPr>
            </w:pPr>
          </w:p>
        </w:tc>
      </w:tr>
      <w:tr w:rsidR="006C6F55" w:rsidRPr="006C6F55" w:rsidTr="00990FAF">
        <w:trPr>
          <w:trHeight w:val="270"/>
        </w:trPr>
        <w:tc>
          <w:tcPr>
            <w:tcW w:w="5665" w:type="dxa"/>
          </w:tcPr>
          <w:p w:rsidR="004310FE" w:rsidRPr="006C6F55" w:rsidRDefault="004310FE" w:rsidP="004310FE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Fijo-discontinuo</w:t>
            </w:r>
          </w:p>
        </w:tc>
        <w:tc>
          <w:tcPr>
            <w:tcW w:w="1560" w:type="dxa"/>
            <w:gridSpan w:val="2"/>
          </w:tcPr>
          <w:p w:rsidR="004310FE" w:rsidRPr="006C6F55" w:rsidRDefault="004310FE" w:rsidP="004310FE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417" w:type="dxa"/>
            <w:gridSpan w:val="3"/>
          </w:tcPr>
          <w:p w:rsidR="004310FE" w:rsidRPr="006C6F55" w:rsidRDefault="004310FE" w:rsidP="004310FE">
            <w:pPr>
              <w:spacing w:after="160" w:line="259" w:lineRule="auto"/>
              <w:rPr>
                <w:rFonts w:cs="Arial"/>
              </w:rPr>
            </w:pPr>
          </w:p>
        </w:tc>
      </w:tr>
      <w:tr w:rsidR="006C6F55" w:rsidRPr="006C6F55" w:rsidTr="00990FAF">
        <w:trPr>
          <w:trHeight w:val="270"/>
        </w:trPr>
        <w:tc>
          <w:tcPr>
            <w:tcW w:w="5665" w:type="dxa"/>
          </w:tcPr>
          <w:p w:rsidR="004310FE" w:rsidRPr="006C6F55" w:rsidRDefault="004310FE" w:rsidP="004310FE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Formativo</w:t>
            </w:r>
          </w:p>
        </w:tc>
        <w:tc>
          <w:tcPr>
            <w:tcW w:w="1560" w:type="dxa"/>
            <w:gridSpan w:val="2"/>
          </w:tcPr>
          <w:p w:rsidR="004310FE" w:rsidRPr="006C6F55" w:rsidRDefault="004310FE" w:rsidP="004310FE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417" w:type="dxa"/>
            <w:gridSpan w:val="3"/>
          </w:tcPr>
          <w:p w:rsidR="004310FE" w:rsidRPr="006C6F55" w:rsidRDefault="004310FE" w:rsidP="004310FE">
            <w:pPr>
              <w:spacing w:after="160" w:line="259" w:lineRule="auto"/>
              <w:rPr>
                <w:rFonts w:cs="Arial"/>
              </w:rPr>
            </w:pPr>
          </w:p>
        </w:tc>
      </w:tr>
      <w:tr w:rsidR="006C6F55" w:rsidRPr="006C6F55" w:rsidTr="00990FAF">
        <w:trPr>
          <w:trHeight w:val="270"/>
        </w:trPr>
        <w:tc>
          <w:tcPr>
            <w:tcW w:w="5665" w:type="dxa"/>
            <w:shd w:val="clear" w:color="auto" w:fill="auto"/>
          </w:tcPr>
          <w:p w:rsidR="00A20313" w:rsidRPr="006C6F55" w:rsidRDefault="00426653" w:rsidP="00A20313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4</w:t>
            </w:r>
            <w:r w:rsidR="00A20313" w:rsidRPr="006C6F55">
              <w:rPr>
                <w:rFonts w:cs="Arial"/>
                <w:b/>
              </w:rPr>
              <w:t xml:space="preserve">.- Número de personas empleadas por tipo de jornada laboral, desagregado por sexos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A20313" w:rsidRPr="006C6F55" w:rsidRDefault="00A20313" w:rsidP="00990FAF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Mujeres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A20313" w:rsidRPr="006C6F55" w:rsidRDefault="00A20313" w:rsidP="00990FAF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Hombres</w:t>
            </w:r>
          </w:p>
        </w:tc>
      </w:tr>
      <w:tr w:rsidR="006C6F55" w:rsidRPr="006C6F55" w:rsidTr="00990FAF">
        <w:trPr>
          <w:trHeight w:val="100"/>
        </w:trPr>
        <w:tc>
          <w:tcPr>
            <w:tcW w:w="5665" w:type="dxa"/>
          </w:tcPr>
          <w:p w:rsidR="00A20313" w:rsidRPr="006C6F55" w:rsidRDefault="00A20313" w:rsidP="00A20313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Completa</w:t>
            </w:r>
          </w:p>
        </w:tc>
        <w:tc>
          <w:tcPr>
            <w:tcW w:w="1560" w:type="dxa"/>
            <w:gridSpan w:val="2"/>
          </w:tcPr>
          <w:p w:rsidR="00A20313" w:rsidRPr="006C6F55" w:rsidRDefault="00A20313" w:rsidP="00A20313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417" w:type="dxa"/>
            <w:gridSpan w:val="3"/>
          </w:tcPr>
          <w:p w:rsidR="00A20313" w:rsidRPr="006C6F55" w:rsidRDefault="00A20313" w:rsidP="00A20313">
            <w:pPr>
              <w:spacing w:after="160" w:line="259" w:lineRule="auto"/>
              <w:rPr>
                <w:rFonts w:cs="Arial"/>
              </w:rPr>
            </w:pPr>
          </w:p>
        </w:tc>
      </w:tr>
      <w:tr w:rsidR="006C6F55" w:rsidRPr="006C6F55" w:rsidTr="00990FAF">
        <w:trPr>
          <w:trHeight w:val="53"/>
        </w:trPr>
        <w:tc>
          <w:tcPr>
            <w:tcW w:w="5665" w:type="dxa"/>
          </w:tcPr>
          <w:p w:rsidR="00A20313" w:rsidRPr="006C6F55" w:rsidRDefault="00A20313" w:rsidP="00A20313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Parcial</w:t>
            </w:r>
          </w:p>
        </w:tc>
        <w:tc>
          <w:tcPr>
            <w:tcW w:w="1560" w:type="dxa"/>
            <w:gridSpan w:val="2"/>
          </w:tcPr>
          <w:p w:rsidR="00A20313" w:rsidRPr="006C6F55" w:rsidRDefault="00A20313" w:rsidP="00A20313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417" w:type="dxa"/>
            <w:gridSpan w:val="3"/>
          </w:tcPr>
          <w:p w:rsidR="00A20313" w:rsidRPr="006C6F55" w:rsidRDefault="00A20313" w:rsidP="00A20313">
            <w:pPr>
              <w:spacing w:after="160" w:line="259" w:lineRule="auto"/>
              <w:rPr>
                <w:rFonts w:cs="Arial"/>
              </w:rPr>
            </w:pPr>
          </w:p>
        </w:tc>
      </w:tr>
      <w:tr w:rsidR="006C6F55" w:rsidRPr="006C6F55" w:rsidTr="000B5D93">
        <w:trPr>
          <w:trHeight w:val="454"/>
        </w:trPr>
        <w:tc>
          <w:tcPr>
            <w:tcW w:w="8642" w:type="dxa"/>
            <w:gridSpan w:val="6"/>
          </w:tcPr>
          <w:p w:rsidR="00A20313" w:rsidRPr="006C6F55" w:rsidRDefault="00426653" w:rsidP="00A20313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5</w:t>
            </w:r>
            <w:r w:rsidR="00A20313" w:rsidRPr="006C6F55">
              <w:rPr>
                <w:rFonts w:cs="Arial"/>
                <w:b/>
              </w:rPr>
              <w:t>.- Criterios preferentes de acceso al empleo</w:t>
            </w:r>
            <w:r w:rsidR="0099743E">
              <w:rPr>
                <w:rFonts w:cs="Arial"/>
                <w:b/>
              </w:rPr>
              <w:t xml:space="preserve">, en caso de haberlos implementado </w:t>
            </w:r>
          </w:p>
        </w:tc>
      </w:tr>
      <w:tr w:rsidR="0099743E" w:rsidRPr="006C6F55" w:rsidTr="00104276">
        <w:trPr>
          <w:trHeight w:val="1028"/>
        </w:trPr>
        <w:tc>
          <w:tcPr>
            <w:tcW w:w="8642" w:type="dxa"/>
            <w:gridSpan w:val="6"/>
          </w:tcPr>
          <w:p w:rsidR="00AE792F" w:rsidRDefault="0099743E" w:rsidP="00AE792F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Mujer víctima de violencia de género              </w:t>
            </w:r>
            <w:r>
              <w:rPr>
                <w:rFonts w:cs="Arial"/>
              </w:rPr>
              <w:t xml:space="preserve"> </w:t>
            </w:r>
            <w:r w:rsidR="00AE792F">
              <w:rPr>
                <w:rFonts w:cs="Arial"/>
              </w:rPr>
              <w:t xml:space="preserve">                        </w:t>
            </w:r>
            <w:r>
              <w:rPr>
                <w:rFonts w:cs="Arial"/>
              </w:rPr>
              <w:t xml:space="preserve">  </w:t>
            </w:r>
            <w:r w:rsidR="00AE792F">
              <w:rPr>
                <w:rFonts w:cs="Arial"/>
              </w:rPr>
              <w:t xml:space="preserve">                </w:t>
            </w:r>
            <w:r>
              <w:rPr>
                <w:rFonts w:cs="Arial"/>
              </w:rPr>
              <w:t xml:space="preserve">  </w:t>
            </w:r>
            <w:r w:rsidR="00AE792F">
              <w:rPr>
                <w:rFonts w:cs="Arial"/>
              </w:rPr>
              <w:t xml:space="preserve">SI  </w:t>
            </w:r>
            <w:sdt>
              <w:sdtPr>
                <w:rPr>
                  <w:rFonts w:cs="Arial"/>
                </w:rPr>
                <w:id w:val="164662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792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AE792F">
              <w:rPr>
                <w:rFonts w:cs="Arial"/>
              </w:rPr>
              <w:t xml:space="preserve">      NO</w:t>
            </w:r>
            <w:r w:rsidR="00AE792F" w:rsidRPr="006C6F55">
              <w:rPr>
                <w:rFonts w:cs="Arial"/>
              </w:rPr>
              <w:t xml:space="preserve">   </w:t>
            </w:r>
            <w:sdt>
              <w:sdtPr>
                <w:rPr>
                  <w:rFonts w:cs="Arial"/>
                </w:rPr>
                <w:id w:val="-961420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792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99743E" w:rsidRPr="0099743E" w:rsidRDefault="0099743E" w:rsidP="00AE792F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Tener formación en materia de igualdad </w:t>
            </w:r>
            <w:r w:rsidRPr="006C6F55">
              <w:rPr>
                <w:rFonts w:cs="Arial"/>
              </w:rPr>
              <w:t xml:space="preserve">género    </w:t>
            </w:r>
            <w:r w:rsidR="00AE792F">
              <w:rPr>
                <w:rFonts w:cs="Arial"/>
              </w:rPr>
              <w:t xml:space="preserve">                                  </w:t>
            </w:r>
            <w:r w:rsidRPr="006C6F55">
              <w:rPr>
                <w:rFonts w:cs="Arial"/>
              </w:rPr>
              <w:t xml:space="preserve"> </w:t>
            </w:r>
            <w:r w:rsidR="00AE792F">
              <w:rPr>
                <w:rFonts w:cs="Arial"/>
              </w:rPr>
              <w:t xml:space="preserve"> SI  </w:t>
            </w:r>
            <w:sdt>
              <w:sdtPr>
                <w:rPr>
                  <w:rFonts w:cs="Arial"/>
                </w:rPr>
                <w:id w:val="1010187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792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AE792F">
              <w:rPr>
                <w:rFonts w:cs="Arial"/>
              </w:rPr>
              <w:t xml:space="preserve">      NO</w:t>
            </w:r>
            <w:r w:rsidR="00AE792F" w:rsidRPr="006C6F55">
              <w:rPr>
                <w:rFonts w:cs="Arial"/>
              </w:rPr>
              <w:t xml:space="preserve">   </w:t>
            </w:r>
            <w:sdt>
              <w:sdtPr>
                <w:rPr>
                  <w:rFonts w:cs="Arial"/>
                </w:rPr>
                <w:id w:val="-1898037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792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6C6F55" w:rsidRPr="006C6F55" w:rsidTr="000B44C4">
        <w:trPr>
          <w:trHeight w:val="1664"/>
        </w:trPr>
        <w:tc>
          <w:tcPr>
            <w:tcW w:w="8642" w:type="dxa"/>
            <w:gridSpan w:val="6"/>
          </w:tcPr>
          <w:p w:rsidR="00A20313" w:rsidRPr="006C6F55" w:rsidRDefault="00426653" w:rsidP="00A20313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lastRenderedPageBreak/>
              <w:t>6</w:t>
            </w:r>
            <w:r w:rsidR="00A20313" w:rsidRPr="006C6F55">
              <w:rPr>
                <w:rFonts w:cs="Arial"/>
                <w:b/>
              </w:rPr>
              <w:t>.- Requisitos exigibles para las personas EMPLEADAS</w:t>
            </w:r>
            <w:r w:rsidR="0061162C">
              <w:rPr>
                <w:rFonts w:cs="Arial"/>
                <w:b/>
              </w:rPr>
              <w:t>, además de las establecidas en el artículo 8 del Decreto 43/2024</w:t>
            </w:r>
            <w:r w:rsidR="00A20313" w:rsidRPr="006C6F55">
              <w:rPr>
                <w:rFonts w:cs="Arial"/>
                <w:b/>
              </w:rPr>
              <w:t xml:space="preserve"> </w:t>
            </w:r>
          </w:p>
          <w:p w:rsidR="0061162C" w:rsidRPr="006C6F55" w:rsidRDefault="0061162C" w:rsidP="00A20313">
            <w:pPr>
              <w:spacing w:after="160" w:line="259" w:lineRule="auto"/>
              <w:rPr>
                <w:rFonts w:cs="Arial"/>
                <w:b/>
              </w:rPr>
            </w:pPr>
          </w:p>
        </w:tc>
      </w:tr>
      <w:tr w:rsidR="00104276" w:rsidRPr="006C6F55" w:rsidTr="00B625CF">
        <w:trPr>
          <w:trHeight w:val="553"/>
        </w:trPr>
        <w:tc>
          <w:tcPr>
            <w:tcW w:w="8642" w:type="dxa"/>
            <w:gridSpan w:val="6"/>
          </w:tcPr>
          <w:p w:rsidR="00104276" w:rsidRPr="0061162C" w:rsidRDefault="00104276" w:rsidP="00A20313">
            <w:pPr>
              <w:spacing w:after="160" w:line="259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7.- </w:t>
            </w:r>
            <w:r w:rsidRPr="006C6F55">
              <w:rPr>
                <w:rFonts w:cs="Arial"/>
                <w:b/>
              </w:rPr>
              <w:t>Requisitos exigibles para las entida</w:t>
            </w:r>
            <w:r w:rsidR="000B70F1">
              <w:rPr>
                <w:rFonts w:cs="Arial"/>
                <w:b/>
              </w:rPr>
              <w:t>des</w:t>
            </w:r>
          </w:p>
        </w:tc>
      </w:tr>
      <w:tr w:rsidR="0061162C" w:rsidRPr="006C6F55" w:rsidTr="00990FAF">
        <w:trPr>
          <w:trHeight w:val="553"/>
        </w:trPr>
        <w:tc>
          <w:tcPr>
            <w:tcW w:w="7225" w:type="dxa"/>
            <w:gridSpan w:val="3"/>
          </w:tcPr>
          <w:p w:rsidR="0061162C" w:rsidRPr="0099743E" w:rsidRDefault="0061162C" w:rsidP="00A20313">
            <w:pPr>
              <w:spacing w:after="160" w:line="259" w:lineRule="auto"/>
              <w:rPr>
                <w:rFonts w:cs="Arial"/>
                <w:b/>
                <w:color w:val="7030A0"/>
              </w:rPr>
            </w:pPr>
            <w:r w:rsidRPr="006C6F55">
              <w:rPr>
                <w:rFonts w:cs="Arial"/>
                <w:b/>
              </w:rPr>
              <w:t>Requisitos exigibles para las entidades</w:t>
            </w:r>
            <w:r w:rsidR="00104276">
              <w:rPr>
                <w:rFonts w:cs="Arial"/>
                <w:b/>
              </w:rPr>
              <w:t xml:space="preserve"> beneficiarias</w:t>
            </w:r>
            <w:r w:rsidRPr="006C6F55">
              <w:rPr>
                <w:rFonts w:cs="Arial"/>
                <w:b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61162C" w:rsidRPr="0061162C" w:rsidRDefault="0061162C" w:rsidP="00A20313">
            <w:pPr>
              <w:spacing w:after="160" w:line="259" w:lineRule="auto"/>
              <w:rPr>
                <w:rFonts w:cs="Arial"/>
                <w:b/>
              </w:rPr>
            </w:pPr>
            <w:r w:rsidRPr="0061162C">
              <w:rPr>
                <w:rFonts w:cs="Arial"/>
                <w:b/>
              </w:rPr>
              <w:t>SI</w:t>
            </w:r>
          </w:p>
        </w:tc>
        <w:tc>
          <w:tcPr>
            <w:tcW w:w="567" w:type="dxa"/>
          </w:tcPr>
          <w:p w:rsidR="0061162C" w:rsidRPr="0061162C" w:rsidRDefault="0061162C" w:rsidP="00A20313">
            <w:pPr>
              <w:spacing w:after="160" w:line="259" w:lineRule="auto"/>
              <w:rPr>
                <w:rFonts w:cs="Arial"/>
                <w:b/>
              </w:rPr>
            </w:pPr>
            <w:r w:rsidRPr="0061162C">
              <w:rPr>
                <w:rFonts w:cs="Arial"/>
                <w:b/>
              </w:rPr>
              <w:t>NO</w:t>
            </w:r>
          </w:p>
        </w:tc>
      </w:tr>
      <w:tr w:rsidR="0061162C" w:rsidRPr="006C6F55" w:rsidTr="00104276">
        <w:trPr>
          <w:trHeight w:val="1751"/>
        </w:trPr>
        <w:tc>
          <w:tcPr>
            <w:tcW w:w="7225" w:type="dxa"/>
            <w:gridSpan w:val="3"/>
          </w:tcPr>
          <w:p w:rsidR="0061162C" w:rsidRPr="006C6F55" w:rsidRDefault="0061162C" w:rsidP="00856880">
            <w:pPr>
              <w:spacing w:after="160" w:line="259" w:lineRule="auto"/>
              <w:jc w:val="both"/>
              <w:rPr>
                <w:rFonts w:cs="Arial"/>
              </w:rPr>
            </w:pPr>
            <w:r w:rsidRPr="006C6F55">
              <w:rPr>
                <w:rFonts w:cs="Arial"/>
              </w:rPr>
              <w:t xml:space="preserve">El personal contratado cuenta con la Certificación Negativa del Registro Central de Delincuentes Sexuales                                                                                              </w:t>
            </w:r>
          </w:p>
          <w:p w:rsidR="0061162C" w:rsidRPr="006C6F55" w:rsidRDefault="0061162C" w:rsidP="00856880">
            <w:pPr>
              <w:spacing w:after="160" w:line="259" w:lineRule="auto"/>
              <w:jc w:val="both"/>
              <w:rPr>
                <w:rFonts w:cs="Arial"/>
              </w:rPr>
            </w:pPr>
            <w:r w:rsidRPr="006C6F55">
              <w:rPr>
                <w:rFonts w:cs="Arial"/>
              </w:rPr>
              <w:t xml:space="preserve">Al personal contratado se le ha formado en prevención de riesgos laborales   </w:t>
            </w:r>
          </w:p>
          <w:p w:rsidR="0061162C" w:rsidRPr="008870AF" w:rsidRDefault="0061162C" w:rsidP="00A20313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Al personal contratado se le ha formado en igualdad de género           </w:t>
            </w:r>
          </w:p>
        </w:tc>
        <w:tc>
          <w:tcPr>
            <w:tcW w:w="850" w:type="dxa"/>
            <w:gridSpan w:val="2"/>
          </w:tcPr>
          <w:p w:rsidR="0061162C" w:rsidRPr="006C6F55" w:rsidRDefault="00A24734" w:rsidP="00856880">
            <w:pPr>
              <w:spacing w:after="160" w:line="259" w:lineRule="auto"/>
              <w:rPr>
                <w:rFonts w:ascii="MS Gothic" w:eastAsia="MS Gothic" w:hAnsi="MS Gothic" w:cs="Arial"/>
              </w:rPr>
            </w:pPr>
            <w:sdt>
              <w:sdtPr>
                <w:rPr>
                  <w:rFonts w:ascii="MS Gothic" w:eastAsia="MS Gothic" w:hAnsi="MS Gothic" w:cs="Arial"/>
                </w:rPr>
                <w:id w:val="1935393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62C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61162C" w:rsidRPr="006C6F55" w:rsidRDefault="0061162C" w:rsidP="00856880">
            <w:pPr>
              <w:spacing w:after="160" w:line="259" w:lineRule="auto"/>
              <w:rPr>
                <w:rFonts w:ascii="MS Gothic" w:eastAsia="MS Gothic" w:hAnsi="MS Gothic" w:cs="Arial"/>
                <w:sz w:val="8"/>
                <w:szCs w:val="8"/>
              </w:rPr>
            </w:pPr>
          </w:p>
          <w:p w:rsidR="0061162C" w:rsidRDefault="00A24734" w:rsidP="00856880">
            <w:pPr>
              <w:spacing w:after="160" w:line="259" w:lineRule="auto"/>
              <w:rPr>
                <w:rFonts w:ascii="MS Gothic" w:eastAsia="MS Gothic" w:hAnsi="MS Gothic" w:cs="Arial"/>
              </w:rPr>
            </w:pPr>
            <w:sdt>
              <w:sdtPr>
                <w:rPr>
                  <w:rFonts w:ascii="MS Gothic" w:eastAsia="MS Gothic" w:hAnsi="MS Gothic" w:cs="Arial"/>
                </w:rPr>
                <w:id w:val="442036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62C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sdt>
            <w:sdtPr>
              <w:rPr>
                <w:rFonts w:ascii="MS Gothic" w:eastAsia="MS Gothic" w:hAnsi="MS Gothic" w:cs="Arial"/>
              </w:rPr>
              <w:id w:val="-10922356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1162C" w:rsidRDefault="0061162C" w:rsidP="0061162C">
                <w:pPr>
                  <w:rPr>
                    <w:rFonts w:ascii="MS Gothic" w:eastAsia="MS Gothic" w:hAnsi="MS Gothic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  <w:p w:rsidR="0061162C" w:rsidRPr="0061162C" w:rsidRDefault="0061162C" w:rsidP="0061162C">
            <w:pPr>
              <w:rPr>
                <w:rFonts w:ascii="MS Gothic" w:eastAsia="MS Gothic" w:hAnsi="MS Gothic" w:cs="Arial"/>
              </w:rPr>
            </w:pPr>
          </w:p>
        </w:tc>
        <w:tc>
          <w:tcPr>
            <w:tcW w:w="567" w:type="dxa"/>
          </w:tcPr>
          <w:sdt>
            <w:sdtPr>
              <w:rPr>
                <w:rFonts w:cs="Arial"/>
                <w:b/>
              </w:rPr>
              <w:id w:val="-16624652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04276" w:rsidRDefault="00104276" w:rsidP="00856880">
                <w:pPr>
                  <w:spacing w:after="160" w:line="259" w:lineRule="auto"/>
                  <w:rPr>
                    <w:rFonts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p>
            </w:sdtContent>
          </w:sdt>
          <w:p w:rsidR="00104276" w:rsidRPr="00104276" w:rsidRDefault="00104276" w:rsidP="00856880">
            <w:pPr>
              <w:spacing w:after="160" w:line="259" w:lineRule="auto"/>
              <w:rPr>
                <w:rFonts w:cs="Arial"/>
                <w:b/>
                <w:sz w:val="4"/>
                <w:szCs w:val="4"/>
              </w:rPr>
            </w:pPr>
          </w:p>
          <w:sdt>
            <w:sdtPr>
              <w:rPr>
                <w:rFonts w:cs="Arial"/>
                <w:b/>
              </w:rPr>
              <w:id w:val="2506303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04276" w:rsidRDefault="00104276" w:rsidP="00856880">
                <w:pPr>
                  <w:spacing w:after="160" w:line="259" w:lineRule="auto"/>
                  <w:rPr>
                    <w:rFonts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p>
            </w:sdtContent>
          </w:sdt>
          <w:sdt>
            <w:sdtPr>
              <w:rPr>
                <w:rFonts w:cs="Arial"/>
                <w:b/>
              </w:rPr>
              <w:id w:val="18034171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04276" w:rsidRPr="006C6F55" w:rsidRDefault="00104276" w:rsidP="00856880">
                <w:pPr>
                  <w:spacing w:after="160" w:line="259" w:lineRule="auto"/>
                  <w:rPr>
                    <w:rFonts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p>
            </w:sdtContent>
          </w:sdt>
        </w:tc>
      </w:tr>
      <w:tr w:rsidR="00104276" w:rsidRPr="006C6F55" w:rsidTr="00104276">
        <w:trPr>
          <w:trHeight w:val="415"/>
        </w:trPr>
        <w:tc>
          <w:tcPr>
            <w:tcW w:w="7225" w:type="dxa"/>
            <w:gridSpan w:val="3"/>
          </w:tcPr>
          <w:p w:rsidR="00104276" w:rsidRPr="0099743E" w:rsidRDefault="00104276" w:rsidP="00104276">
            <w:pPr>
              <w:spacing w:after="160" w:line="259" w:lineRule="auto"/>
              <w:rPr>
                <w:rFonts w:cs="Arial"/>
                <w:b/>
                <w:color w:val="7030A0"/>
              </w:rPr>
            </w:pPr>
            <w:r w:rsidRPr="006C6F55">
              <w:rPr>
                <w:rFonts w:cs="Arial"/>
                <w:b/>
              </w:rPr>
              <w:t xml:space="preserve">Requisitos exigibles para las entidades </w:t>
            </w:r>
            <w:r>
              <w:rPr>
                <w:rFonts w:cs="Arial"/>
                <w:b/>
              </w:rPr>
              <w:t xml:space="preserve">subcontratadas </w:t>
            </w:r>
          </w:p>
        </w:tc>
        <w:tc>
          <w:tcPr>
            <w:tcW w:w="850" w:type="dxa"/>
            <w:gridSpan w:val="2"/>
          </w:tcPr>
          <w:p w:rsidR="00104276" w:rsidRPr="0061162C" w:rsidRDefault="00104276" w:rsidP="00104276">
            <w:pPr>
              <w:spacing w:after="160" w:line="259" w:lineRule="auto"/>
              <w:rPr>
                <w:rFonts w:cs="Arial"/>
                <w:b/>
              </w:rPr>
            </w:pPr>
            <w:r w:rsidRPr="0061162C">
              <w:rPr>
                <w:rFonts w:cs="Arial"/>
                <w:b/>
              </w:rPr>
              <w:t>SI</w:t>
            </w:r>
          </w:p>
        </w:tc>
        <w:tc>
          <w:tcPr>
            <w:tcW w:w="567" w:type="dxa"/>
          </w:tcPr>
          <w:p w:rsidR="00104276" w:rsidRPr="0061162C" w:rsidRDefault="00104276" w:rsidP="00104276">
            <w:pPr>
              <w:spacing w:after="160" w:line="259" w:lineRule="auto"/>
              <w:rPr>
                <w:rFonts w:cs="Arial"/>
                <w:b/>
              </w:rPr>
            </w:pPr>
            <w:r w:rsidRPr="0061162C">
              <w:rPr>
                <w:rFonts w:cs="Arial"/>
                <w:b/>
              </w:rPr>
              <w:t>NO</w:t>
            </w:r>
          </w:p>
        </w:tc>
      </w:tr>
      <w:tr w:rsidR="00104276" w:rsidRPr="006C6F55" w:rsidTr="00104276">
        <w:trPr>
          <w:trHeight w:val="414"/>
        </w:trPr>
        <w:tc>
          <w:tcPr>
            <w:tcW w:w="7225" w:type="dxa"/>
            <w:gridSpan w:val="3"/>
          </w:tcPr>
          <w:p w:rsidR="00104276" w:rsidRPr="006C6F55" w:rsidRDefault="00104276" w:rsidP="00104276">
            <w:pPr>
              <w:spacing w:after="160" w:line="259" w:lineRule="auto"/>
              <w:jc w:val="both"/>
              <w:rPr>
                <w:rFonts w:cs="Arial"/>
              </w:rPr>
            </w:pPr>
            <w:r w:rsidRPr="006C6F55">
              <w:rPr>
                <w:rFonts w:cs="Arial"/>
              </w:rPr>
              <w:t xml:space="preserve">El personal contratado cuenta con la Certificación Negativa del Registro Central de Delincuentes Sexuales                                                                                              </w:t>
            </w:r>
          </w:p>
          <w:p w:rsidR="00104276" w:rsidRPr="006C6F55" w:rsidRDefault="00104276" w:rsidP="00104276">
            <w:pPr>
              <w:spacing w:after="160" w:line="259" w:lineRule="auto"/>
              <w:jc w:val="both"/>
              <w:rPr>
                <w:rFonts w:cs="Arial"/>
              </w:rPr>
            </w:pPr>
            <w:r w:rsidRPr="006C6F55">
              <w:rPr>
                <w:rFonts w:cs="Arial"/>
              </w:rPr>
              <w:t xml:space="preserve">Al personal contratado se le ha formado en prevención de riesgos laborales   </w:t>
            </w:r>
          </w:p>
          <w:p w:rsidR="00104276" w:rsidRDefault="00104276" w:rsidP="00104276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Al personal contratado se le ha formado en igualdad de género                 </w:t>
            </w:r>
          </w:p>
          <w:p w:rsidR="00104276" w:rsidRPr="008870AF" w:rsidRDefault="00104276" w:rsidP="00104276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I</w:t>
            </w:r>
            <w:r w:rsidRPr="006C6F55">
              <w:rPr>
                <w:rFonts w:cs="Arial"/>
              </w:rPr>
              <w:t xml:space="preserve">nclusión de cláusulas sociales </w:t>
            </w:r>
          </w:p>
        </w:tc>
        <w:tc>
          <w:tcPr>
            <w:tcW w:w="850" w:type="dxa"/>
            <w:gridSpan w:val="2"/>
          </w:tcPr>
          <w:p w:rsidR="00104276" w:rsidRPr="006C6F55" w:rsidRDefault="00A24734" w:rsidP="00104276">
            <w:pPr>
              <w:spacing w:after="160" w:line="259" w:lineRule="auto"/>
              <w:rPr>
                <w:rFonts w:ascii="MS Gothic" w:eastAsia="MS Gothic" w:hAnsi="MS Gothic" w:cs="Arial"/>
              </w:rPr>
            </w:pPr>
            <w:sdt>
              <w:sdtPr>
                <w:rPr>
                  <w:rFonts w:ascii="MS Gothic" w:eastAsia="MS Gothic" w:hAnsi="MS Gothic" w:cs="Arial"/>
                </w:rPr>
                <w:id w:val="396940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27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104276" w:rsidRPr="006C6F55" w:rsidRDefault="00104276" w:rsidP="00104276">
            <w:pPr>
              <w:spacing w:after="160" w:line="259" w:lineRule="auto"/>
              <w:rPr>
                <w:rFonts w:ascii="MS Gothic" w:eastAsia="MS Gothic" w:hAnsi="MS Gothic" w:cs="Arial"/>
                <w:sz w:val="8"/>
                <w:szCs w:val="8"/>
              </w:rPr>
            </w:pPr>
          </w:p>
          <w:p w:rsidR="00104276" w:rsidRDefault="00A24734" w:rsidP="00104276">
            <w:pPr>
              <w:spacing w:after="160" w:line="259" w:lineRule="auto"/>
              <w:rPr>
                <w:rFonts w:ascii="MS Gothic" w:eastAsia="MS Gothic" w:hAnsi="MS Gothic" w:cs="Arial"/>
              </w:rPr>
            </w:pPr>
            <w:sdt>
              <w:sdtPr>
                <w:rPr>
                  <w:rFonts w:ascii="MS Gothic" w:eastAsia="MS Gothic" w:hAnsi="MS Gothic" w:cs="Arial"/>
                </w:rPr>
                <w:id w:val="512651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27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sdt>
            <w:sdtPr>
              <w:rPr>
                <w:rFonts w:ascii="MS Gothic" w:eastAsia="MS Gothic" w:hAnsi="MS Gothic" w:cs="Arial"/>
              </w:rPr>
              <w:id w:val="-16418779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04276" w:rsidRDefault="00104276" w:rsidP="00104276">
                <w:pPr>
                  <w:rPr>
                    <w:rFonts w:ascii="MS Gothic" w:eastAsia="MS Gothic" w:hAnsi="MS Gothic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  <w:p w:rsidR="00104276" w:rsidRDefault="00104276" w:rsidP="00104276">
            <w:pPr>
              <w:rPr>
                <w:rFonts w:ascii="MS Gothic" w:eastAsia="MS Gothic" w:hAnsi="MS Gothic" w:cs="Arial"/>
              </w:rPr>
            </w:pPr>
          </w:p>
          <w:sdt>
            <w:sdtPr>
              <w:rPr>
                <w:rFonts w:ascii="MS Gothic" w:eastAsia="MS Gothic" w:hAnsi="MS Gothic" w:cs="Arial"/>
              </w:rPr>
              <w:id w:val="-19711298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04276" w:rsidRPr="0061162C" w:rsidRDefault="00104276" w:rsidP="00104276">
                <w:pPr>
                  <w:rPr>
                    <w:rFonts w:ascii="MS Gothic" w:eastAsia="MS Gothic" w:hAnsi="MS Gothic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</w:tc>
        <w:tc>
          <w:tcPr>
            <w:tcW w:w="567" w:type="dxa"/>
          </w:tcPr>
          <w:sdt>
            <w:sdtPr>
              <w:rPr>
                <w:rFonts w:cs="Arial"/>
                <w:b/>
              </w:rPr>
              <w:id w:val="-2375526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04276" w:rsidRDefault="00104276" w:rsidP="00104276">
                <w:pPr>
                  <w:spacing w:after="160" w:line="259" w:lineRule="auto"/>
                  <w:rPr>
                    <w:rFonts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p>
            </w:sdtContent>
          </w:sdt>
          <w:p w:rsidR="00104276" w:rsidRDefault="00104276" w:rsidP="00104276">
            <w:pPr>
              <w:spacing w:after="160" w:line="259" w:lineRule="auto"/>
              <w:rPr>
                <w:rFonts w:cs="Arial"/>
                <w:b/>
                <w:sz w:val="10"/>
                <w:szCs w:val="10"/>
              </w:rPr>
            </w:pPr>
          </w:p>
          <w:sdt>
            <w:sdtPr>
              <w:rPr>
                <w:rFonts w:cs="Arial"/>
                <w:b/>
              </w:rPr>
              <w:id w:val="12716566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04276" w:rsidRDefault="00104276" w:rsidP="00104276">
                <w:pPr>
                  <w:spacing w:after="160" w:line="259" w:lineRule="auto"/>
                  <w:rPr>
                    <w:rFonts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p>
            </w:sdtContent>
          </w:sdt>
          <w:sdt>
            <w:sdtPr>
              <w:rPr>
                <w:rFonts w:cs="Arial"/>
                <w:b/>
              </w:rPr>
              <w:id w:val="-17871141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04276" w:rsidRDefault="00104276" w:rsidP="00104276">
                <w:pPr>
                  <w:spacing w:after="160" w:line="259" w:lineRule="auto"/>
                  <w:rPr>
                    <w:rFonts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p>
            </w:sdtContent>
          </w:sdt>
          <w:p w:rsidR="00104276" w:rsidRPr="006C6F55" w:rsidRDefault="00A24734" w:rsidP="00104276">
            <w:pPr>
              <w:spacing w:after="160" w:line="259" w:lineRule="auto"/>
              <w:rPr>
                <w:rFonts w:cs="Arial"/>
                <w:b/>
              </w:rPr>
            </w:pPr>
            <w:sdt>
              <w:sdtPr>
                <w:rPr>
                  <w:rFonts w:cs="Arial"/>
                  <w:b/>
                </w:rPr>
                <w:id w:val="362031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276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</w:tr>
      <w:tr w:rsidR="00104276" w:rsidRPr="006C6F55" w:rsidTr="00990FAF">
        <w:trPr>
          <w:trHeight w:val="100"/>
        </w:trPr>
        <w:tc>
          <w:tcPr>
            <w:tcW w:w="7225" w:type="dxa"/>
            <w:gridSpan w:val="3"/>
          </w:tcPr>
          <w:p w:rsidR="00104276" w:rsidRPr="006C6F55" w:rsidRDefault="00104276" w:rsidP="00104276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 xml:space="preserve">8.- Número de plazas ofertadas en la oferta de empleo </w:t>
            </w:r>
          </w:p>
        </w:tc>
        <w:tc>
          <w:tcPr>
            <w:tcW w:w="1417" w:type="dxa"/>
            <w:gridSpan w:val="3"/>
          </w:tcPr>
          <w:p w:rsidR="00104276" w:rsidRPr="006C6F55" w:rsidRDefault="00104276" w:rsidP="00104276">
            <w:pPr>
              <w:spacing w:after="160" w:line="259" w:lineRule="auto"/>
              <w:rPr>
                <w:rFonts w:cs="Arial"/>
              </w:rPr>
            </w:pPr>
          </w:p>
        </w:tc>
      </w:tr>
      <w:tr w:rsidR="00104276" w:rsidRPr="006C6F55" w:rsidTr="00990FAF">
        <w:trPr>
          <w:trHeight w:val="89"/>
        </w:trPr>
        <w:tc>
          <w:tcPr>
            <w:tcW w:w="7225" w:type="dxa"/>
            <w:gridSpan w:val="3"/>
          </w:tcPr>
          <w:p w:rsidR="00104276" w:rsidRPr="006C6F55" w:rsidRDefault="00104276" w:rsidP="00104276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 xml:space="preserve">9.- Número de solicitudes </w:t>
            </w:r>
          </w:p>
        </w:tc>
        <w:tc>
          <w:tcPr>
            <w:tcW w:w="1417" w:type="dxa"/>
            <w:gridSpan w:val="3"/>
          </w:tcPr>
          <w:p w:rsidR="00104276" w:rsidRPr="006C6F55" w:rsidRDefault="00104276" w:rsidP="00104276">
            <w:pPr>
              <w:spacing w:after="160" w:line="259" w:lineRule="auto"/>
              <w:rPr>
                <w:rFonts w:cs="Arial"/>
              </w:rPr>
            </w:pPr>
          </w:p>
        </w:tc>
      </w:tr>
    </w:tbl>
    <w:p w:rsidR="008870AF" w:rsidRDefault="008870AF"/>
    <w:p w:rsidR="00104276" w:rsidRDefault="00104276">
      <w:pPr>
        <w:spacing w:after="160" w:line="259" w:lineRule="auto"/>
      </w:pPr>
      <w:r>
        <w:br w:type="page"/>
      </w:r>
    </w:p>
    <w:tbl>
      <w:tblPr>
        <w:tblStyle w:val="Tablaconcuadrcula"/>
        <w:tblW w:w="8642" w:type="dxa"/>
        <w:tblLayout w:type="fixed"/>
        <w:tblLook w:val="04A0" w:firstRow="1" w:lastRow="0" w:firstColumn="1" w:lastColumn="0" w:noHBand="0" w:noVBand="1"/>
      </w:tblPr>
      <w:tblGrid>
        <w:gridCol w:w="562"/>
        <w:gridCol w:w="7230"/>
        <w:gridCol w:w="850"/>
      </w:tblGrid>
      <w:tr w:rsidR="006C6F55" w:rsidRPr="006C6F55" w:rsidTr="000B44C4">
        <w:trPr>
          <w:trHeight w:val="433"/>
        </w:trPr>
        <w:tc>
          <w:tcPr>
            <w:tcW w:w="8642" w:type="dxa"/>
            <w:gridSpan w:val="3"/>
            <w:shd w:val="clear" w:color="auto" w:fill="DBDBDB" w:themeFill="accent3" w:themeFillTint="66"/>
          </w:tcPr>
          <w:p w:rsidR="00416C80" w:rsidRPr="006C6F55" w:rsidRDefault="00FE763F" w:rsidP="00416C80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  <w:b/>
              </w:rPr>
              <w:lastRenderedPageBreak/>
              <w:t>1</w:t>
            </w:r>
            <w:r w:rsidR="008038D9" w:rsidRPr="006C6F55">
              <w:rPr>
                <w:rFonts w:cs="Arial"/>
                <w:b/>
              </w:rPr>
              <w:t xml:space="preserve">.2.4.- </w:t>
            </w:r>
            <w:r w:rsidR="00416C80" w:rsidRPr="006C6F55">
              <w:rPr>
                <w:rFonts w:cs="Arial"/>
                <w:b/>
              </w:rPr>
              <w:t>VALORACIÓN GLOBAL DEL</w:t>
            </w:r>
            <w:r w:rsidR="009B7ED0" w:rsidRPr="006C6F55">
              <w:rPr>
                <w:rFonts w:cs="Arial"/>
                <w:b/>
              </w:rPr>
              <w:t xml:space="preserve"> </w:t>
            </w:r>
            <w:r w:rsidR="00416C80" w:rsidRPr="006C6F55">
              <w:rPr>
                <w:rFonts w:cs="Arial"/>
                <w:b/>
              </w:rPr>
              <w:t>PROYECT</w:t>
            </w:r>
            <w:r w:rsidR="009B7ED0" w:rsidRPr="006C6F55">
              <w:rPr>
                <w:rFonts w:cs="Arial"/>
                <w:b/>
              </w:rPr>
              <w:t>O</w:t>
            </w:r>
          </w:p>
        </w:tc>
      </w:tr>
      <w:tr w:rsidR="006C6F55" w:rsidRPr="006C6F55" w:rsidTr="000B44C4">
        <w:trPr>
          <w:trHeight w:val="88"/>
        </w:trPr>
        <w:tc>
          <w:tcPr>
            <w:tcW w:w="8642" w:type="dxa"/>
            <w:gridSpan w:val="3"/>
            <w:shd w:val="clear" w:color="auto" w:fill="EDEDED" w:themeFill="accent3" w:themeFillTint="33"/>
          </w:tcPr>
          <w:p w:rsidR="00A67108" w:rsidRPr="006C6F55" w:rsidRDefault="00416C80" w:rsidP="00035BC5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1.- Grado en que se han alcanzado los objetivos</w:t>
            </w:r>
            <w:r w:rsidR="00A67108" w:rsidRPr="006C6F55">
              <w:rPr>
                <w:rFonts w:cs="Arial"/>
                <w:b/>
              </w:rPr>
              <w:t xml:space="preserve">   </w:t>
            </w:r>
          </w:p>
        </w:tc>
      </w:tr>
      <w:tr w:rsidR="006C6F55" w:rsidRPr="006C6F55" w:rsidTr="000B44C4">
        <w:trPr>
          <w:trHeight w:val="867"/>
        </w:trPr>
        <w:tc>
          <w:tcPr>
            <w:tcW w:w="8642" w:type="dxa"/>
            <w:gridSpan w:val="3"/>
          </w:tcPr>
          <w:p w:rsidR="00416C80" w:rsidRPr="006C6F55" w:rsidRDefault="00416C80" w:rsidP="00035BC5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 xml:space="preserve">Valore, </w:t>
            </w:r>
            <w:r w:rsidRPr="000B5D93">
              <w:rPr>
                <w:rFonts w:cs="Arial"/>
                <w:b/>
              </w:rPr>
              <w:t>de 1 a 5</w:t>
            </w:r>
            <w:r w:rsidRPr="006C6F55">
              <w:rPr>
                <w:rFonts w:cs="Arial"/>
              </w:rPr>
              <w:t xml:space="preserve">, donde </w:t>
            </w:r>
            <w:r w:rsidRPr="000B5D93">
              <w:rPr>
                <w:rFonts w:cs="Arial"/>
                <w:u w:val="single"/>
              </w:rPr>
              <w:t>1</w:t>
            </w:r>
            <w:r w:rsidRPr="006C6F55">
              <w:rPr>
                <w:rFonts w:cs="Arial"/>
              </w:rPr>
              <w:t xml:space="preserve"> es muy </w:t>
            </w:r>
            <w:r w:rsidRPr="000B5D93">
              <w:rPr>
                <w:rFonts w:cs="Arial"/>
                <w:u w:val="single"/>
              </w:rPr>
              <w:t>poco conseguido</w:t>
            </w:r>
            <w:r w:rsidRPr="006C6F55">
              <w:rPr>
                <w:rFonts w:cs="Arial"/>
              </w:rPr>
              <w:t xml:space="preserve"> y </w:t>
            </w:r>
            <w:r w:rsidRPr="000B5D93">
              <w:rPr>
                <w:rFonts w:cs="Arial"/>
                <w:u w:val="single"/>
              </w:rPr>
              <w:t xml:space="preserve">5 </w:t>
            </w:r>
            <w:r w:rsidRPr="006C6F55">
              <w:rPr>
                <w:rFonts w:cs="Arial"/>
              </w:rPr>
              <w:t xml:space="preserve">es </w:t>
            </w:r>
            <w:r w:rsidRPr="000B5D93">
              <w:rPr>
                <w:rFonts w:cs="Arial"/>
                <w:u w:val="single"/>
              </w:rPr>
              <w:t>muy conseguido</w:t>
            </w:r>
            <w:r w:rsidRPr="006C6F55">
              <w:rPr>
                <w:rFonts w:cs="Arial"/>
              </w:rPr>
              <w:t>, el grado en el que se han alcanzado los objetivos:</w:t>
            </w:r>
          </w:p>
        </w:tc>
      </w:tr>
      <w:tr w:rsidR="006C6F55" w:rsidRPr="006C6F55" w:rsidTr="000B44C4">
        <w:trPr>
          <w:trHeight w:val="427"/>
        </w:trPr>
        <w:tc>
          <w:tcPr>
            <w:tcW w:w="562" w:type="dxa"/>
            <w:tcBorders>
              <w:right w:val="dotted" w:sz="4" w:space="0" w:color="auto"/>
            </w:tcBorders>
          </w:tcPr>
          <w:p w:rsidR="00416C80" w:rsidRPr="006C6F55" w:rsidRDefault="000B5D93" w:rsidP="00416C80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416C80" w:rsidRPr="006C6F55" w:rsidRDefault="006F5CEE" w:rsidP="00416C80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Facilitar a las mujeres el acceso al mercado laboral</w:t>
            </w:r>
          </w:p>
        </w:tc>
        <w:tc>
          <w:tcPr>
            <w:tcW w:w="850" w:type="dxa"/>
          </w:tcPr>
          <w:p w:rsidR="00416C80" w:rsidRPr="006C6F55" w:rsidRDefault="00416C80" w:rsidP="00416C80">
            <w:pPr>
              <w:spacing w:after="160" w:line="259" w:lineRule="auto"/>
              <w:rPr>
                <w:rFonts w:cs="Arial"/>
              </w:rPr>
            </w:pPr>
          </w:p>
        </w:tc>
      </w:tr>
      <w:tr w:rsidR="006C6F55" w:rsidRPr="006C6F55" w:rsidTr="000B44C4">
        <w:trPr>
          <w:trHeight w:val="1116"/>
        </w:trPr>
        <w:tc>
          <w:tcPr>
            <w:tcW w:w="562" w:type="dxa"/>
            <w:tcBorders>
              <w:right w:val="dotted" w:sz="4" w:space="0" w:color="auto"/>
            </w:tcBorders>
          </w:tcPr>
          <w:p w:rsidR="00416C80" w:rsidRPr="006C6F55" w:rsidRDefault="000B5D93" w:rsidP="00416C80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416C80" w:rsidRPr="006C6F55" w:rsidRDefault="006F5CEE" w:rsidP="00416C80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Facilitar el cuidado de menores como un derecho en el principio de la igualdad entre mujeres y hombre, con el fin de promocionar las mismas oportunidades de desarrollo profesional y personal</w:t>
            </w:r>
          </w:p>
        </w:tc>
        <w:tc>
          <w:tcPr>
            <w:tcW w:w="850" w:type="dxa"/>
          </w:tcPr>
          <w:p w:rsidR="00416C80" w:rsidRPr="006C6F55" w:rsidRDefault="00416C80" w:rsidP="00416C80">
            <w:pPr>
              <w:spacing w:after="160" w:line="259" w:lineRule="auto"/>
              <w:rPr>
                <w:rFonts w:cs="Arial"/>
              </w:rPr>
            </w:pPr>
          </w:p>
        </w:tc>
      </w:tr>
      <w:tr w:rsidR="006C6F55" w:rsidRPr="006C6F55" w:rsidTr="000B44C4">
        <w:trPr>
          <w:trHeight w:val="549"/>
        </w:trPr>
        <w:tc>
          <w:tcPr>
            <w:tcW w:w="562" w:type="dxa"/>
            <w:tcBorders>
              <w:right w:val="dotted" w:sz="4" w:space="0" w:color="auto"/>
            </w:tcBorders>
          </w:tcPr>
          <w:p w:rsidR="00416C80" w:rsidRPr="006C6F55" w:rsidRDefault="000B5D93" w:rsidP="00416C80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416C80" w:rsidRPr="006C6F55" w:rsidRDefault="006F5CEE" w:rsidP="00416C80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Facilitar una distribución de las tareas y los tiempos de cuidados en el ámbito domiciliario.</w:t>
            </w:r>
          </w:p>
        </w:tc>
        <w:tc>
          <w:tcPr>
            <w:tcW w:w="850" w:type="dxa"/>
          </w:tcPr>
          <w:p w:rsidR="00416C80" w:rsidRPr="006C6F55" w:rsidRDefault="00416C80" w:rsidP="00416C80">
            <w:pPr>
              <w:spacing w:after="160" w:line="259" w:lineRule="auto"/>
              <w:rPr>
                <w:rFonts w:cs="Arial"/>
              </w:rPr>
            </w:pPr>
          </w:p>
        </w:tc>
      </w:tr>
      <w:tr w:rsidR="006C6F55" w:rsidRPr="006C6F55" w:rsidTr="000B44C4">
        <w:trPr>
          <w:trHeight w:val="516"/>
        </w:trPr>
        <w:tc>
          <w:tcPr>
            <w:tcW w:w="562" w:type="dxa"/>
            <w:tcBorders>
              <w:right w:val="dotted" w:sz="4" w:space="0" w:color="auto"/>
            </w:tcBorders>
          </w:tcPr>
          <w:p w:rsidR="00416C80" w:rsidRPr="006C6F55" w:rsidRDefault="000B5D93" w:rsidP="00416C80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416C80" w:rsidRPr="006C6F55" w:rsidRDefault="006F5CEE" w:rsidP="00416C80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Fomentar la corresponsabilidad en las labores domésticas y en la atención a la familia</w:t>
            </w:r>
          </w:p>
        </w:tc>
        <w:tc>
          <w:tcPr>
            <w:tcW w:w="850" w:type="dxa"/>
          </w:tcPr>
          <w:p w:rsidR="00416C80" w:rsidRPr="006C6F55" w:rsidRDefault="00416C80" w:rsidP="00416C80">
            <w:pPr>
              <w:spacing w:after="160" w:line="259" w:lineRule="auto"/>
              <w:rPr>
                <w:rFonts w:cs="Arial"/>
              </w:rPr>
            </w:pPr>
          </w:p>
        </w:tc>
      </w:tr>
      <w:tr w:rsidR="006C6F55" w:rsidRPr="006C6F55" w:rsidTr="000B44C4">
        <w:trPr>
          <w:trHeight w:val="328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Pr="006C6F55" w:rsidRDefault="000B5D93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Pr="006C6F55" w:rsidRDefault="006F5CEE" w:rsidP="006F5CEE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Promover la conciliación laboral, familiar y personal</w:t>
            </w:r>
          </w:p>
        </w:tc>
        <w:tc>
          <w:tcPr>
            <w:tcW w:w="850" w:type="dxa"/>
          </w:tcPr>
          <w:p w:rsidR="006F5CEE" w:rsidRPr="006C6F55" w:rsidRDefault="006F5CEE" w:rsidP="006F5CEE">
            <w:pPr>
              <w:spacing w:after="160" w:line="259" w:lineRule="auto"/>
              <w:rPr>
                <w:rFonts w:cs="Arial"/>
              </w:rPr>
            </w:pPr>
          </w:p>
        </w:tc>
      </w:tr>
      <w:tr w:rsidR="006C6F55" w:rsidRPr="006C6F55" w:rsidTr="000B44C4">
        <w:trPr>
          <w:trHeight w:val="435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Pr="006C6F55" w:rsidRDefault="000B5D93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Pr="006C6F55" w:rsidRDefault="006F5CEE" w:rsidP="006F5CEE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Ofrecer actuaciones que mejoran los servicios de conciliación del municipio.</w:t>
            </w:r>
          </w:p>
        </w:tc>
        <w:tc>
          <w:tcPr>
            <w:tcW w:w="850" w:type="dxa"/>
          </w:tcPr>
          <w:p w:rsidR="006F5CEE" w:rsidRPr="006C6F55" w:rsidRDefault="006F5CEE" w:rsidP="006F5CEE">
            <w:pPr>
              <w:spacing w:after="160" w:line="259" w:lineRule="auto"/>
              <w:rPr>
                <w:rFonts w:cs="Arial"/>
              </w:rPr>
            </w:pPr>
          </w:p>
        </w:tc>
      </w:tr>
      <w:tr w:rsidR="006C6F55" w:rsidRPr="006C6F55" w:rsidTr="000B44C4">
        <w:trPr>
          <w:trHeight w:val="682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Pr="006C6F55" w:rsidRDefault="000B5D93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Pr="006C6F55" w:rsidRDefault="006F5CEE" w:rsidP="006F5CEE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Garantizar el acceso de las familias participantes que conforman los grupos prioritarios.</w:t>
            </w:r>
          </w:p>
        </w:tc>
        <w:tc>
          <w:tcPr>
            <w:tcW w:w="850" w:type="dxa"/>
          </w:tcPr>
          <w:p w:rsidR="006F5CEE" w:rsidRPr="006C6F55" w:rsidRDefault="006F5CEE" w:rsidP="006F5CEE">
            <w:pPr>
              <w:spacing w:after="160" w:line="259" w:lineRule="auto"/>
              <w:rPr>
                <w:rFonts w:cs="Arial"/>
              </w:rPr>
            </w:pPr>
          </w:p>
        </w:tc>
      </w:tr>
      <w:tr w:rsidR="006C6F55" w:rsidRPr="006C6F55" w:rsidTr="000B44C4">
        <w:trPr>
          <w:trHeight w:val="366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Pr="006C6F55" w:rsidRDefault="000B5D93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Pr="006C6F55" w:rsidRDefault="006F5CEE" w:rsidP="006F5CEE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Crear empleo de calidad en el sector cuidados</w:t>
            </w:r>
          </w:p>
        </w:tc>
        <w:tc>
          <w:tcPr>
            <w:tcW w:w="850" w:type="dxa"/>
          </w:tcPr>
          <w:p w:rsidR="006F5CEE" w:rsidRPr="006C6F55" w:rsidRDefault="006F5CEE" w:rsidP="006F5CEE">
            <w:pPr>
              <w:spacing w:after="160" w:line="259" w:lineRule="auto"/>
              <w:rPr>
                <w:rFonts w:cs="Arial"/>
              </w:rPr>
            </w:pPr>
          </w:p>
        </w:tc>
      </w:tr>
      <w:tr w:rsidR="00E36788" w:rsidRPr="006C6F55" w:rsidTr="000B44C4">
        <w:trPr>
          <w:trHeight w:val="366"/>
        </w:trPr>
        <w:tc>
          <w:tcPr>
            <w:tcW w:w="562" w:type="dxa"/>
            <w:tcBorders>
              <w:right w:val="dotted" w:sz="4" w:space="0" w:color="auto"/>
            </w:tcBorders>
          </w:tcPr>
          <w:p w:rsidR="00E36788" w:rsidRDefault="00E36788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E36788" w:rsidRPr="006C6F55" w:rsidRDefault="00E36788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Otros</w:t>
            </w:r>
          </w:p>
        </w:tc>
        <w:tc>
          <w:tcPr>
            <w:tcW w:w="850" w:type="dxa"/>
          </w:tcPr>
          <w:p w:rsidR="00E36788" w:rsidRPr="006C6F55" w:rsidRDefault="00E36788" w:rsidP="006F5CEE">
            <w:pPr>
              <w:spacing w:after="160" w:line="259" w:lineRule="auto"/>
              <w:rPr>
                <w:rFonts w:cs="Arial"/>
              </w:rPr>
            </w:pPr>
          </w:p>
        </w:tc>
      </w:tr>
      <w:tr w:rsidR="000B44C4" w:rsidRPr="006C6F55" w:rsidTr="00050548">
        <w:trPr>
          <w:trHeight w:val="366"/>
        </w:trPr>
        <w:tc>
          <w:tcPr>
            <w:tcW w:w="8642" w:type="dxa"/>
            <w:gridSpan w:val="3"/>
          </w:tcPr>
          <w:p w:rsidR="000B44C4" w:rsidRPr="000B44C4" w:rsidRDefault="000B44C4" w:rsidP="006F5CEE">
            <w:pPr>
              <w:spacing w:after="160" w:line="259" w:lineRule="auto"/>
              <w:rPr>
                <w:rFonts w:cs="Arial"/>
                <w:b/>
              </w:rPr>
            </w:pPr>
            <w:r w:rsidRPr="000B44C4">
              <w:rPr>
                <w:rFonts w:cs="Arial"/>
                <w:b/>
              </w:rPr>
              <w:t xml:space="preserve">Por todo lo anterior, </w:t>
            </w:r>
            <w:r>
              <w:rPr>
                <w:rFonts w:cs="Arial"/>
                <w:b/>
              </w:rPr>
              <w:t>se</w:t>
            </w:r>
            <w:r w:rsidRPr="000B44C4">
              <w:rPr>
                <w:rFonts w:cs="Arial"/>
                <w:b/>
              </w:rPr>
              <w:t xml:space="preserve"> valora el proyecto global como: </w:t>
            </w:r>
          </w:p>
        </w:tc>
      </w:tr>
      <w:tr w:rsidR="000B44C4" w:rsidRPr="006C6F55" w:rsidTr="00304E9F">
        <w:trPr>
          <w:trHeight w:val="366"/>
        </w:trPr>
        <w:tc>
          <w:tcPr>
            <w:tcW w:w="8642" w:type="dxa"/>
            <w:gridSpan w:val="3"/>
          </w:tcPr>
          <w:p w:rsidR="000B44C4" w:rsidRPr="006C6F55" w:rsidRDefault="000B44C4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    Muy conseguido                                            </w:t>
            </w:r>
            <w:sdt>
              <w:sdtPr>
                <w:rPr>
                  <w:rFonts w:cs="Arial"/>
                </w:rPr>
                <w:id w:val="-1473213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B44C4" w:rsidRPr="006C6F55" w:rsidTr="00E26C89">
        <w:trPr>
          <w:trHeight w:val="366"/>
        </w:trPr>
        <w:tc>
          <w:tcPr>
            <w:tcW w:w="8642" w:type="dxa"/>
            <w:gridSpan w:val="3"/>
          </w:tcPr>
          <w:p w:rsidR="000B44C4" w:rsidRPr="006C6F55" w:rsidRDefault="000B44C4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    Aceptablemente conseguido                      </w:t>
            </w:r>
            <w:sdt>
              <w:sdtPr>
                <w:rPr>
                  <w:rFonts w:cs="Arial"/>
                </w:rPr>
                <w:id w:val="-1973047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B44C4" w:rsidRPr="006C6F55" w:rsidTr="00AD5EBF">
        <w:trPr>
          <w:trHeight w:val="366"/>
        </w:trPr>
        <w:tc>
          <w:tcPr>
            <w:tcW w:w="8642" w:type="dxa"/>
            <w:gridSpan w:val="3"/>
          </w:tcPr>
          <w:p w:rsidR="000B44C4" w:rsidRPr="006C6F55" w:rsidRDefault="000B44C4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    Nada conseguido                                          </w:t>
            </w:r>
            <w:sdt>
              <w:sdtPr>
                <w:rPr>
                  <w:rFonts w:cs="Arial"/>
                </w:rPr>
                <w:id w:val="-778179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6C6F55" w:rsidRPr="006C6F55" w:rsidTr="000B44C4">
        <w:trPr>
          <w:trHeight w:val="716"/>
        </w:trPr>
        <w:tc>
          <w:tcPr>
            <w:tcW w:w="8642" w:type="dxa"/>
            <w:gridSpan w:val="3"/>
            <w:shd w:val="clear" w:color="auto" w:fill="EDEDED" w:themeFill="accent3" w:themeFillTint="33"/>
          </w:tcPr>
          <w:p w:rsidR="00426653" w:rsidRPr="006C6F55" w:rsidRDefault="00426653" w:rsidP="006F5CEE">
            <w:pPr>
              <w:spacing w:after="160" w:line="259" w:lineRule="auto"/>
              <w:rPr>
                <w:rFonts w:cs="Arial"/>
                <w:b/>
              </w:rPr>
            </w:pPr>
          </w:p>
          <w:p w:rsidR="006F5CEE" w:rsidRPr="006C6F55" w:rsidRDefault="008038D9" w:rsidP="006F5CEE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2</w:t>
            </w:r>
            <w:r w:rsidR="006F5CEE" w:rsidRPr="006C6F55">
              <w:rPr>
                <w:rFonts w:cs="Arial"/>
                <w:b/>
              </w:rPr>
              <w:t>.- Dificultades encontradas</w:t>
            </w:r>
            <w:r w:rsidR="00A67108" w:rsidRPr="006C6F55">
              <w:rPr>
                <w:rFonts w:cs="Arial"/>
                <w:b/>
              </w:rPr>
              <w:t xml:space="preserve">  </w:t>
            </w:r>
          </w:p>
        </w:tc>
      </w:tr>
      <w:tr w:rsidR="006C6F55" w:rsidRPr="006C6F55" w:rsidTr="000B44C4">
        <w:trPr>
          <w:trHeight w:val="100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Pr="006C6F55" w:rsidRDefault="000B5D93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Pr="006C6F55" w:rsidRDefault="006F5CEE" w:rsidP="006F5CEE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Dificultad para encontrar personal con los perfiles profesionales requeridos.</w:t>
            </w:r>
          </w:p>
        </w:tc>
        <w:sdt>
          <w:sdtPr>
            <w:rPr>
              <w:rFonts w:cs="Arial"/>
            </w:rPr>
            <w:id w:val="1370037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6F5CEE" w:rsidRPr="006C6F55" w:rsidRDefault="006F5CEE" w:rsidP="006F5CEE">
                <w:pPr>
                  <w:spacing w:after="160" w:line="259" w:lineRule="auto"/>
                  <w:rPr>
                    <w:rFonts w:cs="Arial"/>
                  </w:rPr>
                </w:pPr>
                <w:r w:rsidRPr="006C6F55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C6F55" w:rsidRPr="006C6F55" w:rsidTr="000B44C4">
        <w:trPr>
          <w:trHeight w:val="100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Pr="006C6F55" w:rsidRDefault="000B5D93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Pr="006C6F55" w:rsidRDefault="006F5CEE" w:rsidP="006F5CEE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Insuficiencia de la cuantía de la subvención otorgada.</w:t>
            </w:r>
          </w:p>
        </w:tc>
        <w:tc>
          <w:tcPr>
            <w:tcW w:w="850" w:type="dxa"/>
          </w:tcPr>
          <w:p w:rsidR="006F5CEE" w:rsidRPr="006C6F55" w:rsidRDefault="00A24734" w:rsidP="006F5CEE">
            <w:pPr>
              <w:spacing w:after="160" w:line="259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-430904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CEE"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6C6F55" w:rsidRPr="006C6F55" w:rsidTr="000B44C4">
        <w:trPr>
          <w:trHeight w:val="100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Pr="006C6F55" w:rsidRDefault="000B5D93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Pr="006C6F55" w:rsidRDefault="006F5CEE" w:rsidP="006F5CEE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Necesidad de financiar gastos no subvencionables.</w:t>
            </w:r>
          </w:p>
        </w:tc>
        <w:tc>
          <w:tcPr>
            <w:tcW w:w="850" w:type="dxa"/>
          </w:tcPr>
          <w:p w:rsidR="006F5CEE" w:rsidRPr="006C6F55" w:rsidRDefault="00A24734" w:rsidP="006F5CEE">
            <w:pPr>
              <w:spacing w:after="160" w:line="259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-41672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CEE"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6C6F55" w:rsidRPr="006C6F55" w:rsidTr="000B44C4">
        <w:trPr>
          <w:trHeight w:val="100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Pr="006C6F55" w:rsidRDefault="000B5D93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Pr="006C6F55" w:rsidRDefault="006F5CEE" w:rsidP="006F5CEE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Falta de espacios habilitados para las actuaciones.</w:t>
            </w:r>
          </w:p>
        </w:tc>
        <w:tc>
          <w:tcPr>
            <w:tcW w:w="850" w:type="dxa"/>
          </w:tcPr>
          <w:p w:rsidR="006F5CEE" w:rsidRPr="006C6F55" w:rsidRDefault="00A24734" w:rsidP="006F5CEE">
            <w:pPr>
              <w:spacing w:after="160" w:line="259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514044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CEE"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6C6F55" w:rsidRPr="006C6F55" w:rsidTr="000B44C4">
        <w:trPr>
          <w:trHeight w:val="100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Pr="006C6F55" w:rsidRDefault="000B5D93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Pr="006C6F55" w:rsidRDefault="006F5CEE" w:rsidP="006F5CEE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Dificultades para la puesta en marcha de actuaciones colectivas.</w:t>
            </w:r>
          </w:p>
        </w:tc>
        <w:tc>
          <w:tcPr>
            <w:tcW w:w="850" w:type="dxa"/>
          </w:tcPr>
          <w:p w:rsidR="006F5CEE" w:rsidRPr="006C6F55" w:rsidRDefault="00A24734" w:rsidP="006F5CEE">
            <w:pPr>
              <w:spacing w:after="160" w:line="259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1649855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CEE"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6C6F55" w:rsidRPr="006C6F55" w:rsidTr="000B44C4">
        <w:trPr>
          <w:trHeight w:val="100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Pr="006C6F55" w:rsidRDefault="000B5D93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Pr="006C6F55" w:rsidRDefault="006F5CEE" w:rsidP="006F5CEE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Dificultades para la puesta en marcha de actuaciones domiciliarias.</w:t>
            </w:r>
          </w:p>
        </w:tc>
        <w:tc>
          <w:tcPr>
            <w:tcW w:w="850" w:type="dxa"/>
          </w:tcPr>
          <w:p w:rsidR="006F5CEE" w:rsidRPr="006C6F55" w:rsidRDefault="00A24734" w:rsidP="006F5CEE">
            <w:pPr>
              <w:spacing w:after="160" w:line="259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1118485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CEE"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6C6F55" w:rsidRPr="006C6F55" w:rsidTr="000B44C4">
        <w:trPr>
          <w:trHeight w:val="31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Pr="006C6F55" w:rsidRDefault="000B5D93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Pr="006C6F55" w:rsidRDefault="006F5CEE" w:rsidP="006F5CEE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Problemas para la conformación de bolsas de personal para cuidados</w:t>
            </w:r>
          </w:p>
        </w:tc>
        <w:sdt>
          <w:sdtPr>
            <w:rPr>
              <w:rFonts w:cs="Arial"/>
            </w:rPr>
            <w:id w:val="-1436443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6F5CEE" w:rsidRPr="006C6F55" w:rsidRDefault="006F5CEE" w:rsidP="006F5CEE">
                <w:pPr>
                  <w:spacing w:after="160" w:line="259" w:lineRule="auto"/>
                  <w:rPr>
                    <w:rFonts w:cs="Arial"/>
                  </w:rPr>
                </w:pPr>
                <w:r w:rsidRPr="006C6F55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C6F55" w:rsidRPr="006C6F55" w:rsidTr="000B44C4">
        <w:trPr>
          <w:trHeight w:val="26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Pr="006C6F55" w:rsidRDefault="000B5D93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lastRenderedPageBreak/>
              <w:t>8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Pr="006C6F55" w:rsidRDefault="006F5CEE" w:rsidP="006F5CEE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Problemas en el proceso de subcontratación de la actuación</w:t>
            </w:r>
          </w:p>
        </w:tc>
        <w:tc>
          <w:tcPr>
            <w:tcW w:w="850" w:type="dxa"/>
          </w:tcPr>
          <w:p w:rsidR="006F5CEE" w:rsidRPr="006C6F55" w:rsidRDefault="00A24734" w:rsidP="006F5CEE">
            <w:pPr>
              <w:spacing w:after="160" w:line="259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-1444759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CEE"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6C6F55" w:rsidRPr="006C6F55" w:rsidTr="000B44C4">
        <w:trPr>
          <w:trHeight w:val="26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Pr="006C6F55" w:rsidRDefault="000B5D93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Pr="006C6F55" w:rsidRDefault="006F5CEE" w:rsidP="006F5CEE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Escasa información y/o asesoramiento sobre el Plan Corresponsables</w:t>
            </w:r>
          </w:p>
        </w:tc>
        <w:tc>
          <w:tcPr>
            <w:tcW w:w="850" w:type="dxa"/>
          </w:tcPr>
          <w:p w:rsidR="006F5CEE" w:rsidRPr="006C6F55" w:rsidRDefault="00A24734" w:rsidP="006F5CEE">
            <w:pPr>
              <w:spacing w:after="160" w:line="259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-1387097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CEE"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6C6F55" w:rsidRPr="006C6F55" w:rsidTr="000B44C4">
        <w:trPr>
          <w:trHeight w:val="26"/>
        </w:trPr>
        <w:tc>
          <w:tcPr>
            <w:tcW w:w="562" w:type="dxa"/>
            <w:tcBorders>
              <w:right w:val="dotted" w:sz="4" w:space="0" w:color="auto"/>
            </w:tcBorders>
          </w:tcPr>
          <w:p w:rsidR="00B66669" w:rsidRPr="006C6F55" w:rsidRDefault="000B5D93" w:rsidP="00B66669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B66669" w:rsidRPr="006C6F55" w:rsidRDefault="00B66669" w:rsidP="00B66669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Falta de personal para la gestión/justificación del Plan en la plantilla del ayuntamiento</w:t>
            </w:r>
          </w:p>
        </w:tc>
        <w:tc>
          <w:tcPr>
            <w:tcW w:w="850" w:type="dxa"/>
          </w:tcPr>
          <w:p w:rsidR="00B66669" w:rsidRPr="006C6F55" w:rsidRDefault="00A24734" w:rsidP="00B66669">
            <w:pPr>
              <w:spacing w:after="160" w:line="259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-413006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6669"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6C6F55" w:rsidRPr="006C6F55" w:rsidTr="000B44C4">
        <w:trPr>
          <w:trHeight w:val="26"/>
        </w:trPr>
        <w:tc>
          <w:tcPr>
            <w:tcW w:w="562" w:type="dxa"/>
            <w:tcBorders>
              <w:right w:val="dotted" w:sz="4" w:space="0" w:color="auto"/>
            </w:tcBorders>
          </w:tcPr>
          <w:p w:rsidR="00896FAA" w:rsidRPr="006C6F55" w:rsidRDefault="000B5D93" w:rsidP="00B66669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896FAA" w:rsidRPr="006C6F55" w:rsidRDefault="00896FAA" w:rsidP="00B66669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Elevada carga administrativa en la gestión</w:t>
            </w:r>
          </w:p>
        </w:tc>
        <w:tc>
          <w:tcPr>
            <w:tcW w:w="850" w:type="dxa"/>
            <w:tcBorders>
              <w:left w:val="dotted" w:sz="4" w:space="0" w:color="auto"/>
            </w:tcBorders>
          </w:tcPr>
          <w:p w:rsidR="00896FAA" w:rsidRPr="006C6F55" w:rsidRDefault="00A24734" w:rsidP="00B66669">
            <w:pPr>
              <w:spacing w:after="160" w:line="259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130682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6FAA" w:rsidRPr="006C6F5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6C6F55" w:rsidRPr="006C6F55" w:rsidTr="000B44C4">
        <w:trPr>
          <w:trHeight w:val="26"/>
        </w:trPr>
        <w:tc>
          <w:tcPr>
            <w:tcW w:w="562" w:type="dxa"/>
            <w:tcBorders>
              <w:right w:val="dotted" w:sz="4" w:space="0" w:color="auto"/>
            </w:tcBorders>
          </w:tcPr>
          <w:p w:rsidR="00B66669" w:rsidRPr="006C6F55" w:rsidRDefault="000B5D93" w:rsidP="00B66669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8080" w:type="dxa"/>
            <w:gridSpan w:val="2"/>
            <w:tcBorders>
              <w:left w:val="dotted" w:sz="4" w:space="0" w:color="auto"/>
            </w:tcBorders>
          </w:tcPr>
          <w:p w:rsidR="00B66669" w:rsidRPr="006C6F55" w:rsidRDefault="00B66669" w:rsidP="00B66669">
            <w:pPr>
              <w:spacing w:after="160" w:line="259" w:lineRule="auto"/>
              <w:rPr>
                <w:rFonts w:cs="Arial"/>
              </w:rPr>
            </w:pPr>
            <w:r w:rsidRPr="006C6F55">
              <w:rPr>
                <w:rFonts w:cs="Arial"/>
              </w:rPr>
              <w:t>Otros (especificar)</w:t>
            </w:r>
          </w:p>
          <w:p w:rsidR="00B66669" w:rsidRPr="006C6F55" w:rsidRDefault="00B66669" w:rsidP="00B66669">
            <w:pPr>
              <w:spacing w:after="160" w:line="259" w:lineRule="auto"/>
              <w:rPr>
                <w:rFonts w:cs="Arial"/>
              </w:rPr>
            </w:pPr>
          </w:p>
        </w:tc>
      </w:tr>
      <w:tr w:rsidR="006C6F55" w:rsidRPr="006C6F55" w:rsidTr="000B44C4">
        <w:trPr>
          <w:trHeight w:val="416"/>
        </w:trPr>
        <w:tc>
          <w:tcPr>
            <w:tcW w:w="8642" w:type="dxa"/>
            <w:gridSpan w:val="3"/>
            <w:shd w:val="clear" w:color="auto" w:fill="EDEDED" w:themeFill="accent3" w:themeFillTint="33"/>
          </w:tcPr>
          <w:p w:rsidR="00B66669" w:rsidRPr="006C6F55" w:rsidRDefault="008038D9" w:rsidP="00B66669">
            <w:pPr>
              <w:spacing w:after="160" w:line="259" w:lineRule="auto"/>
              <w:rPr>
                <w:rFonts w:cs="Arial"/>
                <w:b/>
              </w:rPr>
            </w:pPr>
            <w:r w:rsidRPr="006C6F55">
              <w:rPr>
                <w:rFonts w:cs="Arial"/>
                <w:b/>
              </w:rPr>
              <w:t>3</w:t>
            </w:r>
            <w:r w:rsidR="00B66669" w:rsidRPr="006C6F55">
              <w:rPr>
                <w:rFonts w:cs="Arial"/>
                <w:b/>
              </w:rPr>
              <w:t xml:space="preserve">.- Propuestas para </w:t>
            </w:r>
            <w:r w:rsidR="008870AF">
              <w:rPr>
                <w:rFonts w:cs="Arial"/>
                <w:b/>
              </w:rPr>
              <w:t>futuras convocatorias</w:t>
            </w:r>
            <w:r w:rsidR="00B66669" w:rsidRPr="006C6F55">
              <w:rPr>
                <w:rFonts w:cs="Arial"/>
                <w:b/>
              </w:rPr>
              <w:t xml:space="preserve">  </w:t>
            </w:r>
          </w:p>
        </w:tc>
      </w:tr>
      <w:tr w:rsidR="00B66669" w:rsidRPr="006C6F55" w:rsidTr="000B44C4">
        <w:trPr>
          <w:trHeight w:val="2226"/>
        </w:trPr>
        <w:tc>
          <w:tcPr>
            <w:tcW w:w="8642" w:type="dxa"/>
            <w:gridSpan w:val="3"/>
          </w:tcPr>
          <w:p w:rsidR="00B66669" w:rsidRPr="006C6F55" w:rsidRDefault="00B66669" w:rsidP="00B66669">
            <w:pPr>
              <w:spacing w:after="160" w:line="259" w:lineRule="auto"/>
              <w:rPr>
                <w:rFonts w:cs="Arial"/>
              </w:rPr>
            </w:pPr>
          </w:p>
          <w:p w:rsidR="00B66669" w:rsidRPr="006C6F55" w:rsidRDefault="00B66669" w:rsidP="00B66669">
            <w:pPr>
              <w:spacing w:after="160" w:line="259" w:lineRule="auto"/>
              <w:rPr>
                <w:rFonts w:cs="Arial"/>
              </w:rPr>
            </w:pPr>
          </w:p>
          <w:p w:rsidR="00B66669" w:rsidRPr="006C6F55" w:rsidRDefault="00B66669" w:rsidP="00B66669">
            <w:pPr>
              <w:spacing w:after="160" w:line="259" w:lineRule="auto"/>
              <w:rPr>
                <w:rFonts w:cs="Arial"/>
              </w:rPr>
            </w:pPr>
          </w:p>
          <w:p w:rsidR="00B66669" w:rsidRPr="006C6F55" w:rsidRDefault="00B66669" w:rsidP="00B66669">
            <w:pPr>
              <w:spacing w:after="160" w:line="259" w:lineRule="auto"/>
              <w:rPr>
                <w:rFonts w:cs="Arial"/>
              </w:rPr>
            </w:pPr>
          </w:p>
        </w:tc>
      </w:tr>
    </w:tbl>
    <w:p w:rsidR="009565E6" w:rsidRDefault="009565E6" w:rsidP="00E24092">
      <w:pPr>
        <w:pStyle w:val="Prrafodelista"/>
        <w:spacing w:line="276" w:lineRule="auto"/>
        <w:ind w:left="0"/>
        <w:rPr>
          <w:rFonts w:cs="Arial"/>
        </w:rPr>
      </w:pPr>
    </w:p>
    <w:p w:rsidR="0099743E" w:rsidRDefault="0099743E" w:rsidP="00E24092">
      <w:pPr>
        <w:pStyle w:val="Prrafodelista"/>
        <w:spacing w:line="276" w:lineRule="auto"/>
        <w:ind w:left="0"/>
        <w:rPr>
          <w:rFonts w:cs="Arial"/>
        </w:rPr>
      </w:pPr>
    </w:p>
    <w:p w:rsidR="0099743E" w:rsidRPr="006C6F55" w:rsidRDefault="0099743E" w:rsidP="00E24092">
      <w:pPr>
        <w:pStyle w:val="Prrafodelista"/>
        <w:spacing w:line="276" w:lineRule="auto"/>
        <w:ind w:left="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Firmado electrónicamente por el </w:t>
      </w:r>
      <w:r w:rsidR="00A24734">
        <w:rPr>
          <w:rFonts w:cs="Arial"/>
        </w:rPr>
        <w:t>Alcalde</w:t>
      </w:r>
      <w:r w:rsidR="000B5D93">
        <w:rPr>
          <w:rFonts w:cs="Arial"/>
        </w:rPr>
        <w:t xml:space="preserve"> o la </w:t>
      </w:r>
      <w:r w:rsidR="00A24734">
        <w:rPr>
          <w:rFonts w:cs="Arial"/>
        </w:rPr>
        <w:t>A</w:t>
      </w:r>
      <w:r w:rsidR="000B5D93">
        <w:rPr>
          <w:rFonts w:cs="Arial"/>
        </w:rPr>
        <w:t>lcalde</w:t>
      </w:r>
      <w:r>
        <w:rPr>
          <w:rFonts w:cs="Arial"/>
        </w:rPr>
        <w:t>sa</w:t>
      </w:r>
    </w:p>
    <w:sectPr w:rsidR="0099743E" w:rsidRPr="006C6F55" w:rsidSect="00CF585C">
      <w:headerReference w:type="default" r:id="rId8"/>
      <w:footerReference w:type="default" r:id="rId9"/>
      <w:pgSz w:w="11906" w:h="16838" w:code="9"/>
      <w:pgMar w:top="1418" w:right="1701" w:bottom="680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5781" w:rsidRDefault="00A55781" w:rsidP="00022BEF">
      <w:r>
        <w:separator/>
      </w:r>
    </w:p>
  </w:endnote>
  <w:endnote w:type="continuationSeparator" w:id="0">
    <w:p w:rsidR="00A55781" w:rsidRDefault="00A55781" w:rsidP="00022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4360995"/>
      <w:docPartObj>
        <w:docPartGallery w:val="Page Numbers (Bottom of Page)"/>
        <w:docPartUnique/>
      </w:docPartObj>
    </w:sdtPr>
    <w:sdtEndPr/>
    <w:sdtContent>
      <w:p w:rsidR="00A55781" w:rsidRDefault="00A55781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55781" w:rsidRDefault="00A5578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5781" w:rsidRDefault="00A55781" w:rsidP="00022BEF">
      <w:r>
        <w:separator/>
      </w:r>
    </w:p>
  </w:footnote>
  <w:footnote w:type="continuationSeparator" w:id="0">
    <w:p w:rsidR="00A55781" w:rsidRDefault="00A55781" w:rsidP="00022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781" w:rsidRDefault="00A55781" w:rsidP="00DB7F5B">
    <w:pPr>
      <w:pStyle w:val="Encabezado"/>
      <w:tabs>
        <w:tab w:val="clear" w:pos="4252"/>
        <w:tab w:val="left" w:pos="2552"/>
      </w:tabs>
    </w:pPr>
    <w:r w:rsidRPr="00FD78FB">
      <w:rPr>
        <w:noProof/>
      </w:rPr>
      <w:drawing>
        <wp:anchor distT="0" distB="0" distL="114300" distR="114300" simplePos="0" relativeHeight="251659264" behindDoc="0" locked="0" layoutInCell="1" allowOverlap="1" wp14:anchorId="1EB23D39" wp14:editId="36E38169">
          <wp:simplePos x="0" y="0"/>
          <wp:positionH relativeFrom="column">
            <wp:posOffset>3255530</wp:posOffset>
          </wp:positionH>
          <wp:positionV relativeFrom="paragraph">
            <wp:posOffset>144203</wp:posOffset>
          </wp:positionV>
          <wp:extent cx="805180" cy="518564"/>
          <wp:effectExtent l="0" t="0" r="0" b="0"/>
          <wp:wrapNone/>
          <wp:docPr id="213" name="Imagen 213" descr="logonuevo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nuevoazu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180" cy="5185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A55781" w:rsidRDefault="00A55781" w:rsidP="000A792C">
    <w:pPr>
      <w:pStyle w:val="Encabezado"/>
      <w:tabs>
        <w:tab w:val="clear" w:pos="4252"/>
        <w:tab w:val="left" w:pos="2552"/>
      </w:tabs>
      <w:ind w:left="142" w:hanging="284"/>
    </w:pPr>
    <w:r w:rsidRPr="00FD78FB">
      <w:rPr>
        <w:noProof/>
      </w:rPr>
      <w:drawing>
        <wp:anchor distT="0" distB="0" distL="114300" distR="114300" simplePos="0" relativeHeight="251663360" behindDoc="1" locked="0" layoutInCell="1" allowOverlap="1" wp14:anchorId="1E485109" wp14:editId="5759929F">
          <wp:simplePos x="0" y="0"/>
          <wp:positionH relativeFrom="column">
            <wp:posOffset>1946101</wp:posOffset>
          </wp:positionH>
          <wp:positionV relativeFrom="page">
            <wp:posOffset>365760</wp:posOffset>
          </wp:positionV>
          <wp:extent cx="893445" cy="497205"/>
          <wp:effectExtent l="0" t="0" r="1905" b="0"/>
          <wp:wrapTight wrapText="bothSides">
            <wp:wrapPolygon edited="0">
              <wp:start x="0" y="0"/>
              <wp:lineTo x="0" y="20690"/>
              <wp:lineTo x="21186" y="20690"/>
              <wp:lineTo x="21186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rresponsables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3445" cy="497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78FB">
      <w:rPr>
        <w:noProof/>
      </w:rPr>
      <w:drawing>
        <wp:anchor distT="0" distB="0" distL="114300" distR="114300" simplePos="0" relativeHeight="251660288" behindDoc="0" locked="0" layoutInCell="1" allowOverlap="1" wp14:anchorId="7CE40981" wp14:editId="534D9E7C">
          <wp:simplePos x="0" y="0"/>
          <wp:positionH relativeFrom="column">
            <wp:posOffset>4530725</wp:posOffset>
          </wp:positionH>
          <wp:positionV relativeFrom="paragraph">
            <wp:posOffset>44104</wp:posOffset>
          </wp:positionV>
          <wp:extent cx="831716" cy="448887"/>
          <wp:effectExtent l="0" t="0" r="6985" b="8890"/>
          <wp:wrapNone/>
          <wp:docPr id="212" name="Imagen 212" descr="C:\Users\noeliar\AppData\Local\Microsoft\Windows\Temporary Internet Files\Content.Outlook\BRL6MFPT\IMUJ sinfon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noeliar\AppData\Local\Microsoft\Windows\Temporary Internet Files\Content.Outlook\BRL6MFPT\IMUJ sinfondo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716" cy="4488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65325AB" wp14:editId="1ED906B0">
          <wp:extent cx="1697182" cy="490668"/>
          <wp:effectExtent l="0" t="0" r="0" b="5080"/>
          <wp:docPr id="1" name="Imagen 1" descr="C:\Users\aaga127\AppData\Local\Microsoft\Windows\INetCache\Content.Outlook\O3R8ZHYU\LOGO GOB.MI.SEI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aaga127\AppData\Local\Microsoft\Windows\INetCache\Content.Outlook\O3R8ZHYU\LOGO GOB.MI.SEI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1682" cy="506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:rsidR="00A55781" w:rsidRDefault="00A55781" w:rsidP="00DB7F5B">
    <w:pPr>
      <w:pStyle w:val="Encabezado"/>
      <w:tabs>
        <w:tab w:val="clear" w:pos="4252"/>
        <w:tab w:val="clear" w:pos="8504"/>
        <w:tab w:val="left" w:pos="2552"/>
        <w:tab w:val="left" w:pos="6300"/>
      </w:tabs>
      <w:ind w:left="284"/>
    </w:pPr>
    <w:r>
      <w:tab/>
    </w:r>
    <w:r>
      <w:tab/>
    </w:r>
  </w:p>
  <w:p w:rsidR="00A55781" w:rsidRPr="00DB7F5B" w:rsidRDefault="00A55781" w:rsidP="00DB7F5B">
    <w:pPr>
      <w:pStyle w:val="Encabezado"/>
    </w:pPr>
    <w:r>
      <w:t xml:space="preserve"> </w:t>
    </w:r>
    <w:r>
      <w:tab/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C6FD9"/>
    <w:multiLevelType w:val="hybridMultilevel"/>
    <w:tmpl w:val="A900F4B0"/>
    <w:lvl w:ilvl="0" w:tplc="5948B1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206BC"/>
    <w:multiLevelType w:val="hybridMultilevel"/>
    <w:tmpl w:val="0B6207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93263"/>
    <w:multiLevelType w:val="hybridMultilevel"/>
    <w:tmpl w:val="87A8ADD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713837"/>
    <w:multiLevelType w:val="hybridMultilevel"/>
    <w:tmpl w:val="AE463DE2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15A10"/>
    <w:multiLevelType w:val="hybridMultilevel"/>
    <w:tmpl w:val="D27C6906"/>
    <w:lvl w:ilvl="0" w:tplc="0C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26C33095"/>
    <w:multiLevelType w:val="hybridMultilevel"/>
    <w:tmpl w:val="157A43AC"/>
    <w:lvl w:ilvl="0" w:tplc="A4FE53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804668"/>
    <w:multiLevelType w:val="hybridMultilevel"/>
    <w:tmpl w:val="5702828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FC14DB"/>
    <w:multiLevelType w:val="hybridMultilevel"/>
    <w:tmpl w:val="740A3A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B94BCE"/>
    <w:multiLevelType w:val="hybridMultilevel"/>
    <w:tmpl w:val="47726AC6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92C74"/>
    <w:multiLevelType w:val="hybridMultilevel"/>
    <w:tmpl w:val="BED8D88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012ADD"/>
    <w:multiLevelType w:val="hybridMultilevel"/>
    <w:tmpl w:val="95A6A6D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D54129"/>
    <w:multiLevelType w:val="hybridMultilevel"/>
    <w:tmpl w:val="516E5B5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6D128F"/>
    <w:multiLevelType w:val="hybridMultilevel"/>
    <w:tmpl w:val="2C9CAF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045464"/>
    <w:multiLevelType w:val="hybridMultilevel"/>
    <w:tmpl w:val="0CB24A2C"/>
    <w:lvl w:ilvl="0" w:tplc="11C4DAF2">
      <w:start w:val="5"/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5C974C7F"/>
    <w:multiLevelType w:val="hybridMultilevel"/>
    <w:tmpl w:val="CF42C1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14A6D"/>
    <w:multiLevelType w:val="hybridMultilevel"/>
    <w:tmpl w:val="26AE594C"/>
    <w:lvl w:ilvl="0" w:tplc="D0F6EB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7F2BB9"/>
    <w:multiLevelType w:val="hybridMultilevel"/>
    <w:tmpl w:val="45BCB0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5B7D52"/>
    <w:multiLevelType w:val="hybridMultilevel"/>
    <w:tmpl w:val="306AA8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6444DF"/>
    <w:multiLevelType w:val="hybridMultilevel"/>
    <w:tmpl w:val="B6743368"/>
    <w:lvl w:ilvl="0" w:tplc="D0F6EB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24FE6"/>
    <w:multiLevelType w:val="hybridMultilevel"/>
    <w:tmpl w:val="ECC6076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A7E008F"/>
    <w:multiLevelType w:val="hybridMultilevel"/>
    <w:tmpl w:val="4A6212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825E33"/>
    <w:multiLevelType w:val="hybridMultilevel"/>
    <w:tmpl w:val="3AA2D8CA"/>
    <w:lvl w:ilvl="0" w:tplc="B6A6A7B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5"/>
  </w:num>
  <w:num w:numId="4">
    <w:abstractNumId w:val="14"/>
  </w:num>
  <w:num w:numId="5">
    <w:abstractNumId w:val="13"/>
  </w:num>
  <w:num w:numId="6">
    <w:abstractNumId w:val="8"/>
  </w:num>
  <w:num w:numId="7">
    <w:abstractNumId w:val="3"/>
  </w:num>
  <w:num w:numId="8">
    <w:abstractNumId w:val="20"/>
  </w:num>
  <w:num w:numId="9">
    <w:abstractNumId w:val="17"/>
  </w:num>
  <w:num w:numId="10">
    <w:abstractNumId w:val="16"/>
  </w:num>
  <w:num w:numId="11">
    <w:abstractNumId w:val="6"/>
  </w:num>
  <w:num w:numId="12">
    <w:abstractNumId w:val="21"/>
  </w:num>
  <w:num w:numId="13">
    <w:abstractNumId w:val="11"/>
  </w:num>
  <w:num w:numId="14">
    <w:abstractNumId w:val="4"/>
  </w:num>
  <w:num w:numId="15">
    <w:abstractNumId w:val="19"/>
  </w:num>
  <w:num w:numId="16">
    <w:abstractNumId w:val="2"/>
  </w:num>
  <w:num w:numId="17">
    <w:abstractNumId w:val="7"/>
  </w:num>
  <w:num w:numId="18">
    <w:abstractNumId w:val="10"/>
  </w:num>
  <w:num w:numId="19">
    <w:abstractNumId w:val="9"/>
  </w:num>
  <w:num w:numId="20">
    <w:abstractNumId w:val="1"/>
  </w:num>
  <w:num w:numId="21">
    <w:abstractNumId w:val="12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21E"/>
    <w:rsid w:val="00010238"/>
    <w:rsid w:val="00022BEF"/>
    <w:rsid w:val="00025943"/>
    <w:rsid w:val="0003450F"/>
    <w:rsid w:val="00035BC5"/>
    <w:rsid w:val="00060DA1"/>
    <w:rsid w:val="00071A42"/>
    <w:rsid w:val="000A599C"/>
    <w:rsid w:val="000A6921"/>
    <w:rsid w:val="000A792C"/>
    <w:rsid w:val="000B11A2"/>
    <w:rsid w:val="000B44C4"/>
    <w:rsid w:val="000B5455"/>
    <w:rsid w:val="000B5D93"/>
    <w:rsid w:val="000B706F"/>
    <w:rsid w:val="000B70F1"/>
    <w:rsid w:val="000C06FD"/>
    <w:rsid w:val="000D282B"/>
    <w:rsid w:val="000E518F"/>
    <w:rsid w:val="000E5D16"/>
    <w:rsid w:val="000F6A13"/>
    <w:rsid w:val="00103C3B"/>
    <w:rsid w:val="00104276"/>
    <w:rsid w:val="001069D8"/>
    <w:rsid w:val="00131251"/>
    <w:rsid w:val="00135416"/>
    <w:rsid w:val="00143603"/>
    <w:rsid w:val="0014599D"/>
    <w:rsid w:val="00151E26"/>
    <w:rsid w:val="001541AC"/>
    <w:rsid w:val="00155A38"/>
    <w:rsid w:val="00160117"/>
    <w:rsid w:val="00163D3A"/>
    <w:rsid w:val="0017480B"/>
    <w:rsid w:val="001858FC"/>
    <w:rsid w:val="0019572F"/>
    <w:rsid w:val="001A1870"/>
    <w:rsid w:val="001A6752"/>
    <w:rsid w:val="001B751D"/>
    <w:rsid w:val="001C0AF0"/>
    <w:rsid w:val="001C122C"/>
    <w:rsid w:val="001D4243"/>
    <w:rsid w:val="001D5061"/>
    <w:rsid w:val="001D7942"/>
    <w:rsid w:val="001E5DC1"/>
    <w:rsid w:val="001F6847"/>
    <w:rsid w:val="00231206"/>
    <w:rsid w:val="0024529E"/>
    <w:rsid w:val="00250BC8"/>
    <w:rsid w:val="0025210D"/>
    <w:rsid w:val="002610CD"/>
    <w:rsid w:val="002725D9"/>
    <w:rsid w:val="00280157"/>
    <w:rsid w:val="00282A29"/>
    <w:rsid w:val="00283EEF"/>
    <w:rsid w:val="002A28D5"/>
    <w:rsid w:val="002B7EA0"/>
    <w:rsid w:val="002C6918"/>
    <w:rsid w:val="00321792"/>
    <w:rsid w:val="003221C2"/>
    <w:rsid w:val="00333AA9"/>
    <w:rsid w:val="00341632"/>
    <w:rsid w:val="00347BD5"/>
    <w:rsid w:val="00350D5A"/>
    <w:rsid w:val="00352FD4"/>
    <w:rsid w:val="003540A2"/>
    <w:rsid w:val="0036171C"/>
    <w:rsid w:val="00366C63"/>
    <w:rsid w:val="00381D2B"/>
    <w:rsid w:val="003862B5"/>
    <w:rsid w:val="00392D1F"/>
    <w:rsid w:val="003A3D08"/>
    <w:rsid w:val="003A4569"/>
    <w:rsid w:val="003A783D"/>
    <w:rsid w:val="003B07C3"/>
    <w:rsid w:val="003C0CD4"/>
    <w:rsid w:val="003C31FD"/>
    <w:rsid w:val="003C40E8"/>
    <w:rsid w:val="003E1762"/>
    <w:rsid w:val="003F5110"/>
    <w:rsid w:val="0040365B"/>
    <w:rsid w:val="004068A0"/>
    <w:rsid w:val="00413700"/>
    <w:rsid w:val="00413F17"/>
    <w:rsid w:val="00416C80"/>
    <w:rsid w:val="004241FD"/>
    <w:rsid w:val="00426653"/>
    <w:rsid w:val="004310FE"/>
    <w:rsid w:val="00431B4B"/>
    <w:rsid w:val="004372B2"/>
    <w:rsid w:val="004531D4"/>
    <w:rsid w:val="00460420"/>
    <w:rsid w:val="00462C97"/>
    <w:rsid w:val="004853FA"/>
    <w:rsid w:val="004B1831"/>
    <w:rsid w:val="004B4D11"/>
    <w:rsid w:val="004C12BF"/>
    <w:rsid w:val="004C62E9"/>
    <w:rsid w:val="004D4863"/>
    <w:rsid w:val="004E1798"/>
    <w:rsid w:val="00510AC6"/>
    <w:rsid w:val="005225A3"/>
    <w:rsid w:val="00522A07"/>
    <w:rsid w:val="00523DCB"/>
    <w:rsid w:val="00524F13"/>
    <w:rsid w:val="00527FC9"/>
    <w:rsid w:val="00531BCC"/>
    <w:rsid w:val="00554119"/>
    <w:rsid w:val="00561128"/>
    <w:rsid w:val="0056332A"/>
    <w:rsid w:val="00565621"/>
    <w:rsid w:val="005818E2"/>
    <w:rsid w:val="005A45E0"/>
    <w:rsid w:val="005B4267"/>
    <w:rsid w:val="005C3A68"/>
    <w:rsid w:val="005C3E9B"/>
    <w:rsid w:val="005C57F9"/>
    <w:rsid w:val="005C6601"/>
    <w:rsid w:val="005D03BB"/>
    <w:rsid w:val="005D42F6"/>
    <w:rsid w:val="005D6C7A"/>
    <w:rsid w:val="005E7CAC"/>
    <w:rsid w:val="005F7716"/>
    <w:rsid w:val="005F7A40"/>
    <w:rsid w:val="0061162C"/>
    <w:rsid w:val="00613B27"/>
    <w:rsid w:val="00622D8A"/>
    <w:rsid w:val="00634AE5"/>
    <w:rsid w:val="00635465"/>
    <w:rsid w:val="00653B45"/>
    <w:rsid w:val="00655D3C"/>
    <w:rsid w:val="00661569"/>
    <w:rsid w:val="006678FA"/>
    <w:rsid w:val="00667A60"/>
    <w:rsid w:val="006712B0"/>
    <w:rsid w:val="006713C1"/>
    <w:rsid w:val="00676F40"/>
    <w:rsid w:val="00682DB6"/>
    <w:rsid w:val="006A1BAE"/>
    <w:rsid w:val="006A5320"/>
    <w:rsid w:val="006A7ECD"/>
    <w:rsid w:val="006C6F55"/>
    <w:rsid w:val="006F4181"/>
    <w:rsid w:val="006F5CEE"/>
    <w:rsid w:val="00705D8E"/>
    <w:rsid w:val="007176C2"/>
    <w:rsid w:val="00721C27"/>
    <w:rsid w:val="00724034"/>
    <w:rsid w:val="007416A3"/>
    <w:rsid w:val="00741D4F"/>
    <w:rsid w:val="00746DC3"/>
    <w:rsid w:val="00764F17"/>
    <w:rsid w:val="007A3F99"/>
    <w:rsid w:val="007D2A6C"/>
    <w:rsid w:val="007E33A2"/>
    <w:rsid w:val="008038D9"/>
    <w:rsid w:val="00803FDB"/>
    <w:rsid w:val="00807B64"/>
    <w:rsid w:val="00834307"/>
    <w:rsid w:val="00856880"/>
    <w:rsid w:val="00857DFB"/>
    <w:rsid w:val="00866962"/>
    <w:rsid w:val="00881AD9"/>
    <w:rsid w:val="008870AF"/>
    <w:rsid w:val="00892DFB"/>
    <w:rsid w:val="00896FAA"/>
    <w:rsid w:val="00897644"/>
    <w:rsid w:val="008B34A0"/>
    <w:rsid w:val="008B368C"/>
    <w:rsid w:val="008B6FEE"/>
    <w:rsid w:val="008C0244"/>
    <w:rsid w:val="008D23AD"/>
    <w:rsid w:val="008E3F8D"/>
    <w:rsid w:val="008E50D6"/>
    <w:rsid w:val="008E6BA9"/>
    <w:rsid w:val="009165E5"/>
    <w:rsid w:val="009506B3"/>
    <w:rsid w:val="009565E6"/>
    <w:rsid w:val="00963D2B"/>
    <w:rsid w:val="00984BD5"/>
    <w:rsid w:val="00990FAF"/>
    <w:rsid w:val="009932C9"/>
    <w:rsid w:val="00996456"/>
    <w:rsid w:val="0099743E"/>
    <w:rsid w:val="009A32BA"/>
    <w:rsid w:val="009A3E23"/>
    <w:rsid w:val="009B7ED0"/>
    <w:rsid w:val="009C1264"/>
    <w:rsid w:val="009D4A9A"/>
    <w:rsid w:val="009D7AC1"/>
    <w:rsid w:val="009D7ADF"/>
    <w:rsid w:val="009E5E1C"/>
    <w:rsid w:val="009F001F"/>
    <w:rsid w:val="009F2FA3"/>
    <w:rsid w:val="009F371A"/>
    <w:rsid w:val="00A10AF3"/>
    <w:rsid w:val="00A16A18"/>
    <w:rsid w:val="00A20313"/>
    <w:rsid w:val="00A24734"/>
    <w:rsid w:val="00A35A96"/>
    <w:rsid w:val="00A42975"/>
    <w:rsid w:val="00A55781"/>
    <w:rsid w:val="00A55D8E"/>
    <w:rsid w:val="00A57BA1"/>
    <w:rsid w:val="00A6178A"/>
    <w:rsid w:val="00A665EE"/>
    <w:rsid w:val="00A67108"/>
    <w:rsid w:val="00A71C9E"/>
    <w:rsid w:val="00A84B15"/>
    <w:rsid w:val="00A93A11"/>
    <w:rsid w:val="00A941B0"/>
    <w:rsid w:val="00AB0713"/>
    <w:rsid w:val="00AB30A8"/>
    <w:rsid w:val="00AB377C"/>
    <w:rsid w:val="00AB4262"/>
    <w:rsid w:val="00AC1456"/>
    <w:rsid w:val="00AD1E01"/>
    <w:rsid w:val="00AE0A36"/>
    <w:rsid w:val="00AE792F"/>
    <w:rsid w:val="00AF199C"/>
    <w:rsid w:val="00AF2F90"/>
    <w:rsid w:val="00AF7434"/>
    <w:rsid w:val="00B0130B"/>
    <w:rsid w:val="00B0521E"/>
    <w:rsid w:val="00B10235"/>
    <w:rsid w:val="00B171E4"/>
    <w:rsid w:val="00B3421D"/>
    <w:rsid w:val="00B431CD"/>
    <w:rsid w:val="00B454DC"/>
    <w:rsid w:val="00B50B37"/>
    <w:rsid w:val="00B60EC6"/>
    <w:rsid w:val="00B66669"/>
    <w:rsid w:val="00B67C86"/>
    <w:rsid w:val="00B70F8F"/>
    <w:rsid w:val="00B72522"/>
    <w:rsid w:val="00B76035"/>
    <w:rsid w:val="00B76FD9"/>
    <w:rsid w:val="00BA09AD"/>
    <w:rsid w:val="00BA2977"/>
    <w:rsid w:val="00BB62DB"/>
    <w:rsid w:val="00BC4837"/>
    <w:rsid w:val="00BD3F34"/>
    <w:rsid w:val="00BD3F8A"/>
    <w:rsid w:val="00BE11D0"/>
    <w:rsid w:val="00BE14F5"/>
    <w:rsid w:val="00BF0F41"/>
    <w:rsid w:val="00BF5AC9"/>
    <w:rsid w:val="00C17C42"/>
    <w:rsid w:val="00C26ACB"/>
    <w:rsid w:val="00C40CAB"/>
    <w:rsid w:val="00C44705"/>
    <w:rsid w:val="00C51177"/>
    <w:rsid w:val="00C5757D"/>
    <w:rsid w:val="00CA7D8B"/>
    <w:rsid w:val="00CB3669"/>
    <w:rsid w:val="00CC04CF"/>
    <w:rsid w:val="00CE2ED3"/>
    <w:rsid w:val="00CE5460"/>
    <w:rsid w:val="00CF585C"/>
    <w:rsid w:val="00D144B0"/>
    <w:rsid w:val="00D20C92"/>
    <w:rsid w:val="00D31325"/>
    <w:rsid w:val="00D40740"/>
    <w:rsid w:val="00D45A4A"/>
    <w:rsid w:val="00D460F5"/>
    <w:rsid w:val="00D47675"/>
    <w:rsid w:val="00D508F3"/>
    <w:rsid w:val="00D50A31"/>
    <w:rsid w:val="00D5447B"/>
    <w:rsid w:val="00D63CA7"/>
    <w:rsid w:val="00D70AF3"/>
    <w:rsid w:val="00DB23D0"/>
    <w:rsid w:val="00DB2EF4"/>
    <w:rsid w:val="00DB2F5B"/>
    <w:rsid w:val="00DB7F5B"/>
    <w:rsid w:val="00DC165B"/>
    <w:rsid w:val="00DE03CA"/>
    <w:rsid w:val="00DE15E7"/>
    <w:rsid w:val="00DE6EB8"/>
    <w:rsid w:val="00E03348"/>
    <w:rsid w:val="00E06129"/>
    <w:rsid w:val="00E06968"/>
    <w:rsid w:val="00E24092"/>
    <w:rsid w:val="00E36788"/>
    <w:rsid w:val="00E630B3"/>
    <w:rsid w:val="00E6329F"/>
    <w:rsid w:val="00E769C8"/>
    <w:rsid w:val="00E83407"/>
    <w:rsid w:val="00EB455D"/>
    <w:rsid w:val="00EB5B21"/>
    <w:rsid w:val="00EC72F8"/>
    <w:rsid w:val="00ED16E2"/>
    <w:rsid w:val="00ED2D91"/>
    <w:rsid w:val="00ED3F55"/>
    <w:rsid w:val="00ED3F6E"/>
    <w:rsid w:val="00EE5599"/>
    <w:rsid w:val="00F100CD"/>
    <w:rsid w:val="00F13F34"/>
    <w:rsid w:val="00F22430"/>
    <w:rsid w:val="00F56F82"/>
    <w:rsid w:val="00F7148B"/>
    <w:rsid w:val="00F97AA7"/>
    <w:rsid w:val="00FA0124"/>
    <w:rsid w:val="00FA3415"/>
    <w:rsid w:val="00FD78FB"/>
    <w:rsid w:val="00FE28A5"/>
    <w:rsid w:val="00FE763F"/>
    <w:rsid w:val="00FF362C"/>
    <w:rsid w:val="00FF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3B05E5D"/>
  <w15:chartTrackingRefBased/>
  <w15:docId w15:val="{877631B2-7E86-4E92-8C33-865BF703D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1A42"/>
    <w:pPr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00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22BE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22BEF"/>
  </w:style>
  <w:style w:type="paragraph" w:styleId="Piedepgina">
    <w:name w:val="footer"/>
    <w:basedOn w:val="Normal"/>
    <w:link w:val="PiedepginaCar"/>
    <w:uiPriority w:val="99"/>
    <w:unhideWhenUsed/>
    <w:rsid w:val="00022BE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22BEF"/>
  </w:style>
  <w:style w:type="character" w:styleId="Hipervnculo">
    <w:name w:val="Hyperlink"/>
    <w:basedOn w:val="Fuentedeprrafopredeter"/>
    <w:uiPriority w:val="99"/>
    <w:unhideWhenUsed/>
    <w:rsid w:val="00B1023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B10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712B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12B0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3450F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3450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345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C3781-78B5-4DEF-86CF-9740E6C0D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9</Pages>
  <Words>1533</Words>
  <Characters>8435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CORRESPONSABLES CASTILLA-LA MANCHA</vt:lpstr>
    </vt:vector>
  </TitlesOfParts>
  <Company>Junta Comunidades Castilla la Mancha</Company>
  <LinksUpToDate>false</LinksUpToDate>
  <CharactersWithSpaces>9949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CORRESPONSABLES CASTILLA-LA MANCHA</dc:title>
  <dc:subject>/2022</dc:subject>
  <dc:creator>aaga127 A Marta González Alonso tfno:9252 67422</dc:creator>
  <cp:keywords/>
  <dc:description/>
  <cp:lastModifiedBy>A Marta González Alonso</cp:lastModifiedBy>
  <cp:revision>3</cp:revision>
  <cp:lastPrinted>2024-11-26T13:41:00Z</cp:lastPrinted>
  <dcterms:created xsi:type="dcterms:W3CDTF">2024-11-28T09:26:00Z</dcterms:created>
  <dcterms:modified xsi:type="dcterms:W3CDTF">2024-11-28T12:18:00Z</dcterms:modified>
</cp:coreProperties>
</file>