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BA352" w14:textId="77777777" w:rsidR="00630310" w:rsidRPr="00C161F4" w:rsidRDefault="00630310" w:rsidP="00630310">
      <w:pPr>
        <w:jc w:val="center"/>
        <w:rPr>
          <w:rFonts w:ascii="Arial" w:hAnsi="Arial" w:cs="Arial"/>
          <w:b/>
          <w:sz w:val="24"/>
          <w:szCs w:val="24"/>
        </w:rPr>
      </w:pPr>
      <w:r w:rsidRPr="00C161F4">
        <w:rPr>
          <w:rFonts w:ascii="Arial" w:hAnsi="Arial" w:cs="Arial"/>
          <w:b/>
          <w:sz w:val="24"/>
          <w:szCs w:val="24"/>
        </w:rPr>
        <w:t>COMUNICACIÓN DE INCIDENCIA</w:t>
      </w:r>
    </w:p>
    <w:p w14:paraId="502551F0" w14:textId="61A1AC47" w:rsidR="00630310" w:rsidRDefault="00630310" w:rsidP="0063031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 xml:space="preserve"> </w:t>
      </w:r>
      <w:r w:rsidRPr="00C161F4">
        <w:rPr>
          <w:rFonts w:ascii="Arial" w:hAnsi="Arial" w:cs="Arial"/>
          <w:b/>
          <w:sz w:val="24"/>
          <w:szCs w:val="24"/>
        </w:rPr>
        <w:t xml:space="preserve">PLAN CORRESPONSABLES </w:t>
      </w:r>
      <w:r w:rsidRPr="005F5BE5">
        <w:rPr>
          <w:rFonts w:ascii="Arial" w:hAnsi="Arial" w:cs="Arial"/>
          <w:b/>
          <w:sz w:val="24"/>
          <w:szCs w:val="24"/>
        </w:rPr>
        <w:t>202</w:t>
      </w:r>
      <w:r w:rsidR="00D90020" w:rsidRPr="005F5BE5">
        <w:rPr>
          <w:rFonts w:ascii="Arial" w:hAnsi="Arial" w:cs="Arial"/>
          <w:b/>
          <w:sz w:val="24"/>
          <w:szCs w:val="24"/>
        </w:rPr>
        <w:t>4</w:t>
      </w:r>
      <w:r w:rsidRPr="005F5BE5">
        <w:rPr>
          <w:rFonts w:ascii="Arial" w:hAnsi="Arial" w:cs="Arial"/>
          <w:b/>
          <w:sz w:val="24"/>
          <w:szCs w:val="24"/>
        </w:rPr>
        <w:t>-202</w:t>
      </w:r>
      <w:r w:rsidR="00D90020" w:rsidRPr="005F5BE5">
        <w:rPr>
          <w:rFonts w:ascii="Arial" w:hAnsi="Arial" w:cs="Arial"/>
          <w:b/>
          <w:sz w:val="24"/>
          <w:szCs w:val="24"/>
        </w:rPr>
        <w:t>5</w:t>
      </w:r>
    </w:p>
    <w:p w14:paraId="42C53329" w14:textId="77C61E81" w:rsidR="00630310" w:rsidRDefault="00630310" w:rsidP="00630310">
      <w:pPr>
        <w:jc w:val="center"/>
        <w:rPr>
          <w:rFonts w:cstheme="minorHAnsi"/>
        </w:rPr>
      </w:pPr>
      <w:r>
        <w:rPr>
          <w:rFonts w:ascii="Arial" w:hAnsi="Arial" w:cs="Arial"/>
          <w:b/>
          <w:sz w:val="24"/>
          <w:szCs w:val="24"/>
        </w:rPr>
        <w:t>Decreto</w:t>
      </w:r>
      <w:r w:rsidR="00D90020">
        <w:rPr>
          <w:rFonts w:ascii="Arial" w:hAnsi="Arial" w:cs="Arial"/>
          <w:b/>
          <w:sz w:val="24"/>
          <w:szCs w:val="24"/>
        </w:rPr>
        <w:t xml:space="preserve"> </w:t>
      </w:r>
      <w:r w:rsidR="007857DF" w:rsidRPr="00337B70">
        <w:rPr>
          <w:rFonts w:ascii="Arial" w:hAnsi="Arial" w:cs="Arial"/>
          <w:b/>
          <w:sz w:val="24"/>
          <w:szCs w:val="24"/>
        </w:rPr>
        <w:t>43/2024, de 2 de agosto</w:t>
      </w:r>
    </w:p>
    <w:tbl>
      <w:tblPr>
        <w:tblStyle w:val="Tablaconcuadrcula"/>
        <w:tblpPr w:leftFromText="141" w:rightFromText="141" w:vertAnchor="text" w:horzAnchor="margin" w:tblpXSpec="center" w:tblpY="725"/>
        <w:tblW w:w="9312" w:type="dxa"/>
        <w:tblLook w:val="04A0" w:firstRow="1" w:lastRow="0" w:firstColumn="1" w:lastColumn="0" w:noHBand="0" w:noVBand="1"/>
      </w:tblPr>
      <w:tblGrid>
        <w:gridCol w:w="2405"/>
        <w:gridCol w:w="2126"/>
        <w:gridCol w:w="2127"/>
        <w:gridCol w:w="2654"/>
      </w:tblGrid>
      <w:tr w:rsidR="00630310" w14:paraId="55D47139" w14:textId="77777777" w:rsidTr="00394AC1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224896F8" w14:textId="77777777" w:rsidR="00630310" w:rsidRPr="00993367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Denominación </w:t>
            </w:r>
            <w:r w:rsidRPr="00993367">
              <w:rPr>
                <w:rFonts w:ascii="Arial" w:hAnsi="Arial" w:cs="Arial"/>
                <w:b/>
                <w:szCs w:val="24"/>
              </w:rPr>
              <w:t>de la actuación:</w:t>
            </w:r>
          </w:p>
        </w:tc>
      </w:tr>
      <w:tr w:rsidR="00630310" w14:paraId="2A96C6E9" w14:textId="77777777" w:rsidTr="00394AC1">
        <w:trPr>
          <w:trHeight w:val="116"/>
        </w:trPr>
        <w:tc>
          <w:tcPr>
            <w:tcW w:w="9312" w:type="dxa"/>
            <w:gridSpan w:val="4"/>
          </w:tcPr>
          <w:p w14:paraId="52087C56" w14:textId="77777777" w:rsidR="00630310" w:rsidRPr="00A30B7F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30310" w14:paraId="0A5DF089" w14:textId="77777777" w:rsidTr="00394AC1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7559A00C" w14:textId="77777777" w:rsidR="00630310" w:rsidRDefault="00630310" w:rsidP="00394AC1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RELLENE </w:t>
            </w:r>
            <w:r w:rsidRPr="00967295">
              <w:rPr>
                <w:rFonts w:ascii="Arial" w:hAnsi="Arial" w:cs="Arial"/>
                <w:b/>
                <w:szCs w:val="24"/>
                <w:u w:val="single"/>
              </w:rPr>
              <w:t>TAN SOLO</w:t>
            </w:r>
            <w:r>
              <w:rPr>
                <w:rFonts w:ascii="Arial" w:hAnsi="Arial" w:cs="Arial"/>
                <w:b/>
                <w:szCs w:val="24"/>
              </w:rPr>
              <w:t xml:space="preserve"> AQUEL APARTADO QUE SE VE MODIFICADO CON LA INCIDENCIA</w:t>
            </w:r>
          </w:p>
        </w:tc>
      </w:tr>
      <w:tr w:rsidR="00630310" w:rsidRPr="001002A6" w14:paraId="753D8623" w14:textId="77777777" w:rsidTr="00394AC1">
        <w:trPr>
          <w:trHeight w:val="659"/>
        </w:trPr>
        <w:tc>
          <w:tcPr>
            <w:tcW w:w="9312" w:type="dxa"/>
            <w:gridSpan w:val="4"/>
          </w:tcPr>
          <w:p w14:paraId="50E17B21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Lugar:</w:t>
            </w:r>
          </w:p>
        </w:tc>
      </w:tr>
      <w:tr w:rsidR="00630310" w:rsidRPr="001002A6" w14:paraId="4718703B" w14:textId="77777777" w:rsidTr="00BA1493">
        <w:trPr>
          <w:trHeight w:val="123"/>
        </w:trPr>
        <w:tc>
          <w:tcPr>
            <w:tcW w:w="4531" w:type="dxa"/>
            <w:gridSpan w:val="2"/>
          </w:tcPr>
          <w:p w14:paraId="544FF529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Inicio:</w:t>
            </w:r>
            <w:r>
              <w:rPr>
                <w:rFonts w:ascii="Arial" w:hAnsi="Arial" w:cs="Arial"/>
                <w:szCs w:val="24"/>
                <w:u w:val="words"/>
              </w:rPr>
              <w:t xml:space="preserve"> </w:t>
            </w:r>
            <w:r w:rsidRPr="001002A6">
              <w:rPr>
                <w:rFonts w:ascii="Arial" w:hAnsi="Arial" w:cs="Arial"/>
                <w:szCs w:val="24"/>
                <w:u w:val="words"/>
              </w:rPr>
              <w:t xml:space="preserve">  </w:t>
            </w:r>
            <w:sdt>
              <w:sdtPr>
                <w:rPr>
                  <w:rFonts w:ascii="Arial" w:hAnsi="Arial" w:cs="Arial"/>
                  <w:szCs w:val="24"/>
                  <w:u w:val="words"/>
                </w:rPr>
                <w:id w:val="-2029553072"/>
                <w:placeholder>
                  <w:docPart w:val="7BBC6E357150450DA88A2519EB1A3DDD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Pr="001002A6">
              <w:rPr>
                <w:rFonts w:ascii="Arial" w:hAnsi="Arial" w:cs="Arial"/>
                <w:szCs w:val="24"/>
                <w:u w:val="words"/>
              </w:rPr>
              <w:t xml:space="preserve">                             </w:t>
            </w:r>
          </w:p>
        </w:tc>
        <w:tc>
          <w:tcPr>
            <w:tcW w:w="4781" w:type="dxa"/>
            <w:gridSpan w:val="2"/>
          </w:tcPr>
          <w:p w14:paraId="1A7CF6E5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finalización:</w:t>
            </w:r>
            <w:sdt>
              <w:sdtPr>
                <w:rPr>
                  <w:rFonts w:ascii="Arial" w:hAnsi="Arial" w:cs="Arial"/>
                  <w:szCs w:val="24"/>
                </w:rPr>
                <w:id w:val="37792254"/>
                <w:placeholder>
                  <w:docPart w:val="7BBC6E357150450DA88A2519EB1A3DDD"/>
                </w:placeholder>
                <w:showingPlcHdr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</w:p>
        </w:tc>
      </w:tr>
      <w:tr w:rsidR="00630310" w:rsidRPr="001002A6" w14:paraId="15302259" w14:textId="77777777" w:rsidTr="00394AC1">
        <w:trPr>
          <w:trHeight w:val="563"/>
        </w:trPr>
        <w:tc>
          <w:tcPr>
            <w:tcW w:w="9312" w:type="dxa"/>
            <w:gridSpan w:val="4"/>
          </w:tcPr>
          <w:p w14:paraId="0F965463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Días en los que desarrolla la actuación:</w:t>
            </w:r>
          </w:p>
        </w:tc>
      </w:tr>
      <w:tr w:rsidR="00630310" w:rsidRPr="001002A6" w14:paraId="5D87EF17" w14:textId="77777777" w:rsidTr="00394AC1">
        <w:trPr>
          <w:trHeight w:val="557"/>
        </w:trPr>
        <w:tc>
          <w:tcPr>
            <w:tcW w:w="9312" w:type="dxa"/>
            <w:gridSpan w:val="4"/>
          </w:tcPr>
          <w:p w14:paraId="72A275A3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Horario:</w:t>
            </w:r>
          </w:p>
        </w:tc>
      </w:tr>
      <w:tr w:rsidR="00630310" w:rsidRPr="001002A6" w14:paraId="79E276E6" w14:textId="77777777" w:rsidTr="00394AC1">
        <w:trPr>
          <w:trHeight w:val="551"/>
        </w:trPr>
        <w:tc>
          <w:tcPr>
            <w:tcW w:w="9312" w:type="dxa"/>
            <w:gridSpan w:val="4"/>
          </w:tcPr>
          <w:p w14:paraId="42EC2F61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Franja de edad de las y los menores participantes:</w:t>
            </w:r>
          </w:p>
        </w:tc>
      </w:tr>
      <w:tr w:rsidR="00630310" w:rsidRPr="001002A6" w14:paraId="73C29372" w14:textId="77777777" w:rsidTr="00394AC1">
        <w:trPr>
          <w:trHeight w:val="4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7FF84D83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Datos persona responsable del Ayuntamiento del Plan Corresponsables:</w:t>
            </w:r>
          </w:p>
        </w:tc>
      </w:tr>
      <w:tr w:rsidR="00630310" w:rsidRPr="001002A6" w14:paraId="664C6F74" w14:textId="77777777" w:rsidTr="00BA1493">
        <w:trPr>
          <w:trHeight w:val="416"/>
        </w:trPr>
        <w:tc>
          <w:tcPr>
            <w:tcW w:w="2405" w:type="dxa"/>
            <w:shd w:val="clear" w:color="auto" w:fill="FFFFFF" w:themeFill="background1"/>
          </w:tcPr>
          <w:p w14:paraId="0A9F7C2C" w14:textId="77777777" w:rsidR="00630310" w:rsidRPr="00FF56D8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FF56D8">
              <w:rPr>
                <w:rFonts w:ascii="Arial" w:hAnsi="Arial" w:cs="Arial"/>
                <w:szCs w:val="24"/>
              </w:rPr>
              <w:t>Nombre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6907" w:type="dxa"/>
            <w:gridSpan w:val="3"/>
          </w:tcPr>
          <w:p w14:paraId="236B4BEC" w14:textId="77777777" w:rsidR="00630310" w:rsidRPr="001002A6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30310" w:rsidRPr="001002A6" w14:paraId="4630DAFC" w14:textId="77777777" w:rsidTr="00BA1493">
        <w:trPr>
          <w:trHeight w:val="419"/>
        </w:trPr>
        <w:tc>
          <w:tcPr>
            <w:tcW w:w="2405" w:type="dxa"/>
            <w:shd w:val="clear" w:color="auto" w:fill="FFFFFF" w:themeFill="background1"/>
          </w:tcPr>
          <w:p w14:paraId="1D5CA35D" w14:textId="77777777" w:rsidR="00630310" w:rsidRPr="00A30B7F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Teléfono de contacto:</w:t>
            </w:r>
          </w:p>
        </w:tc>
        <w:tc>
          <w:tcPr>
            <w:tcW w:w="2126" w:type="dxa"/>
            <w:shd w:val="clear" w:color="auto" w:fill="FFFFFF" w:themeFill="background1"/>
          </w:tcPr>
          <w:p w14:paraId="05F3E1AF" w14:textId="77777777" w:rsidR="00630310" w:rsidRPr="00A30B7F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825A135" w14:textId="77777777" w:rsidR="00630310" w:rsidRPr="00A30B7F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Correo electrónico:</w:t>
            </w:r>
          </w:p>
        </w:tc>
        <w:tc>
          <w:tcPr>
            <w:tcW w:w="2654" w:type="dxa"/>
          </w:tcPr>
          <w:p w14:paraId="56A655A7" w14:textId="77777777" w:rsidR="00630310" w:rsidRDefault="00630310" w:rsidP="00394AC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30310" w14:paraId="507C18C5" w14:textId="77777777" w:rsidTr="00394AC1">
        <w:trPr>
          <w:trHeight w:val="247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5B4DBDED" w14:textId="77777777" w:rsidR="00630310" w:rsidRDefault="00630310" w:rsidP="00394AC1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5362AD">
              <w:rPr>
                <w:rFonts w:ascii="Arial" w:hAnsi="Arial" w:cs="Arial"/>
                <w:b/>
              </w:rPr>
              <w:t>Datos del personal para la ejecución de la actuación</w:t>
            </w:r>
            <w:r w:rsidRPr="005362AD">
              <w:rPr>
                <w:rFonts w:ascii="Arial" w:hAnsi="Arial" w:cs="Arial"/>
              </w:rPr>
              <w:t xml:space="preserve"> (tanto si es personal de contratación directa, por parte del Ayuntamiento, o es a través de subcontratación)</w:t>
            </w:r>
          </w:p>
        </w:tc>
      </w:tr>
      <w:tr w:rsidR="00630310" w14:paraId="7B671619" w14:textId="77777777" w:rsidTr="00394AC1">
        <w:trPr>
          <w:trHeight w:val="1051"/>
        </w:trPr>
        <w:tc>
          <w:tcPr>
            <w:tcW w:w="9312" w:type="dxa"/>
            <w:gridSpan w:val="4"/>
          </w:tcPr>
          <w:tbl>
            <w:tblPr>
              <w:tblStyle w:val="Tablaconcuadrcula"/>
              <w:tblW w:w="9088" w:type="dxa"/>
              <w:tblLook w:val="04A0" w:firstRow="1" w:lastRow="0" w:firstColumn="1" w:lastColumn="0" w:noHBand="0" w:noVBand="1"/>
            </w:tblPr>
            <w:tblGrid>
              <w:gridCol w:w="479"/>
              <w:gridCol w:w="1048"/>
              <w:gridCol w:w="1109"/>
              <w:gridCol w:w="767"/>
              <w:gridCol w:w="999"/>
              <w:gridCol w:w="4686"/>
            </w:tblGrid>
            <w:tr w:rsidR="00630310" w14:paraId="5EF7D3ED" w14:textId="77777777" w:rsidTr="00394AC1">
              <w:trPr>
                <w:trHeight w:val="138"/>
              </w:trPr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CF1814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DBA149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 xml:space="preserve">Nueva </w:t>
                  </w:r>
                </w:p>
                <w:p w14:paraId="56C76E8C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creación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E8C29B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Puesto ampliado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E94AA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Mujer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A2E39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Hombre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6C3345" w14:textId="77777777" w:rsidR="00630310" w:rsidRPr="004817AC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Seleccione perfil profesional:</w:t>
                  </w:r>
                </w:p>
              </w:tc>
            </w:tr>
            <w:tr w:rsidR="00630310" w14:paraId="328B109D" w14:textId="77777777" w:rsidTr="00394AC1">
              <w:trPr>
                <w:trHeight w:val="20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8A20A9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3CD03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CA8DB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6BF50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62D50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53A51" w14:textId="77777777" w:rsidR="00630310" w:rsidRDefault="007857DF" w:rsidP="00394AC1">
                  <w:pPr>
                    <w:framePr w:hSpace="141" w:wrap="around" w:vAnchor="text" w:hAnchor="margin" w:xAlign="center" w:y="725"/>
                    <w:tabs>
                      <w:tab w:val="left" w:pos="268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901893956"/>
                      <w:placeholder>
                        <w:docPart w:val="71A5BE19A43E49D29A2F28C2BA61491A"/>
                      </w:placeholder>
                      <w:showingPlcHdr/>
                      <w15:color w:val="CC99FF"/>
                      <w:dropDownList>
                        <w:listItem w:value="Elija un elemento."/>
                        <w:listItem w:displayText="Técnica/o  Superior en Educación Infantil" w:value="Técnica/o  Superior en Educación Infantil"/>
                        <w:listItem w:displayText="Técnica/o Superior en Animación Sociocultural y Turística" w:value="Técnica/o Superior en Animación Sociocultural y Turística"/>
                        <w:listItem w:displayText="Técnica/o superior en Enseñanza y Animación Sociodeportiva" w:value="Técnica/o superior en Enseñanza y Animación Sociodeportiva"/>
                        <w:listItem w:displayText="Auxiliar de Guarderia o de Jardin de Infancia" w:value="Auxiliar de Guarderia o de Jardin de Infancia"/>
                        <w:listItem w:displayText="Monitoras/es de ocio y tiempo libre" w:value="Monitoras/es de ocio y tiempo libre"/>
    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      <w:listItem w:displayText="Titulaciones de contenido similar con más de 100h, con homologación o aval publico, por Administraciones, o Universidades públicas o privadas" w:value="Titulaciones de contenido similar con más de 100h, con homologación o aval publico, por Administraciones, o Universidades públicas o privadas"/>
                        <w:listItem w:displayText="Graduada/o Eduación Infantil o Primaria" w:value="Graduada/o Eduación Infantil o Primaria"/>
                        <w:listItem w:displayText="Persona habilitada para bolsas de cuidados en el Plan Corresponsables" w:value="Persona habilitada para bolsas de cuidados en el Plan Corresponsables"/>
                      </w:dropDownList>
                    </w:sdtPr>
                    <w:sdtEndPr/>
                    <w:sdtContent>
                      <w:r w:rsidR="00630310" w:rsidRPr="0049731D">
                        <w:rPr>
                          <w:rStyle w:val="Textodelmarcadordeposicin"/>
                        </w:rPr>
                        <w:t>Elija un elemento.</w:t>
                      </w:r>
                    </w:sdtContent>
                  </w:sdt>
                  <w:r w:rsidR="00630310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c>
            </w:tr>
            <w:tr w:rsidR="00630310" w14:paraId="246EFC7F" w14:textId="77777777" w:rsidTr="00394AC1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09330D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82F4C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B4B93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F45DB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7BB5A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886172443"/>
                  <w:placeholder>
                    <w:docPart w:val="CFE5B9B5C58545FDBE839C4259B5AAF3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an de Infancia" w:value="Auxiliar de educación infantil o de Jardían de Infancia"/>
                    <w:listItem w:displayText="Monitoras/es de Ocio y tiempo libre" w:value="Monitoras/es de Ocio y tiempo libre"/>
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<w:listItem w:displayText="Certificado de profesionalidad de &quot;Dirección y coordinación de tiepo libre educativo infantil y juvenil&quot;" w:value="Certificado de profesionalidad de &quot;Dirección y coordinación de tie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a/o en Educación Infantil o Primaria" w:value="Graduada/o en Educación Infantil o Primaria"/>
                    <w:listItem w:displayText="Persona habilitada para bolsas de cuidados en el Plan Corresponsables" w:value="Persona habilitada para bolsas de cuidados en el Plan Corresponsable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D9B2889" w14:textId="77777777" w:rsidR="00630310" w:rsidRDefault="00630310" w:rsidP="00394AC1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630310" w14:paraId="5871233E" w14:textId="77777777" w:rsidTr="00394AC1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94DC2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8D91A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D9B2E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6FA4C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CED22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1133448191"/>
                  <w:placeholder>
                    <w:docPart w:val="13973B6661274BDC9CC82B7B88E59715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 de &quot;Dinamización de actividades de tiempo libre educativo infantil juvenil&quot;" w:value="Certificado de profesionalida de &quot;Dinamización de actividades de tiempo libre educativo infantil juvenil&quot;"/>
                    <w:listItem w:displayText="Certificado de profesionalidad  de &quot;Dirección y coordinación de tiempo libre educativo infantil y juvenil&quot;" w:value="Certificado de profesionalidad  de &quot;Dirección y coordinación de tiem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a/o en Educación Infantil o Primaria" w:value="Graduada/o en Educación Infantil o Primaria"/>
                    <w:listItem w:displayText="Persona habilitada para bolsas de cuidados en el Plan Corresponsables" w:value="Persona habilitada para bolsas de cuidados en el Plan Corresponsable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191FBAF" w14:textId="0EC8F6A1" w:rsidR="00630310" w:rsidRDefault="00143D95" w:rsidP="00394AC1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630310" w14:paraId="096132A6" w14:textId="77777777" w:rsidTr="00394AC1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1E3FC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3ED0C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9CF88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B7D01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77F15" w14:textId="77777777" w:rsidR="00630310" w:rsidRDefault="00630310" w:rsidP="00394AC1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883288978"/>
                  <w:placeholder>
                    <w:docPart w:val="7D68FD1AD31E4C96A1300BB53F48174A"/>
                  </w:placeholder>
                  <w:showingPlcHdr/>
                  <w15:color w:val="CC99FF"/>
                  <w:dropDownList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d de &quot;Dinamización de actividades de tiempo libre educativo infantil juvenil&quot;" w:value="Certificado de profesionalidad de &quot;Dinamización de actividades de tiempo libre educativo infantil juvenil&quot;"/>
                    <w:listItem w:displayText="Certificado de profesionalidad deDirección y coordinación de tiempo libre educativo infantil y juvenil" w:value="Certificado de profesionalidad deDirección y coordinación de tiempo libre educativo infantil y juvenil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o/a en Educación Infantil o Primaria" w:value="Graduado/a en Educación Infantil o Primaria"/>
                    <w:listItem w:displayText="Persona habilitada para bolsas de cuidados en el Plan Corresponsables" w:value="Persona habilitada para bolsas de cuidados en el Plan Corresponsables"/>
                  </w:dropDownList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42531BE0" w14:textId="77777777" w:rsidR="00630310" w:rsidRDefault="00630310" w:rsidP="00394AC1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</w:tbl>
          <w:p w14:paraId="70E0CEB6" w14:textId="77777777" w:rsidR="00630310" w:rsidRDefault="00630310" w:rsidP="00394AC1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  <w:tr w:rsidR="00630310" w14:paraId="540BFE68" w14:textId="77777777" w:rsidTr="00394AC1">
        <w:trPr>
          <w:trHeight w:val="116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3CC7B232" w14:textId="77777777" w:rsidR="00630310" w:rsidRDefault="00630310" w:rsidP="00394AC1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Si la incidencia no se refiere a los apartados anteriores, o si es necesario realizar alguna aclaración (si es ampliación o sustitución del personal, por ejemplo) breve descripción de la misma:</w:t>
            </w:r>
          </w:p>
        </w:tc>
      </w:tr>
      <w:tr w:rsidR="00630310" w14:paraId="074801E9" w14:textId="77777777" w:rsidTr="00394AC1">
        <w:trPr>
          <w:trHeight w:val="2227"/>
        </w:trPr>
        <w:tc>
          <w:tcPr>
            <w:tcW w:w="9312" w:type="dxa"/>
            <w:gridSpan w:val="4"/>
          </w:tcPr>
          <w:p w14:paraId="6B2BB83E" w14:textId="50B95CCF" w:rsidR="00630310" w:rsidRPr="00143D95" w:rsidRDefault="00630310" w:rsidP="00394AC1">
            <w:pPr>
              <w:ind w:right="46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E2F12B2" w14:textId="77777777" w:rsidR="00FA3415" w:rsidRPr="00630310" w:rsidRDefault="00FA3415" w:rsidP="00630310"/>
    <w:sectPr w:rsidR="00FA3415" w:rsidRPr="00630310" w:rsidSect="00AC67E9">
      <w:headerReference w:type="default" r:id="rId7"/>
      <w:footerReference w:type="default" r:id="rId8"/>
      <w:pgSz w:w="11906" w:h="16838"/>
      <w:pgMar w:top="1985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BC560C" w14:paraId="60D40C71" w14:textId="77777777" w:rsidTr="006A4218">
      <w:tc>
        <w:tcPr>
          <w:tcW w:w="2499" w:type="pct"/>
          <w:shd w:val="clear" w:color="auto" w:fill="B878AC"/>
          <w:vAlign w:val="center"/>
        </w:tcPr>
        <w:p w14:paraId="5CFA1E59" w14:textId="77777777" w:rsidR="00BC560C" w:rsidRPr="00022BEF" w:rsidRDefault="007857DF" w:rsidP="00BC560C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C560C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026B1367" w14:textId="77777777" w:rsidR="00BC560C" w:rsidRPr="00022BEF" w:rsidRDefault="00BC560C" w:rsidP="00BC560C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41EE2378" wp14:editId="67D389F5">
                <wp:extent cx="788670" cy="205740"/>
                <wp:effectExtent l="0" t="0" r="0" b="381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31B7531" w14:textId="29AC5B14" w:rsidR="00BC560C" w:rsidRDefault="00BC560C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28A9DE5D" w:rsidR="00DB7F5B" w:rsidRDefault="0067554D" w:rsidP="00AC67E9">
    <w:pPr>
      <w:pStyle w:val="Encabezado"/>
      <w:tabs>
        <w:tab w:val="clear" w:pos="4252"/>
      </w:tabs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CDECA51" wp14:editId="5B89060F">
          <wp:simplePos x="0" y="0"/>
          <wp:positionH relativeFrom="column">
            <wp:posOffset>3408045</wp:posOffset>
          </wp:positionH>
          <wp:positionV relativeFrom="paragraph">
            <wp:posOffset>140970</wp:posOffset>
          </wp:positionV>
          <wp:extent cx="953770" cy="541020"/>
          <wp:effectExtent l="0" t="0" r="0" b="0"/>
          <wp:wrapNone/>
          <wp:docPr id="15" name="Imagen 15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F72" w:rsidRPr="00FD78FB">
      <w:rPr>
        <w:noProof/>
      </w:rPr>
      <w:drawing>
        <wp:anchor distT="0" distB="0" distL="114300" distR="114300" simplePos="0" relativeHeight="251663360" behindDoc="1" locked="0" layoutInCell="1" allowOverlap="1" wp14:anchorId="33D2873B" wp14:editId="63B4A94A">
          <wp:simplePos x="0" y="0"/>
          <wp:positionH relativeFrom="column">
            <wp:posOffset>1891665</wp:posOffset>
          </wp:positionH>
          <wp:positionV relativeFrom="topMargin">
            <wp:posOffset>381000</wp:posOffset>
          </wp:positionV>
          <wp:extent cx="1028700" cy="626745"/>
          <wp:effectExtent l="0" t="0" r="0" b="1905"/>
          <wp:wrapTight wrapText="bothSides">
            <wp:wrapPolygon edited="0">
              <wp:start x="0" y="0"/>
              <wp:lineTo x="0" y="21009"/>
              <wp:lineTo x="21200" y="21009"/>
              <wp:lineTo x="21200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7E9" w:rsidRPr="00FD78FB">
      <w:rPr>
        <w:noProof/>
      </w:rPr>
      <w:drawing>
        <wp:anchor distT="0" distB="0" distL="114300" distR="114300" simplePos="0" relativeHeight="251660288" behindDoc="0" locked="0" layoutInCell="1" allowOverlap="1" wp14:anchorId="4E650C5E" wp14:editId="10C89C20">
          <wp:simplePos x="0" y="0"/>
          <wp:positionH relativeFrom="column">
            <wp:posOffset>4739640</wp:posOffset>
          </wp:positionH>
          <wp:positionV relativeFrom="paragraph">
            <wp:posOffset>168910</wp:posOffset>
          </wp:positionV>
          <wp:extent cx="1119505" cy="542925"/>
          <wp:effectExtent l="0" t="0" r="4445" b="9525"/>
          <wp:wrapNone/>
          <wp:docPr id="16" name="Imagen 16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3C403EF8" w14:textId="5AA5EBBB" w:rsidR="00DB7F5B" w:rsidRDefault="00AC67E9" w:rsidP="00AC67E9">
    <w:pPr>
      <w:pStyle w:val="Encabezado"/>
      <w:tabs>
        <w:tab w:val="clear" w:pos="4252"/>
      </w:tabs>
      <w:ind w:left="-426"/>
    </w:pPr>
    <w:r>
      <w:rPr>
        <w:noProof/>
      </w:rPr>
      <w:drawing>
        <wp:inline distT="0" distB="0" distL="0" distR="0" wp14:anchorId="5BB3B6DF" wp14:editId="7CE6A44A">
          <wp:extent cx="1905000" cy="549275"/>
          <wp:effectExtent l="0" t="0" r="0" b="3175"/>
          <wp:docPr id="17" name="Imagen 17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169" cy="54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7F5B">
      <w:tab/>
    </w:r>
  </w:p>
  <w:p w14:paraId="07BC8CA2" w14:textId="77777777"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14:paraId="676BE2D7" w14:textId="77777777"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60DA1"/>
    <w:rsid w:val="0007435D"/>
    <w:rsid w:val="000A599C"/>
    <w:rsid w:val="000D282B"/>
    <w:rsid w:val="001069D8"/>
    <w:rsid w:val="0011086A"/>
    <w:rsid w:val="00123C4A"/>
    <w:rsid w:val="00136DE4"/>
    <w:rsid w:val="00143D95"/>
    <w:rsid w:val="00160117"/>
    <w:rsid w:val="00164E27"/>
    <w:rsid w:val="0017480B"/>
    <w:rsid w:val="001858FC"/>
    <w:rsid w:val="0019572F"/>
    <w:rsid w:val="001A6752"/>
    <w:rsid w:val="001B561B"/>
    <w:rsid w:val="001C0AF0"/>
    <w:rsid w:val="001C7211"/>
    <w:rsid w:val="00231206"/>
    <w:rsid w:val="0024529E"/>
    <w:rsid w:val="00280157"/>
    <w:rsid w:val="00282A29"/>
    <w:rsid w:val="002E763D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3D0C01"/>
    <w:rsid w:val="00405497"/>
    <w:rsid w:val="004068A0"/>
    <w:rsid w:val="00413700"/>
    <w:rsid w:val="00431B4B"/>
    <w:rsid w:val="004372B2"/>
    <w:rsid w:val="00440997"/>
    <w:rsid w:val="004531D4"/>
    <w:rsid w:val="00460420"/>
    <w:rsid w:val="00462C97"/>
    <w:rsid w:val="0046428F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43320"/>
    <w:rsid w:val="00554119"/>
    <w:rsid w:val="00561128"/>
    <w:rsid w:val="00574F72"/>
    <w:rsid w:val="005818E2"/>
    <w:rsid w:val="005F5BE5"/>
    <w:rsid w:val="005F7716"/>
    <w:rsid w:val="00622577"/>
    <w:rsid w:val="00622D8A"/>
    <w:rsid w:val="00630310"/>
    <w:rsid w:val="00635465"/>
    <w:rsid w:val="006678FA"/>
    <w:rsid w:val="00673CA5"/>
    <w:rsid w:val="0067554D"/>
    <w:rsid w:val="00682DB6"/>
    <w:rsid w:val="006A1BAE"/>
    <w:rsid w:val="006A42A0"/>
    <w:rsid w:val="006A5320"/>
    <w:rsid w:val="006F4181"/>
    <w:rsid w:val="00724034"/>
    <w:rsid w:val="007416A3"/>
    <w:rsid w:val="0075689D"/>
    <w:rsid w:val="00764F17"/>
    <w:rsid w:val="007722A4"/>
    <w:rsid w:val="007857DF"/>
    <w:rsid w:val="007A5912"/>
    <w:rsid w:val="007A6CAF"/>
    <w:rsid w:val="007C0E66"/>
    <w:rsid w:val="007D2A6C"/>
    <w:rsid w:val="007E33A2"/>
    <w:rsid w:val="00821160"/>
    <w:rsid w:val="00857DFB"/>
    <w:rsid w:val="00892DFB"/>
    <w:rsid w:val="008B34A0"/>
    <w:rsid w:val="008D23AD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A72F6"/>
    <w:rsid w:val="00AB30A8"/>
    <w:rsid w:val="00AC67E9"/>
    <w:rsid w:val="00AE0A36"/>
    <w:rsid w:val="00AE7772"/>
    <w:rsid w:val="00AF199C"/>
    <w:rsid w:val="00AF2F90"/>
    <w:rsid w:val="00B10235"/>
    <w:rsid w:val="00B171E4"/>
    <w:rsid w:val="00B3421D"/>
    <w:rsid w:val="00B72522"/>
    <w:rsid w:val="00B74FF0"/>
    <w:rsid w:val="00B76035"/>
    <w:rsid w:val="00B76FD9"/>
    <w:rsid w:val="00BA1493"/>
    <w:rsid w:val="00BC4837"/>
    <w:rsid w:val="00BC560C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35EEE"/>
    <w:rsid w:val="00D460F5"/>
    <w:rsid w:val="00D90020"/>
    <w:rsid w:val="00DB23D0"/>
    <w:rsid w:val="00DB7F5B"/>
    <w:rsid w:val="00DC165B"/>
    <w:rsid w:val="00DC7CB3"/>
    <w:rsid w:val="00DE31E9"/>
    <w:rsid w:val="00E630B3"/>
    <w:rsid w:val="00E769C8"/>
    <w:rsid w:val="00EB455D"/>
    <w:rsid w:val="00EB5B21"/>
    <w:rsid w:val="00ED07D2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BC6E357150450DA88A2519EB1A3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E181D-DB50-4E25-BF47-26BDC3645C00}"/>
      </w:docPartPr>
      <w:docPartBody>
        <w:p w:rsidR="00A70782" w:rsidRDefault="0056475E" w:rsidP="0056475E">
          <w:pPr>
            <w:pStyle w:val="7BBC6E357150450DA88A2519EB1A3DDD"/>
          </w:pPr>
          <w:r w:rsidRPr="00146876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71A5BE19A43E49D29A2F28C2BA614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F404D-0E74-4772-AE44-D543AED228D2}"/>
      </w:docPartPr>
      <w:docPartBody>
        <w:p w:rsidR="00A70782" w:rsidRDefault="0056475E" w:rsidP="0056475E">
          <w:pPr>
            <w:pStyle w:val="71A5BE19A43E49D29A2F28C2BA61491A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CFE5B9B5C58545FDBE839C4259B5A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49E07-59CB-4F24-8800-F8F8361195A8}"/>
      </w:docPartPr>
      <w:docPartBody>
        <w:p w:rsidR="00A70782" w:rsidRDefault="0056475E" w:rsidP="0056475E">
          <w:pPr>
            <w:pStyle w:val="CFE5B9B5C58545FDBE839C4259B5AAF3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13973B6661274BDC9CC82B7B88E59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8BC5E-9A6E-49B2-AA34-EE2CFBF5F18D}"/>
      </w:docPartPr>
      <w:docPartBody>
        <w:p w:rsidR="00A70782" w:rsidRDefault="0056475E" w:rsidP="0056475E">
          <w:pPr>
            <w:pStyle w:val="13973B6661274BDC9CC82B7B88E59715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7D68FD1AD31E4C96A1300BB53F481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F0855-4F93-4F6D-8066-71E48290B5D7}"/>
      </w:docPartPr>
      <w:docPartBody>
        <w:p w:rsidR="00A70782" w:rsidRDefault="0056475E" w:rsidP="0056475E">
          <w:pPr>
            <w:pStyle w:val="7D68FD1AD31E4C96A1300BB53F48174A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0A2C44"/>
    <w:rsid w:val="0056475E"/>
    <w:rsid w:val="00A70782"/>
    <w:rsid w:val="00AB5D5D"/>
    <w:rsid w:val="00C15918"/>
    <w:rsid w:val="00CD2F4D"/>
    <w:rsid w:val="00E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6475E"/>
    <w:rPr>
      <w:color w:val="808080"/>
    </w:rPr>
  </w:style>
  <w:style w:type="paragraph" w:customStyle="1" w:styleId="961726D4D2C24148B50AA9FA9682270F">
    <w:name w:val="961726D4D2C24148B50AA9FA9682270F"/>
  </w:style>
  <w:style w:type="paragraph" w:customStyle="1" w:styleId="34BFDC632E004B90A28769E9AC64887F">
    <w:name w:val="34BFDC632E004B90A28769E9AC64887F"/>
  </w:style>
  <w:style w:type="paragraph" w:customStyle="1" w:styleId="F8EAB3CEAB1446C286F10BAB9BFD510A">
    <w:name w:val="F8EAB3CEAB1446C286F10BAB9BFD510A"/>
  </w:style>
  <w:style w:type="paragraph" w:customStyle="1" w:styleId="889B435CE62346C5A5C0E80F4D135D6E">
    <w:name w:val="889B435CE62346C5A5C0E80F4D135D6E"/>
  </w:style>
  <w:style w:type="paragraph" w:customStyle="1" w:styleId="8DE98D864EC64EE5B32235A87BC28A66">
    <w:name w:val="8DE98D864EC64EE5B32235A87BC28A66"/>
  </w:style>
  <w:style w:type="paragraph" w:customStyle="1" w:styleId="DFB56A0E5D544FD0879845459746282C">
    <w:name w:val="DFB56A0E5D544FD0879845459746282C"/>
  </w:style>
  <w:style w:type="paragraph" w:customStyle="1" w:styleId="542FD6919DDD4B0FB8754FD425727316">
    <w:name w:val="542FD6919DDD4B0FB8754FD425727316"/>
  </w:style>
  <w:style w:type="paragraph" w:customStyle="1" w:styleId="AF70F2FABA8149348777C468B2FEA422">
    <w:name w:val="AF70F2FABA8149348777C468B2FEA422"/>
  </w:style>
  <w:style w:type="paragraph" w:customStyle="1" w:styleId="F855064D50DE4D889AAE61791519226F">
    <w:name w:val="F855064D50DE4D889AAE61791519226F"/>
  </w:style>
  <w:style w:type="paragraph" w:customStyle="1" w:styleId="4399490724D5413FADFF30E48765F570">
    <w:name w:val="4399490724D5413FADFF30E48765F570"/>
  </w:style>
  <w:style w:type="paragraph" w:customStyle="1" w:styleId="91EC25115A854016BB690C21E40E4A3A">
    <w:name w:val="91EC25115A854016BB690C21E40E4A3A"/>
  </w:style>
  <w:style w:type="paragraph" w:customStyle="1" w:styleId="6CBE1C060C764A6AADDE44240F9129F5">
    <w:name w:val="6CBE1C060C764A6AADDE44240F9129F5"/>
  </w:style>
  <w:style w:type="paragraph" w:customStyle="1" w:styleId="FF098EB94F0344A48BA98DCCAE77290F">
    <w:name w:val="FF098EB94F0344A48BA98DCCAE77290F"/>
    <w:rsid w:val="00C15918"/>
  </w:style>
  <w:style w:type="paragraph" w:customStyle="1" w:styleId="C163D7811FFC491393B2250879D055B2">
    <w:name w:val="C163D7811FFC491393B2250879D055B2"/>
    <w:rsid w:val="00C15918"/>
  </w:style>
  <w:style w:type="paragraph" w:customStyle="1" w:styleId="F8D0FBE472264768B9945D85D9896579">
    <w:name w:val="F8D0FBE472264768B9945D85D9896579"/>
    <w:rsid w:val="00C15918"/>
  </w:style>
  <w:style w:type="paragraph" w:customStyle="1" w:styleId="6D38A1695EA04F90B4BCD38052901C27">
    <w:name w:val="6D38A1695EA04F90B4BCD38052901C27"/>
    <w:rsid w:val="00C15918"/>
  </w:style>
  <w:style w:type="paragraph" w:customStyle="1" w:styleId="C1268973FAC744E7823BDE4D71EBE303">
    <w:name w:val="C1268973FAC744E7823BDE4D71EBE303"/>
    <w:rsid w:val="00C15918"/>
  </w:style>
  <w:style w:type="paragraph" w:customStyle="1" w:styleId="78EF1D6BD947476897F6DB36AE46462F">
    <w:name w:val="78EF1D6BD947476897F6DB36AE46462F"/>
    <w:rsid w:val="00C15918"/>
  </w:style>
  <w:style w:type="paragraph" w:customStyle="1" w:styleId="B9790E83E1AE4442A783C88B0225B5FE">
    <w:name w:val="B9790E83E1AE4442A783C88B0225B5FE"/>
    <w:rsid w:val="00C15918"/>
  </w:style>
  <w:style w:type="paragraph" w:customStyle="1" w:styleId="B32E0B3BF9734903AE40C63C0B93F131">
    <w:name w:val="B32E0B3BF9734903AE40C63C0B93F131"/>
    <w:rsid w:val="00C15918"/>
  </w:style>
  <w:style w:type="paragraph" w:customStyle="1" w:styleId="8760E9F39E894A3E86394D815744B98C">
    <w:name w:val="8760E9F39E894A3E86394D815744B98C"/>
    <w:rsid w:val="00C15918"/>
  </w:style>
  <w:style w:type="paragraph" w:customStyle="1" w:styleId="0BDF9052628A436D8444318DAED16473">
    <w:name w:val="0BDF9052628A436D8444318DAED16473"/>
    <w:rsid w:val="00C15918"/>
  </w:style>
  <w:style w:type="paragraph" w:customStyle="1" w:styleId="6903BFA7C543489AAFFF13558576943F">
    <w:name w:val="6903BFA7C543489AAFFF13558576943F"/>
    <w:rsid w:val="00C15918"/>
  </w:style>
  <w:style w:type="paragraph" w:customStyle="1" w:styleId="8E941DD112784ABBB5675E0B265BF04F">
    <w:name w:val="8E941DD112784ABBB5675E0B265BF04F"/>
    <w:rsid w:val="00EC6B96"/>
  </w:style>
  <w:style w:type="paragraph" w:customStyle="1" w:styleId="EAE250E3BE334FE8A4B656A2DD87FF5B">
    <w:name w:val="EAE250E3BE334FE8A4B656A2DD87FF5B"/>
    <w:rsid w:val="00EC6B96"/>
  </w:style>
  <w:style w:type="paragraph" w:customStyle="1" w:styleId="E482D59244474618A06690395D1CFDEE">
    <w:name w:val="E482D59244474618A06690395D1CFDEE"/>
    <w:rsid w:val="00EC6B96"/>
  </w:style>
  <w:style w:type="paragraph" w:customStyle="1" w:styleId="A06AA2E040D545F9A17250E8603D199B">
    <w:name w:val="A06AA2E040D545F9A17250E8603D199B"/>
    <w:rsid w:val="00EC6B96"/>
  </w:style>
  <w:style w:type="paragraph" w:customStyle="1" w:styleId="656FCDC31DAC4024ADFA409E2CFA3116">
    <w:name w:val="656FCDC31DAC4024ADFA409E2CFA3116"/>
    <w:rsid w:val="00EC6B96"/>
  </w:style>
  <w:style w:type="paragraph" w:customStyle="1" w:styleId="9C0F8A9D5E9E47D697B8D67FF718FA9E">
    <w:name w:val="9C0F8A9D5E9E47D697B8D67FF718FA9E"/>
    <w:rsid w:val="00EC6B96"/>
  </w:style>
  <w:style w:type="paragraph" w:customStyle="1" w:styleId="DFE9FC36F2FB442985F8D12D5FC8FB0A">
    <w:name w:val="DFE9FC36F2FB442985F8D12D5FC8FB0A"/>
    <w:rsid w:val="00EC6B96"/>
  </w:style>
  <w:style w:type="paragraph" w:customStyle="1" w:styleId="256E9D4B2EF64FB690B5AEF9E7787B08">
    <w:name w:val="256E9D4B2EF64FB690B5AEF9E7787B08"/>
    <w:rsid w:val="00EC6B96"/>
  </w:style>
  <w:style w:type="paragraph" w:customStyle="1" w:styleId="7F5EE5B9C501427AA51A67E970FCF0E6">
    <w:name w:val="7F5EE5B9C501427AA51A67E970FCF0E6"/>
    <w:rsid w:val="0056475E"/>
  </w:style>
  <w:style w:type="paragraph" w:customStyle="1" w:styleId="4963A6E7C65F49DFADC430A936BD7614">
    <w:name w:val="4963A6E7C65F49DFADC430A936BD7614"/>
    <w:rsid w:val="0056475E"/>
  </w:style>
  <w:style w:type="paragraph" w:customStyle="1" w:styleId="8FD228BE057548C1BA4E3BAA87415958">
    <w:name w:val="8FD228BE057548C1BA4E3BAA87415958"/>
    <w:rsid w:val="0056475E"/>
  </w:style>
  <w:style w:type="paragraph" w:customStyle="1" w:styleId="2BD181BC1DD64F0FA2EBBE81FE4AC758">
    <w:name w:val="2BD181BC1DD64F0FA2EBBE81FE4AC758"/>
    <w:rsid w:val="0056475E"/>
  </w:style>
  <w:style w:type="paragraph" w:customStyle="1" w:styleId="6A0B06AA5C614290980F0AB0C79881DB">
    <w:name w:val="6A0B06AA5C614290980F0AB0C79881DB"/>
    <w:rsid w:val="0056475E"/>
  </w:style>
  <w:style w:type="paragraph" w:customStyle="1" w:styleId="199A28C28C6A46588D658B1F3BEF0871">
    <w:name w:val="199A28C28C6A46588D658B1F3BEF0871"/>
    <w:rsid w:val="0056475E"/>
  </w:style>
  <w:style w:type="paragraph" w:customStyle="1" w:styleId="E7CDCE7F5328468398A46FAE8F8655C7">
    <w:name w:val="E7CDCE7F5328468398A46FAE8F8655C7"/>
    <w:rsid w:val="0056475E"/>
  </w:style>
  <w:style w:type="paragraph" w:customStyle="1" w:styleId="B4162F17C9B94BEDB0C8B422CCC45C50">
    <w:name w:val="B4162F17C9B94BEDB0C8B422CCC45C50"/>
    <w:rsid w:val="0056475E"/>
  </w:style>
  <w:style w:type="paragraph" w:customStyle="1" w:styleId="EB3A86A62F604B47BA03FCF5F923BB7A">
    <w:name w:val="EB3A86A62F604B47BA03FCF5F923BB7A"/>
    <w:rsid w:val="0056475E"/>
  </w:style>
  <w:style w:type="paragraph" w:customStyle="1" w:styleId="A487EBEF0D304AD892D49869BF727419">
    <w:name w:val="A487EBEF0D304AD892D49869BF727419"/>
    <w:rsid w:val="0056475E"/>
  </w:style>
  <w:style w:type="paragraph" w:customStyle="1" w:styleId="25B8733068B44A07AD6B0069BDCB8ACA">
    <w:name w:val="25B8733068B44A07AD6B0069BDCB8ACA"/>
    <w:rsid w:val="0056475E"/>
  </w:style>
  <w:style w:type="paragraph" w:customStyle="1" w:styleId="5E91CCA910524CC7B87FF363B2F1C848">
    <w:name w:val="5E91CCA910524CC7B87FF363B2F1C848"/>
    <w:rsid w:val="0056475E"/>
  </w:style>
  <w:style w:type="paragraph" w:customStyle="1" w:styleId="7BBC6E357150450DA88A2519EB1A3DDD">
    <w:name w:val="7BBC6E357150450DA88A2519EB1A3DDD"/>
    <w:rsid w:val="0056475E"/>
  </w:style>
  <w:style w:type="paragraph" w:customStyle="1" w:styleId="71A5BE19A43E49D29A2F28C2BA61491A">
    <w:name w:val="71A5BE19A43E49D29A2F28C2BA61491A"/>
    <w:rsid w:val="0056475E"/>
  </w:style>
  <w:style w:type="paragraph" w:customStyle="1" w:styleId="CFE5B9B5C58545FDBE839C4259B5AAF3">
    <w:name w:val="CFE5B9B5C58545FDBE839C4259B5AAF3"/>
    <w:rsid w:val="0056475E"/>
  </w:style>
  <w:style w:type="paragraph" w:customStyle="1" w:styleId="13973B6661274BDC9CC82B7B88E59715">
    <w:name w:val="13973B6661274BDC9CC82B7B88E59715"/>
    <w:rsid w:val="0056475E"/>
  </w:style>
  <w:style w:type="paragraph" w:customStyle="1" w:styleId="7D68FD1AD31E4C96A1300BB53F48174A">
    <w:name w:val="7D68FD1AD31E4C96A1300BB53F48174A"/>
    <w:rsid w:val="0056475E"/>
  </w:style>
  <w:style w:type="paragraph" w:customStyle="1" w:styleId="769DCF4BAB694A45AB9C69F39410953D">
    <w:name w:val="769DCF4BAB694A45AB9C69F39410953D"/>
    <w:rsid w:val="000A2C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205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8</cp:revision>
  <cp:lastPrinted>2024-04-11T07:44:00Z</cp:lastPrinted>
  <dcterms:created xsi:type="dcterms:W3CDTF">2024-07-25T06:58:00Z</dcterms:created>
  <dcterms:modified xsi:type="dcterms:W3CDTF">2024-08-02T05:48:00Z</dcterms:modified>
</cp:coreProperties>
</file>